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2273"/>
        <w:gridCol w:w="3267"/>
        <w:gridCol w:w="2819"/>
      </w:tblGrid>
      <w:tr w:rsidR="00A1364C" w:rsidRPr="00F124C6" w:rsidTr="005007F4">
        <w:trPr>
          <w:trHeight w:hRule="exact" w:val="851"/>
        </w:trPr>
        <w:tc>
          <w:tcPr>
            <w:tcW w:w="1280" w:type="dxa"/>
            <w:tcBorders>
              <w:bottom w:val="single" w:sz="4" w:space="0" w:color="auto"/>
            </w:tcBorders>
          </w:tcPr>
          <w:p w:rsidR="00A1364C" w:rsidRPr="00F124C6" w:rsidRDefault="00A1364C" w:rsidP="003C0C9C">
            <w:pPr>
              <w:spacing w:before="360" w:after="240" w:line="240" w:lineRule="atLeast"/>
            </w:pPr>
          </w:p>
        </w:tc>
        <w:tc>
          <w:tcPr>
            <w:tcW w:w="2273" w:type="dxa"/>
            <w:tcBorders>
              <w:bottom w:val="single" w:sz="4" w:space="0" w:color="auto"/>
            </w:tcBorders>
            <w:vAlign w:val="bottom"/>
          </w:tcPr>
          <w:p w:rsidR="00A1364C" w:rsidRPr="006428AB" w:rsidRDefault="00A1364C" w:rsidP="005007F4">
            <w:pPr>
              <w:spacing w:after="80" w:line="300" w:lineRule="exact"/>
              <w:rPr>
                <w:rFonts w:ascii="Time New Roman" w:eastAsia="黑体" w:hAnsi="Time New Roman" w:hint="eastAsia"/>
                <w:sz w:val="28"/>
              </w:rPr>
            </w:pPr>
            <w:r w:rsidRPr="006428AB">
              <w:rPr>
                <w:rFonts w:ascii="宋体" w:eastAsia="黑体" w:hAnsi="宋体" w:cs="宋体" w:hint="eastAsia"/>
                <w:sz w:val="28"/>
              </w:rPr>
              <w:t>联</w:t>
            </w:r>
            <w:r w:rsidRPr="006428AB">
              <w:rPr>
                <w:rFonts w:ascii="Time New Roman" w:eastAsia="黑体" w:hAnsi="Time New Roman" w:hint="eastAsia"/>
                <w:sz w:val="28"/>
              </w:rPr>
              <w:t xml:space="preserve"> </w:t>
            </w:r>
            <w:r w:rsidRPr="006428AB">
              <w:rPr>
                <w:rFonts w:ascii="宋体" w:eastAsia="黑体" w:hAnsi="宋体" w:cs="宋体" w:hint="eastAsia"/>
                <w:sz w:val="28"/>
              </w:rPr>
              <w:t>合</w:t>
            </w:r>
            <w:r w:rsidRPr="006428AB">
              <w:rPr>
                <w:rFonts w:ascii="Time New Roman" w:eastAsia="黑体" w:hAnsi="Time New Roman" w:hint="eastAsia"/>
                <w:sz w:val="28"/>
              </w:rPr>
              <w:t xml:space="preserve"> </w:t>
            </w:r>
            <w:r w:rsidRPr="006428AB">
              <w:rPr>
                <w:rFonts w:ascii="宋体" w:eastAsia="黑体" w:hAnsi="宋体" w:cs="宋体" w:hint="eastAsia"/>
                <w:sz w:val="28"/>
              </w:rPr>
              <w:t>国</w:t>
            </w:r>
          </w:p>
        </w:tc>
        <w:tc>
          <w:tcPr>
            <w:tcW w:w="6086" w:type="dxa"/>
            <w:gridSpan w:val="2"/>
            <w:tcBorders>
              <w:bottom w:val="single" w:sz="4" w:space="0" w:color="auto"/>
            </w:tcBorders>
            <w:vAlign w:val="bottom"/>
          </w:tcPr>
          <w:p w:rsidR="00A1364C" w:rsidRPr="0011635B" w:rsidRDefault="005007F4" w:rsidP="005007F4">
            <w:pPr>
              <w:spacing w:line="240" w:lineRule="atLeast"/>
              <w:jc w:val="right"/>
              <w:rPr>
                <w:sz w:val="20"/>
                <w:szCs w:val="21"/>
              </w:rPr>
            </w:pPr>
            <w:r>
              <w:rPr>
                <w:sz w:val="40"/>
                <w:szCs w:val="21"/>
              </w:rPr>
              <w:t>A</w:t>
            </w:r>
            <w:r w:rsidR="0011635B">
              <w:rPr>
                <w:sz w:val="20"/>
                <w:szCs w:val="21"/>
              </w:rPr>
              <w:t>/</w:t>
            </w:r>
            <w:proofErr w:type="spellStart"/>
            <w:r>
              <w:rPr>
                <w:sz w:val="20"/>
                <w:szCs w:val="21"/>
              </w:rPr>
              <w:t>HRC</w:t>
            </w:r>
            <w:proofErr w:type="spellEnd"/>
            <w:r w:rsidR="0011635B">
              <w:rPr>
                <w:sz w:val="20"/>
                <w:szCs w:val="21"/>
              </w:rPr>
              <w:t>/</w:t>
            </w:r>
            <w:r>
              <w:rPr>
                <w:sz w:val="20"/>
                <w:szCs w:val="21"/>
              </w:rPr>
              <w:t>AC</w:t>
            </w:r>
            <w:r w:rsidR="0011635B">
              <w:rPr>
                <w:sz w:val="20"/>
                <w:szCs w:val="21"/>
              </w:rPr>
              <w:t>/</w:t>
            </w:r>
            <w:r>
              <w:rPr>
                <w:sz w:val="20"/>
                <w:szCs w:val="21"/>
              </w:rPr>
              <w:t>15</w:t>
            </w:r>
            <w:r w:rsidR="0011635B">
              <w:rPr>
                <w:sz w:val="20"/>
                <w:szCs w:val="21"/>
              </w:rPr>
              <w:t>/</w:t>
            </w:r>
            <w:r>
              <w:rPr>
                <w:sz w:val="20"/>
                <w:szCs w:val="21"/>
              </w:rPr>
              <w:t>1</w:t>
            </w:r>
            <w:r w:rsidR="0011635B">
              <w:rPr>
                <w:sz w:val="20"/>
                <w:szCs w:val="21"/>
              </w:rPr>
              <w:t>/</w:t>
            </w:r>
            <w:proofErr w:type="spellStart"/>
            <w:r>
              <w:rPr>
                <w:sz w:val="20"/>
                <w:szCs w:val="21"/>
              </w:rPr>
              <w:t>Add</w:t>
            </w:r>
            <w:r w:rsidR="0011635B">
              <w:rPr>
                <w:sz w:val="20"/>
                <w:szCs w:val="21"/>
              </w:rPr>
              <w:t>.</w:t>
            </w:r>
            <w:r>
              <w:rPr>
                <w:sz w:val="20"/>
                <w:szCs w:val="21"/>
              </w:rPr>
              <w:t>1</w:t>
            </w:r>
            <w:proofErr w:type="spellEnd"/>
          </w:p>
        </w:tc>
      </w:tr>
      <w:tr w:rsidR="00A1364C" w:rsidRPr="00F124C6" w:rsidTr="005007F4">
        <w:trPr>
          <w:trHeight w:hRule="exact" w:val="2835"/>
        </w:trPr>
        <w:tc>
          <w:tcPr>
            <w:tcW w:w="1280" w:type="dxa"/>
            <w:tcBorders>
              <w:top w:val="single" w:sz="4" w:space="0" w:color="auto"/>
              <w:bottom w:val="single" w:sz="12" w:space="0" w:color="auto"/>
            </w:tcBorders>
          </w:tcPr>
          <w:p w:rsidR="00A1364C" w:rsidRPr="00F124C6" w:rsidRDefault="00A1364C" w:rsidP="005007F4">
            <w:pPr>
              <w:spacing w:line="120" w:lineRule="atLeast"/>
              <w:rPr>
                <w:sz w:val="10"/>
                <w:szCs w:val="10"/>
              </w:rPr>
            </w:pPr>
          </w:p>
          <w:p w:rsidR="00A1364C" w:rsidRPr="00F124C6" w:rsidRDefault="00A1364C" w:rsidP="005007F4">
            <w:pPr>
              <w:spacing w:line="120" w:lineRule="atLeast"/>
              <w:rPr>
                <w:sz w:val="10"/>
                <w:szCs w:val="10"/>
              </w:rPr>
            </w:pPr>
            <w:r>
              <w:rPr>
                <w:rFonts w:hint="eastAsia"/>
                <w:noProof/>
                <w:snapToGrid/>
              </w:rPr>
              <w:drawing>
                <wp:inline distT="0" distB="0" distL="0" distR="0" wp14:anchorId="13A4C207" wp14:editId="32B44EED">
                  <wp:extent cx="712470" cy="591820"/>
                  <wp:effectExtent l="0" t="0" r="0" b="0"/>
                  <wp:docPr id="1" name="图片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9182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A1364C" w:rsidRPr="006428AB" w:rsidRDefault="00A1364C" w:rsidP="005007F4">
            <w:pPr>
              <w:spacing w:before="240" w:line="420" w:lineRule="exact"/>
              <w:rPr>
                <w:rFonts w:ascii="Time New Roman" w:eastAsia="黑体" w:hAnsi="Time New Roman" w:hint="eastAsia"/>
                <w:sz w:val="40"/>
                <w:szCs w:val="40"/>
              </w:rPr>
            </w:pPr>
            <w:r w:rsidRPr="006428AB">
              <w:rPr>
                <w:rFonts w:ascii="宋体" w:eastAsia="黑体" w:hAnsi="宋体" w:cs="宋体" w:hint="eastAsia"/>
                <w:sz w:val="40"/>
                <w:szCs w:val="40"/>
              </w:rPr>
              <w:t>大</w:t>
            </w:r>
            <w:r w:rsidRPr="006428AB">
              <w:rPr>
                <w:rFonts w:ascii="Time New Roman" w:eastAsia="黑体" w:hAnsi="Time New Roman" w:hint="eastAsia"/>
                <w:sz w:val="40"/>
                <w:szCs w:val="40"/>
              </w:rPr>
              <w:t xml:space="preserve">  </w:t>
            </w:r>
            <w:r w:rsidRPr="006428AB">
              <w:rPr>
                <w:rFonts w:ascii="宋体" w:eastAsia="黑体" w:hAnsi="宋体" w:cs="宋体" w:hint="eastAsia"/>
                <w:sz w:val="40"/>
                <w:szCs w:val="40"/>
              </w:rPr>
              <w:t>会</w:t>
            </w:r>
          </w:p>
        </w:tc>
        <w:tc>
          <w:tcPr>
            <w:tcW w:w="2819" w:type="dxa"/>
            <w:tcBorders>
              <w:top w:val="single" w:sz="4" w:space="0" w:color="auto"/>
              <w:bottom w:val="single" w:sz="12" w:space="0" w:color="auto"/>
            </w:tcBorders>
          </w:tcPr>
          <w:p w:rsidR="00A1364C" w:rsidRPr="00F124C6" w:rsidRDefault="005007F4" w:rsidP="005007F4">
            <w:pPr>
              <w:spacing w:before="240" w:line="240" w:lineRule="atLeast"/>
              <w:rPr>
                <w:sz w:val="20"/>
              </w:rPr>
            </w:pPr>
            <w:r>
              <w:rPr>
                <w:sz w:val="20"/>
              </w:rPr>
              <w:t>Distr</w:t>
            </w:r>
            <w:r w:rsidR="0011635B">
              <w:rPr>
                <w:sz w:val="20"/>
              </w:rPr>
              <w:t xml:space="preserve">.: </w:t>
            </w:r>
            <w:r>
              <w:rPr>
                <w:sz w:val="20"/>
              </w:rPr>
              <w:t>General</w:t>
            </w:r>
          </w:p>
          <w:p w:rsidR="00A1364C" w:rsidRPr="00F124C6" w:rsidRDefault="005007F4" w:rsidP="005007F4">
            <w:pPr>
              <w:spacing w:line="240" w:lineRule="atLeast"/>
              <w:rPr>
                <w:sz w:val="20"/>
              </w:rPr>
            </w:pPr>
            <w:r>
              <w:rPr>
                <w:rFonts w:hint="eastAsia"/>
                <w:sz w:val="20"/>
              </w:rPr>
              <w:t>27</w:t>
            </w:r>
            <w:r w:rsidR="0011635B">
              <w:rPr>
                <w:rFonts w:hint="eastAsia"/>
                <w:sz w:val="20"/>
              </w:rPr>
              <w:t xml:space="preserve"> </w:t>
            </w:r>
            <w:r>
              <w:rPr>
                <w:sz w:val="20"/>
              </w:rPr>
              <w:t>May</w:t>
            </w:r>
            <w:r w:rsidR="008B4347">
              <w:rPr>
                <w:sz w:val="20"/>
              </w:rPr>
              <w:t xml:space="preserve"> </w:t>
            </w:r>
            <w:r>
              <w:rPr>
                <w:sz w:val="20"/>
              </w:rPr>
              <w:t>2</w:t>
            </w:r>
            <w:r w:rsidR="008B4347">
              <w:rPr>
                <w:sz w:val="20"/>
              </w:rPr>
              <w:t>0</w:t>
            </w:r>
            <w:r>
              <w:rPr>
                <w:sz w:val="20"/>
              </w:rPr>
              <w:t>1</w:t>
            </w:r>
            <w:r>
              <w:rPr>
                <w:rFonts w:hint="eastAsia"/>
                <w:sz w:val="20"/>
              </w:rPr>
              <w:t>5</w:t>
            </w:r>
          </w:p>
          <w:p w:rsidR="00A1364C" w:rsidRPr="00F124C6" w:rsidRDefault="005007F4" w:rsidP="005007F4">
            <w:pPr>
              <w:spacing w:line="240" w:lineRule="atLeast"/>
              <w:rPr>
                <w:sz w:val="20"/>
              </w:rPr>
            </w:pPr>
            <w:r>
              <w:rPr>
                <w:sz w:val="20"/>
              </w:rPr>
              <w:t>Chinese</w:t>
            </w:r>
            <w:r w:rsidR="00A1364C" w:rsidRPr="00F124C6">
              <w:rPr>
                <w:sz w:val="20"/>
              </w:rPr>
              <w:t xml:space="preserve"> </w:t>
            </w:r>
          </w:p>
          <w:p w:rsidR="00A1364C" w:rsidRPr="00F124C6" w:rsidRDefault="005007F4" w:rsidP="005007F4">
            <w:pPr>
              <w:spacing w:line="240" w:lineRule="atLeast"/>
            </w:pPr>
            <w:r>
              <w:rPr>
                <w:sz w:val="20"/>
              </w:rPr>
              <w:t>Original:</w:t>
            </w:r>
            <w:r w:rsidR="0011635B">
              <w:rPr>
                <w:sz w:val="20"/>
              </w:rPr>
              <w:t xml:space="preserve"> </w:t>
            </w:r>
            <w:r>
              <w:rPr>
                <w:sz w:val="20"/>
              </w:rPr>
              <w:t>English</w:t>
            </w:r>
          </w:p>
        </w:tc>
      </w:tr>
    </w:tbl>
    <w:p w:rsidR="0011635B" w:rsidRDefault="0011635B" w:rsidP="00C7253F">
      <w:pPr>
        <w:spacing w:before="120"/>
        <w:rPr>
          <w:rFonts w:eastAsia="黑体"/>
          <w:sz w:val="24"/>
          <w:szCs w:val="24"/>
          <w:lang w:val="fr-CH"/>
        </w:rPr>
      </w:pPr>
      <w:r>
        <w:rPr>
          <w:rFonts w:eastAsia="黑体" w:hint="eastAsia"/>
          <w:sz w:val="24"/>
          <w:szCs w:val="24"/>
          <w:lang w:val="fr-CH"/>
        </w:rPr>
        <w:t>人权理事会</w:t>
      </w:r>
    </w:p>
    <w:p w:rsidR="0011635B" w:rsidRPr="0011635B" w:rsidRDefault="0011635B" w:rsidP="0011635B">
      <w:pPr>
        <w:rPr>
          <w:rFonts w:eastAsia="黑体" w:hint="eastAsia"/>
          <w:szCs w:val="21"/>
          <w:lang w:val="fr-CH"/>
        </w:rPr>
      </w:pPr>
      <w:r w:rsidRPr="0011635B">
        <w:rPr>
          <w:rFonts w:eastAsia="黑体" w:hint="eastAsia"/>
          <w:szCs w:val="21"/>
          <w:lang w:val="fr-CH"/>
        </w:rPr>
        <w:t>咨询委员会</w:t>
      </w:r>
    </w:p>
    <w:p w:rsidR="0011635B" w:rsidRDefault="0011635B" w:rsidP="0011635B">
      <w:pPr>
        <w:rPr>
          <w:rFonts w:eastAsia="黑体"/>
          <w:szCs w:val="21"/>
          <w:lang w:val="fr-CH"/>
        </w:rPr>
      </w:pPr>
      <w:r w:rsidRPr="0011635B">
        <w:rPr>
          <w:rFonts w:eastAsia="黑体" w:hint="eastAsia"/>
          <w:szCs w:val="21"/>
          <w:lang w:val="fr-CH"/>
        </w:rPr>
        <w:t>第十五届会议</w:t>
      </w:r>
    </w:p>
    <w:p w:rsidR="0011635B" w:rsidRPr="0011635B" w:rsidRDefault="005007F4" w:rsidP="0011635B">
      <w:pPr>
        <w:rPr>
          <w:rFonts w:hint="eastAsia"/>
          <w:szCs w:val="21"/>
          <w:lang w:val="fr-CH"/>
        </w:rPr>
      </w:pPr>
      <w:r>
        <w:rPr>
          <w:rFonts w:hint="eastAsia"/>
          <w:szCs w:val="21"/>
          <w:lang w:val="fr-CH"/>
        </w:rPr>
        <w:t>2</w:t>
      </w:r>
      <w:r w:rsidR="0011635B" w:rsidRPr="0011635B">
        <w:rPr>
          <w:rFonts w:hint="eastAsia"/>
          <w:szCs w:val="21"/>
          <w:lang w:val="fr-CH"/>
        </w:rPr>
        <w:t>0</w:t>
      </w:r>
      <w:r>
        <w:rPr>
          <w:rFonts w:hint="eastAsia"/>
          <w:szCs w:val="21"/>
          <w:lang w:val="fr-CH"/>
        </w:rPr>
        <w:t>15</w:t>
      </w:r>
      <w:r w:rsidR="0011635B" w:rsidRPr="0011635B">
        <w:rPr>
          <w:rFonts w:hint="eastAsia"/>
          <w:szCs w:val="21"/>
          <w:lang w:val="fr-CH"/>
        </w:rPr>
        <w:t>年</w:t>
      </w:r>
      <w:r>
        <w:rPr>
          <w:rFonts w:hint="eastAsia"/>
          <w:szCs w:val="21"/>
          <w:lang w:val="fr-CH"/>
        </w:rPr>
        <w:t>8</w:t>
      </w:r>
      <w:r w:rsidR="0011635B" w:rsidRPr="0011635B">
        <w:rPr>
          <w:rFonts w:hint="eastAsia"/>
          <w:szCs w:val="21"/>
          <w:lang w:val="fr-CH"/>
        </w:rPr>
        <w:t>月</w:t>
      </w:r>
      <w:r>
        <w:rPr>
          <w:rFonts w:hint="eastAsia"/>
          <w:szCs w:val="21"/>
          <w:lang w:val="fr-CH"/>
        </w:rPr>
        <w:t>1</w:t>
      </w:r>
      <w:r w:rsidR="0011635B" w:rsidRPr="0011635B">
        <w:rPr>
          <w:rFonts w:hint="eastAsia"/>
          <w:szCs w:val="21"/>
          <w:lang w:val="fr-CH"/>
        </w:rPr>
        <w:t>0</w:t>
      </w:r>
      <w:r w:rsidR="0011635B" w:rsidRPr="0011635B">
        <w:rPr>
          <w:rFonts w:hint="eastAsia"/>
          <w:szCs w:val="21"/>
          <w:lang w:val="fr-CH"/>
        </w:rPr>
        <w:t>日至</w:t>
      </w:r>
      <w:r>
        <w:rPr>
          <w:rFonts w:hint="eastAsia"/>
          <w:szCs w:val="21"/>
          <w:lang w:val="fr-CH"/>
        </w:rPr>
        <w:t>14</w:t>
      </w:r>
      <w:r w:rsidR="0011635B" w:rsidRPr="0011635B">
        <w:rPr>
          <w:rFonts w:hint="eastAsia"/>
          <w:szCs w:val="21"/>
          <w:lang w:val="fr-CH"/>
        </w:rPr>
        <w:t>日</w:t>
      </w:r>
    </w:p>
    <w:p w:rsidR="0011635B" w:rsidRDefault="0011635B" w:rsidP="0011635B">
      <w:pPr>
        <w:rPr>
          <w:szCs w:val="21"/>
          <w:lang w:val="fr-CH"/>
        </w:rPr>
      </w:pPr>
      <w:r w:rsidRPr="0011635B">
        <w:rPr>
          <w:rFonts w:hint="eastAsia"/>
          <w:szCs w:val="21"/>
          <w:lang w:val="fr-CH"/>
        </w:rPr>
        <w:t>临时议程项目</w:t>
      </w:r>
      <w:r w:rsidR="002A0AAE">
        <w:rPr>
          <w:rFonts w:hint="eastAsia"/>
          <w:szCs w:val="21"/>
          <w:lang w:val="fr-CH"/>
        </w:rPr>
        <w:t>1</w:t>
      </w:r>
    </w:p>
    <w:p w:rsidR="0011635B" w:rsidRDefault="00366744" w:rsidP="00B02F91">
      <w:pPr>
        <w:rPr>
          <w:rFonts w:eastAsia="黑体" w:hint="eastAsia"/>
          <w:lang w:val="fr-CH"/>
        </w:rPr>
      </w:pPr>
      <w:r>
        <w:rPr>
          <w:rFonts w:eastAsia="黑体" w:hint="eastAsia"/>
          <w:lang w:val="fr-CH"/>
        </w:rPr>
        <w:t>通过议程和安排</w:t>
      </w:r>
      <w:r w:rsidR="00B02F91">
        <w:rPr>
          <w:rFonts w:eastAsia="黑体" w:hint="eastAsia"/>
          <w:lang w:val="fr-CH"/>
        </w:rPr>
        <w:t>工作</w:t>
      </w:r>
    </w:p>
    <w:p w:rsidR="0011635B" w:rsidRDefault="0011635B" w:rsidP="00C7253F">
      <w:pPr>
        <w:rPr>
          <w:rFonts w:eastAsia="黑体"/>
          <w:lang w:val="fr-CH"/>
        </w:rPr>
      </w:pPr>
    </w:p>
    <w:p w:rsidR="0011635B" w:rsidRPr="0011635B" w:rsidRDefault="0011635B" w:rsidP="0011635B">
      <w:pPr>
        <w:pStyle w:val="HMGC"/>
        <w:rPr>
          <w:rFonts w:hint="eastAsia"/>
          <w:lang w:val="en-GB"/>
        </w:rPr>
      </w:pPr>
      <w:r w:rsidRPr="0011635B">
        <w:rPr>
          <w:rFonts w:hint="eastAsia"/>
          <w:lang w:val="en-GB"/>
        </w:rPr>
        <w:tab/>
      </w:r>
      <w:r>
        <w:rPr>
          <w:rFonts w:hint="eastAsia"/>
          <w:lang w:val="en-GB"/>
        </w:rPr>
        <w:tab/>
      </w:r>
      <w:r w:rsidRPr="0011635B">
        <w:rPr>
          <w:rFonts w:hint="eastAsia"/>
          <w:lang w:val="en-GB"/>
        </w:rPr>
        <w:t>附加说明的临时议程</w:t>
      </w:r>
    </w:p>
    <w:p w:rsidR="0011635B" w:rsidRDefault="0011635B" w:rsidP="0011635B">
      <w:pPr>
        <w:pStyle w:val="HChGC"/>
        <w:rPr>
          <w:rFonts w:hint="eastAsia"/>
          <w:lang w:val="en-GB"/>
        </w:rPr>
      </w:pPr>
      <w:r w:rsidRPr="0011635B">
        <w:rPr>
          <w:rFonts w:hint="eastAsia"/>
          <w:lang w:val="en-GB"/>
        </w:rPr>
        <w:tab/>
      </w:r>
      <w:r w:rsidRPr="0011635B">
        <w:rPr>
          <w:rFonts w:hint="eastAsia"/>
          <w:lang w:val="en-GB"/>
        </w:rPr>
        <w:tab/>
      </w:r>
      <w:r w:rsidRPr="0011635B">
        <w:rPr>
          <w:rFonts w:hint="eastAsia"/>
          <w:lang w:val="en-GB"/>
        </w:rPr>
        <w:t>秘书长的说明</w:t>
      </w:r>
    </w:p>
    <w:p w:rsidR="0011635B" w:rsidRDefault="0011635B" w:rsidP="0011635B">
      <w:pPr>
        <w:rPr>
          <w:rFonts w:hint="eastAsia"/>
          <w:lang w:val="en-GB"/>
        </w:rPr>
      </w:pPr>
    </w:p>
    <w:p w:rsidR="0011635B" w:rsidRDefault="0011635B">
      <w:pPr>
        <w:tabs>
          <w:tab w:val="clear" w:pos="431"/>
        </w:tabs>
        <w:overflowPunct/>
        <w:adjustRightInd/>
        <w:snapToGrid/>
        <w:spacing w:line="240" w:lineRule="auto"/>
        <w:jc w:val="left"/>
        <w:rPr>
          <w:lang w:val="en-GB"/>
        </w:rPr>
      </w:pPr>
      <w:r>
        <w:rPr>
          <w:lang w:val="en-GB"/>
        </w:rPr>
        <w:br w:type="page"/>
      </w:r>
    </w:p>
    <w:p w:rsidR="0011635B" w:rsidRPr="0011635B" w:rsidRDefault="005007F4" w:rsidP="003D08C1">
      <w:pPr>
        <w:pStyle w:val="SingleTxtGC"/>
      </w:pPr>
      <w:r>
        <w:t>1</w:t>
      </w:r>
      <w:r w:rsidR="0011635B" w:rsidRPr="0011635B">
        <w:t>.</w:t>
      </w:r>
      <w:r w:rsidR="0011635B" w:rsidRPr="0011635B">
        <w:tab/>
      </w:r>
      <w:r w:rsidR="0011635B" w:rsidRPr="0011635B">
        <w:t>根据人权理事会第</w:t>
      </w:r>
      <w:r>
        <w:t>16</w:t>
      </w:r>
      <w:r w:rsidR="0011635B" w:rsidRPr="0011635B">
        <w:t>/</w:t>
      </w:r>
      <w:r>
        <w:t>21</w:t>
      </w:r>
      <w:r w:rsidR="0011635B" w:rsidRPr="0011635B">
        <w:t>号决议附件第</w:t>
      </w:r>
      <w:r>
        <w:t>37</w:t>
      </w:r>
      <w:r w:rsidR="0011635B" w:rsidRPr="0011635B">
        <w:t>段，咨询委员会第一届年度会议在理事会的</w:t>
      </w:r>
      <w:r>
        <w:t>3</w:t>
      </w:r>
      <w:r w:rsidR="0011635B" w:rsidRPr="0011635B">
        <w:t>月届会之前举行，第二届年度会议在</w:t>
      </w:r>
      <w:r>
        <w:t>8</w:t>
      </w:r>
      <w:r w:rsidR="0011635B" w:rsidRPr="0011635B">
        <w:t>月举行。因此，咨询委员会将于</w:t>
      </w:r>
      <w:r>
        <w:t>2</w:t>
      </w:r>
      <w:r w:rsidR="0011635B" w:rsidRPr="0011635B">
        <w:t>0</w:t>
      </w:r>
      <w:r>
        <w:t>15</w:t>
      </w:r>
      <w:r w:rsidR="0011635B" w:rsidRPr="0011635B">
        <w:t>年</w:t>
      </w:r>
      <w:r>
        <w:t>8</w:t>
      </w:r>
      <w:r w:rsidR="0011635B" w:rsidRPr="0011635B">
        <w:t>月</w:t>
      </w:r>
      <w:r>
        <w:t>1</w:t>
      </w:r>
      <w:r w:rsidR="0011635B" w:rsidRPr="0011635B">
        <w:t>0</w:t>
      </w:r>
      <w:r w:rsidR="0011635B" w:rsidRPr="0011635B">
        <w:t>日至</w:t>
      </w:r>
      <w:r>
        <w:t>14</w:t>
      </w:r>
      <w:r w:rsidR="0011635B" w:rsidRPr="0011635B">
        <w:t>日举行第十五届会议。</w:t>
      </w:r>
    </w:p>
    <w:p w:rsidR="0011635B" w:rsidRPr="0011635B" w:rsidRDefault="005007F4" w:rsidP="003D08C1">
      <w:pPr>
        <w:pStyle w:val="SingleTxtGC"/>
      </w:pPr>
      <w:r>
        <w:t>2</w:t>
      </w:r>
      <w:r w:rsidR="0011635B" w:rsidRPr="0011635B">
        <w:t>.</w:t>
      </w:r>
      <w:r w:rsidR="0011635B" w:rsidRPr="0011635B">
        <w:tab/>
      </w:r>
      <w:r w:rsidR="0011635B" w:rsidRPr="0011635B">
        <w:t>此外，根据第</w:t>
      </w:r>
      <w:r>
        <w:t>16</w:t>
      </w:r>
      <w:r w:rsidR="0011635B" w:rsidRPr="0011635B">
        <w:t>/</w:t>
      </w:r>
      <w:r>
        <w:t>21</w:t>
      </w:r>
      <w:r w:rsidR="0011635B" w:rsidRPr="0011635B">
        <w:t>号决议附件第</w:t>
      </w:r>
      <w:r>
        <w:t>38</w:t>
      </w:r>
      <w:r w:rsidR="0011635B" w:rsidRPr="0011635B">
        <w:t>段，将向理事会</w:t>
      </w:r>
      <w:r>
        <w:t>9</w:t>
      </w:r>
      <w:r w:rsidR="0011635B" w:rsidRPr="0011635B">
        <w:t>月届会提交咨询委员会的年度报告，并就该报告与委员会主席进行互动对话。因此，理事会第三十届会议将审议咨询委员会第十四和第十五届会议的报告。</w:t>
      </w:r>
    </w:p>
    <w:p w:rsidR="0011635B" w:rsidRPr="0011635B" w:rsidRDefault="005007F4" w:rsidP="003D08C1">
      <w:pPr>
        <w:pStyle w:val="SingleTxtGC"/>
      </w:pPr>
      <w:r>
        <w:t>3</w:t>
      </w:r>
      <w:r w:rsidR="0011635B" w:rsidRPr="0011635B">
        <w:t>.</w:t>
      </w:r>
      <w:r w:rsidR="0011635B" w:rsidRPr="0011635B">
        <w:tab/>
      </w:r>
      <w:r w:rsidR="0011635B" w:rsidRPr="0011635B">
        <w:t>人权理事会在第</w:t>
      </w:r>
      <w:r>
        <w:t>18</w:t>
      </w:r>
      <w:r w:rsidR="0011635B" w:rsidRPr="0011635B">
        <w:t>/</w:t>
      </w:r>
      <w:r>
        <w:t>121</w:t>
      </w:r>
      <w:r w:rsidR="0011635B" w:rsidRPr="0011635B">
        <w:t>号决定中，决定咨询委员会的周期应调整为</w:t>
      </w:r>
      <w:r>
        <w:t>1</w:t>
      </w:r>
      <w:r w:rsidR="0011635B" w:rsidRPr="0011635B">
        <w:t>0</w:t>
      </w:r>
      <w:r w:rsidR="0011635B" w:rsidRPr="0011635B">
        <w:t>月</w:t>
      </w:r>
      <w:r>
        <w:t>1</w:t>
      </w:r>
      <w:r w:rsidR="0011635B" w:rsidRPr="0011635B">
        <w:t>日至</w:t>
      </w:r>
      <w:r>
        <w:t>9</w:t>
      </w:r>
      <w:r w:rsidR="0011635B" w:rsidRPr="0011635B">
        <w:t>月</w:t>
      </w:r>
      <w:r>
        <w:t>3</w:t>
      </w:r>
      <w:r w:rsidR="0011635B" w:rsidRPr="0011635B">
        <w:t>0</w:t>
      </w:r>
      <w:r w:rsidR="0011635B" w:rsidRPr="0011635B">
        <w:t>日。因此，成员的任期将于每年</w:t>
      </w:r>
      <w:r>
        <w:t>9</w:t>
      </w:r>
      <w:r w:rsidR="0011635B" w:rsidRPr="0011635B">
        <w:t>月</w:t>
      </w:r>
      <w:r>
        <w:t>3</w:t>
      </w:r>
      <w:r w:rsidR="0011635B" w:rsidRPr="0011635B">
        <w:t>0</w:t>
      </w:r>
      <w:r w:rsidR="0011635B" w:rsidRPr="0011635B">
        <w:t>日届满。</w:t>
      </w:r>
    </w:p>
    <w:p w:rsidR="0011635B" w:rsidRPr="0011635B" w:rsidRDefault="0011635B" w:rsidP="00145B9E">
      <w:pPr>
        <w:pStyle w:val="HChGC"/>
      </w:pPr>
      <w:r w:rsidRPr="0011635B">
        <w:tab/>
      </w:r>
      <w:r w:rsidRPr="0011635B">
        <w:tab/>
      </w:r>
      <w:r w:rsidRPr="0011635B">
        <w:t>项目</w:t>
      </w:r>
      <w:r w:rsidR="005007F4">
        <w:t>1</w:t>
      </w:r>
      <w:r w:rsidRPr="0011635B">
        <w:br/>
      </w:r>
      <w:r w:rsidRPr="0011635B">
        <w:t>通过议程和安排工作</w:t>
      </w:r>
    </w:p>
    <w:p w:rsidR="0011635B" w:rsidRPr="0011635B" w:rsidRDefault="0011635B" w:rsidP="00145B9E">
      <w:pPr>
        <w:pStyle w:val="H1GC"/>
      </w:pPr>
      <w:r w:rsidRPr="0011635B">
        <w:tab/>
      </w:r>
      <w:r w:rsidRPr="0011635B">
        <w:tab/>
      </w:r>
      <w:r w:rsidRPr="0011635B">
        <w:t>通过议程</w:t>
      </w:r>
    </w:p>
    <w:p w:rsidR="0011635B" w:rsidRPr="0011635B" w:rsidRDefault="005007F4" w:rsidP="0011635B">
      <w:pPr>
        <w:pStyle w:val="SingleTxtGC"/>
      </w:pPr>
      <w:r w:rsidRPr="003D08C1">
        <w:t>4</w:t>
      </w:r>
      <w:r w:rsidR="0011635B" w:rsidRPr="003D08C1">
        <w:t>.</w:t>
      </w:r>
      <w:r w:rsidR="0011635B" w:rsidRPr="003D08C1">
        <w:tab/>
      </w:r>
      <w:r w:rsidR="0011635B" w:rsidRPr="003D08C1">
        <w:t>咨询委员会将收到秘书长提议的临时议程</w:t>
      </w:r>
      <w:r w:rsidR="0011635B" w:rsidRPr="003D08C1">
        <w:t>(</w:t>
      </w:r>
      <w:r w:rsidRPr="003D08C1">
        <w:t>A</w:t>
      </w:r>
      <w:r w:rsidR="0011635B" w:rsidRPr="003D08C1">
        <w:t>/</w:t>
      </w:r>
      <w:proofErr w:type="spellStart"/>
      <w:r w:rsidRPr="003D08C1">
        <w:t>HRC</w:t>
      </w:r>
      <w:proofErr w:type="spellEnd"/>
      <w:r w:rsidR="0011635B" w:rsidRPr="003D08C1">
        <w:t>/</w:t>
      </w:r>
      <w:r w:rsidRPr="003D08C1">
        <w:t>AC</w:t>
      </w:r>
      <w:r w:rsidR="0011635B" w:rsidRPr="003D08C1">
        <w:t>/</w:t>
      </w:r>
      <w:r w:rsidRPr="003D08C1">
        <w:t>15</w:t>
      </w:r>
      <w:r w:rsidR="0011635B" w:rsidRPr="003D08C1">
        <w:t>/</w:t>
      </w:r>
      <w:r w:rsidRPr="003D08C1">
        <w:t>1</w:t>
      </w:r>
      <w:r w:rsidR="0011635B" w:rsidRPr="003D08C1">
        <w:t>)</w:t>
      </w:r>
      <w:r w:rsidR="0011635B" w:rsidRPr="003D08C1">
        <w:t>以及关于临时议程所列项目的本议程说明</w:t>
      </w:r>
      <w:r w:rsidR="0011635B" w:rsidRPr="0011635B">
        <w:t>。</w:t>
      </w:r>
    </w:p>
    <w:p w:rsidR="0011635B" w:rsidRPr="0011635B" w:rsidRDefault="0011635B" w:rsidP="00145B9E">
      <w:pPr>
        <w:pStyle w:val="H1GC"/>
      </w:pPr>
      <w:r w:rsidRPr="0011635B">
        <w:tab/>
      </w:r>
      <w:r w:rsidRPr="0011635B">
        <w:tab/>
      </w:r>
      <w:r w:rsidRPr="0011635B">
        <w:t>安排工作</w:t>
      </w:r>
    </w:p>
    <w:p w:rsidR="00624BB7" w:rsidRPr="0011635B" w:rsidRDefault="005007F4" w:rsidP="00624BB7">
      <w:pPr>
        <w:pStyle w:val="SingleTxtGC"/>
      </w:pPr>
      <w:r>
        <w:t>5</w:t>
      </w:r>
      <w:r w:rsidR="0011635B" w:rsidRPr="0011635B">
        <w:t>.</w:t>
      </w:r>
      <w:r w:rsidR="0011635B" w:rsidRPr="0011635B">
        <w:tab/>
      </w:r>
      <w:r w:rsidR="0011635B" w:rsidRPr="0011635B">
        <w:t>大会议事规则第</w:t>
      </w:r>
      <w:r>
        <w:t>99</w:t>
      </w:r>
      <w:r w:rsidR="0011635B" w:rsidRPr="0011635B">
        <w:t>条规定：每个委员会</w:t>
      </w:r>
      <w:r>
        <w:rPr>
          <w:rFonts w:hint="eastAsia"/>
        </w:rPr>
        <w:t>“</w:t>
      </w:r>
      <w:r w:rsidR="0011635B" w:rsidRPr="0011635B">
        <w:t>应于每届会议开始时通过工作计划，尽可能订出结束工作的预期日期、审议各项目的大约日期以及对每个项目拟分配的会议次数</w:t>
      </w:r>
      <w:r>
        <w:rPr>
          <w:rFonts w:hint="eastAsia"/>
        </w:rPr>
        <w:t>”</w:t>
      </w:r>
      <w:r w:rsidR="0011635B" w:rsidRPr="0011635B">
        <w:t>(</w:t>
      </w:r>
      <w:r>
        <w:t>A</w:t>
      </w:r>
      <w:r w:rsidR="0011635B" w:rsidRPr="0011635B">
        <w:t>/</w:t>
      </w:r>
      <w:r>
        <w:t>52</w:t>
      </w:r>
      <w:r w:rsidR="0011635B" w:rsidRPr="0011635B">
        <w:t>0/</w:t>
      </w:r>
      <w:proofErr w:type="spellStart"/>
      <w:r>
        <w:t>Rev</w:t>
      </w:r>
      <w:r w:rsidR="0011635B" w:rsidRPr="0011635B">
        <w:t>.</w:t>
      </w:r>
      <w:r>
        <w:t>17</w:t>
      </w:r>
      <w:proofErr w:type="spellEnd"/>
      <w:r w:rsidR="0011635B" w:rsidRPr="0011635B">
        <w:t>)</w:t>
      </w:r>
      <w:r w:rsidR="0011635B" w:rsidRPr="0011635B">
        <w:t>。因此，咨询委员会将收到秘书处草拟的一份时间表供其审议核可，其中说明第十五届会议每个议程项目</w:t>
      </w:r>
      <w:r w:rsidR="0011635B" w:rsidRPr="0011635B">
        <w:t>/</w:t>
      </w:r>
      <w:r w:rsidR="0011635B" w:rsidRPr="0011635B">
        <w:t>会议工作方案内容的先后次序和会议时间分配情况。</w:t>
      </w:r>
    </w:p>
    <w:p w:rsidR="0011635B" w:rsidRPr="0011635B" w:rsidRDefault="0011635B" w:rsidP="00145B9E">
      <w:pPr>
        <w:pStyle w:val="H1GC"/>
        <w:rPr>
          <w:rFonts w:eastAsia="宋体"/>
        </w:rPr>
      </w:pPr>
      <w:r w:rsidRPr="0011635B">
        <w:rPr>
          <w:rFonts w:eastAsia="宋体"/>
        </w:rPr>
        <w:tab/>
      </w:r>
      <w:r w:rsidRPr="0011635B">
        <w:rPr>
          <w:rFonts w:eastAsia="宋体"/>
        </w:rPr>
        <w:tab/>
      </w:r>
      <w:r w:rsidRPr="0011635B">
        <w:rPr>
          <w:rFonts w:eastAsia="宋体"/>
        </w:rPr>
        <w:t>咨询</w:t>
      </w:r>
      <w:r w:rsidRPr="00145B9E">
        <w:t>委员会</w:t>
      </w:r>
      <w:r w:rsidRPr="0011635B">
        <w:rPr>
          <w:rFonts w:eastAsia="宋体"/>
        </w:rPr>
        <w:t>的人员组成</w:t>
      </w:r>
    </w:p>
    <w:p w:rsidR="0011635B" w:rsidRPr="0011635B" w:rsidRDefault="005007F4" w:rsidP="00687534">
      <w:pPr>
        <w:pStyle w:val="SingleTxtGC"/>
      </w:pPr>
      <w:r>
        <w:t>6</w:t>
      </w:r>
      <w:r w:rsidR="0011635B" w:rsidRPr="0011635B">
        <w:t>.</w:t>
      </w:r>
      <w:r w:rsidR="0011635B" w:rsidRPr="0011635B">
        <w:tab/>
      </w:r>
      <w:r w:rsidR="0011635B" w:rsidRPr="0011635B">
        <w:t>咨询委员会的人员组成和每位专家的任期情况如下</w:t>
      </w:r>
      <w:r w:rsidR="0011635B" w:rsidRPr="0011635B">
        <w:t>(</w:t>
      </w:r>
      <w:r w:rsidR="0011635B" w:rsidRPr="0011635B">
        <w:t>另见上文第</w:t>
      </w:r>
      <w:r>
        <w:t>3</w:t>
      </w:r>
      <w:r w:rsidR="0011635B" w:rsidRPr="0011635B">
        <w:t>段</w:t>
      </w:r>
      <w:r w:rsidR="0011635B" w:rsidRPr="0011635B">
        <w:t>)</w:t>
      </w:r>
      <w:r w:rsidR="0011635B" w:rsidRPr="0011635B">
        <w:t>：</w:t>
      </w:r>
      <w:r w:rsidR="00687534" w:rsidRPr="00687534">
        <w:rPr>
          <w:rStyle w:val="a7"/>
          <w:rFonts w:eastAsia="宋体"/>
          <w:vertAlign w:val="baseline"/>
        </w:rPr>
        <w:footnoteReference w:customMarkFollows="1" w:id="2"/>
        <w:t>*</w:t>
      </w:r>
      <w:r w:rsidR="00687534">
        <w:rPr>
          <w:rFonts w:hint="eastAsia"/>
          <w:szCs w:val="21"/>
        </w:rPr>
        <w:t xml:space="preserve"> </w:t>
      </w:r>
      <w:r w:rsidR="0011635B" w:rsidRPr="0011635B">
        <w:t>赛义德</w:t>
      </w:r>
      <w:r w:rsidR="00624BB7">
        <w:rPr>
          <w:rFonts w:hint="eastAsia"/>
        </w:rPr>
        <w:t>·</w:t>
      </w:r>
      <w:r w:rsidR="0011635B" w:rsidRPr="0011635B">
        <w:t>穆罕默德</w:t>
      </w:r>
      <w:r w:rsidR="00624BB7">
        <w:rPr>
          <w:rFonts w:hint="eastAsia"/>
        </w:rPr>
        <w:t>·</w:t>
      </w:r>
      <w:r w:rsidR="0011635B" w:rsidRPr="0011635B">
        <w:t>法伊哈尼</w:t>
      </w:r>
      <w:r w:rsidR="0011635B" w:rsidRPr="0011635B">
        <w:t>(</w:t>
      </w:r>
      <w:r w:rsidR="0011635B" w:rsidRPr="0011635B">
        <w:t>巴林，</w:t>
      </w:r>
      <w:r>
        <w:t>2</w:t>
      </w:r>
      <w:r w:rsidR="0011635B" w:rsidRPr="0011635B">
        <w:t>0</w:t>
      </w:r>
      <w:r>
        <w:t>15</w:t>
      </w:r>
      <w:r w:rsidR="0011635B" w:rsidRPr="0011635B">
        <w:t>年</w:t>
      </w:r>
      <w:r w:rsidR="0011635B" w:rsidRPr="0011635B">
        <w:t>)</w:t>
      </w:r>
      <w:r w:rsidR="0011635B" w:rsidRPr="0011635B">
        <w:t>、穆罕默德</w:t>
      </w:r>
      <w:r w:rsidR="00624BB7">
        <w:rPr>
          <w:rFonts w:hint="eastAsia"/>
        </w:rPr>
        <w:t>·</w:t>
      </w:r>
      <w:r w:rsidR="0011635B" w:rsidRPr="0011635B">
        <w:t>本纳尼</w:t>
      </w:r>
      <w:r w:rsidR="0011635B" w:rsidRPr="0011635B">
        <w:t>(</w:t>
      </w:r>
      <w:r w:rsidR="0011635B" w:rsidRPr="0011635B">
        <w:t>摩洛哥，</w:t>
      </w:r>
      <w:r>
        <w:t>2</w:t>
      </w:r>
      <w:r w:rsidR="0011635B" w:rsidRPr="0011635B">
        <w:t>0</w:t>
      </w:r>
      <w:r>
        <w:t>17</w:t>
      </w:r>
      <w:r w:rsidR="0011635B" w:rsidRPr="0011635B">
        <w:t>年</w:t>
      </w:r>
      <w:r w:rsidR="0011635B" w:rsidRPr="0011635B">
        <w:t>)</w:t>
      </w:r>
      <w:r w:rsidR="0011635B" w:rsidRPr="0011635B">
        <w:t>、劳伦斯</w:t>
      </w:r>
      <w:r w:rsidR="00624BB7">
        <w:rPr>
          <w:rFonts w:hint="eastAsia"/>
        </w:rPr>
        <w:t>·</w:t>
      </w:r>
      <w:r w:rsidR="0011635B" w:rsidRPr="0011635B">
        <w:t>布瓦松</w:t>
      </w:r>
      <w:r w:rsidR="00624BB7">
        <w:rPr>
          <w:rFonts w:hint="eastAsia"/>
        </w:rPr>
        <w:t>·</w:t>
      </w:r>
      <w:r w:rsidR="0011635B" w:rsidRPr="0011635B">
        <w:t>德沙祖尔内</w:t>
      </w:r>
      <w:r w:rsidR="0011635B" w:rsidRPr="0011635B">
        <w:t>(</w:t>
      </w:r>
      <w:r w:rsidR="0011635B" w:rsidRPr="0011635B">
        <w:t>法国，</w:t>
      </w:r>
      <w:r>
        <w:t>2</w:t>
      </w:r>
      <w:r w:rsidR="0011635B" w:rsidRPr="0011635B">
        <w:t>0</w:t>
      </w:r>
      <w:r>
        <w:t>17</w:t>
      </w:r>
      <w:r w:rsidR="0011635B" w:rsidRPr="0011635B">
        <w:t>年</w:t>
      </w:r>
      <w:r w:rsidR="0011635B" w:rsidRPr="0011635B">
        <w:t>)</w:t>
      </w:r>
      <w:r w:rsidR="0011635B" w:rsidRPr="0011635B">
        <w:t>、马里奥</w:t>
      </w:r>
      <w:r w:rsidR="00624BB7">
        <w:rPr>
          <w:rFonts w:hint="eastAsia"/>
        </w:rPr>
        <w:t>·</w:t>
      </w:r>
      <w:r w:rsidR="0011635B" w:rsidRPr="0011635B">
        <w:t>柳斯</w:t>
      </w:r>
      <w:r w:rsidR="00624BB7">
        <w:rPr>
          <w:rFonts w:hint="eastAsia"/>
        </w:rPr>
        <w:t>·</w:t>
      </w:r>
      <w:r w:rsidR="0011635B" w:rsidRPr="0011635B">
        <w:t>科廖拉诺</w:t>
      </w:r>
      <w:r w:rsidR="0011635B" w:rsidRPr="0011635B">
        <w:t>(</w:t>
      </w:r>
      <w:r w:rsidR="0011635B" w:rsidRPr="0011635B">
        <w:t>阿根廷，</w:t>
      </w:r>
      <w:r>
        <w:t>2</w:t>
      </w:r>
      <w:r w:rsidR="0011635B" w:rsidRPr="0011635B">
        <w:t>0</w:t>
      </w:r>
      <w:r>
        <w:t>15</w:t>
      </w:r>
      <w:r w:rsidR="0011635B" w:rsidRPr="0011635B">
        <w:t>年</w:t>
      </w:r>
      <w:r w:rsidR="0011635B" w:rsidRPr="0011635B">
        <w:t>)</w:t>
      </w:r>
      <w:r w:rsidR="0011635B" w:rsidRPr="0011635B">
        <w:t>、劳拉</w:t>
      </w:r>
      <w:r w:rsidR="00624BB7">
        <w:rPr>
          <w:rFonts w:hint="eastAsia"/>
        </w:rPr>
        <w:t>－</w:t>
      </w:r>
      <w:r w:rsidR="0011635B" w:rsidRPr="0011635B">
        <w:t>玛丽亚</w:t>
      </w:r>
      <w:r w:rsidR="00624BB7">
        <w:rPr>
          <w:rFonts w:hint="eastAsia"/>
        </w:rPr>
        <w:t>·</w:t>
      </w:r>
      <w:r w:rsidR="0011635B" w:rsidRPr="0011635B">
        <w:t>克勒丘内安</w:t>
      </w:r>
      <w:r w:rsidR="0011635B" w:rsidRPr="0011635B">
        <w:t>(</w:t>
      </w:r>
      <w:r w:rsidR="0011635B" w:rsidRPr="0011635B">
        <w:t>罗马尼亚，</w:t>
      </w:r>
      <w:r>
        <w:t>2</w:t>
      </w:r>
      <w:r w:rsidR="0011635B" w:rsidRPr="0011635B">
        <w:t>0</w:t>
      </w:r>
      <w:r>
        <w:t>17</w:t>
      </w:r>
      <w:r w:rsidR="0011635B" w:rsidRPr="0011635B">
        <w:t>年</w:t>
      </w:r>
      <w:r w:rsidR="0011635B" w:rsidRPr="0011635B">
        <w:t>)</w:t>
      </w:r>
      <w:r w:rsidR="0011635B" w:rsidRPr="0011635B">
        <w:t>、胡达</w:t>
      </w:r>
      <w:r w:rsidR="00624BB7">
        <w:rPr>
          <w:rFonts w:hint="eastAsia"/>
        </w:rPr>
        <w:t>·</w:t>
      </w:r>
      <w:r w:rsidR="0011635B" w:rsidRPr="0011635B">
        <w:t>艾尔萨达</w:t>
      </w:r>
      <w:r w:rsidR="0011635B" w:rsidRPr="0011635B">
        <w:t>(</w:t>
      </w:r>
      <w:r w:rsidR="0011635B" w:rsidRPr="0011635B">
        <w:t>埃及，</w:t>
      </w:r>
      <w:r>
        <w:t>2</w:t>
      </w:r>
      <w:r w:rsidR="0011635B" w:rsidRPr="0011635B">
        <w:t>0</w:t>
      </w:r>
      <w:r>
        <w:t>16</w:t>
      </w:r>
      <w:r w:rsidR="0011635B" w:rsidRPr="0011635B">
        <w:t>年</w:t>
      </w:r>
      <w:r w:rsidR="0011635B" w:rsidRPr="0011635B">
        <w:t>)</w:t>
      </w:r>
      <w:r w:rsidR="0011635B" w:rsidRPr="0011635B">
        <w:t>、卡拉</w:t>
      </w:r>
      <w:r w:rsidR="00624BB7">
        <w:rPr>
          <w:rFonts w:hint="eastAsia"/>
        </w:rPr>
        <w:t>·</w:t>
      </w:r>
      <w:r w:rsidR="0011635B" w:rsidRPr="0011635B">
        <w:t>哈纳尼亚</w:t>
      </w:r>
      <w:r w:rsidR="00624BB7">
        <w:rPr>
          <w:rFonts w:hint="eastAsia"/>
        </w:rPr>
        <w:t>·</w:t>
      </w:r>
      <w:r w:rsidR="0011635B" w:rsidRPr="0011635B">
        <w:t>德瓦雷拉</w:t>
      </w:r>
      <w:r w:rsidR="0011635B" w:rsidRPr="0011635B">
        <w:t>(</w:t>
      </w:r>
      <w:r w:rsidR="0011635B" w:rsidRPr="0011635B">
        <w:t>萨尔瓦多，</w:t>
      </w:r>
      <w:r>
        <w:t>2</w:t>
      </w:r>
      <w:r w:rsidR="0011635B" w:rsidRPr="0011635B">
        <w:t>0</w:t>
      </w:r>
      <w:r>
        <w:t>16</w:t>
      </w:r>
      <w:r w:rsidR="0011635B" w:rsidRPr="0011635B">
        <w:t>年</w:t>
      </w:r>
      <w:r w:rsidR="0011635B" w:rsidRPr="0011635B">
        <w:t>)</w:t>
      </w:r>
      <w:r w:rsidR="0011635B" w:rsidRPr="0011635B">
        <w:t>、米哈伊尔</w:t>
      </w:r>
      <w:r w:rsidR="00624BB7">
        <w:rPr>
          <w:rFonts w:hint="eastAsia"/>
        </w:rPr>
        <w:t>·</w:t>
      </w:r>
      <w:r w:rsidR="0011635B" w:rsidRPr="0011635B">
        <w:t>列别杰夫</w:t>
      </w:r>
      <w:r w:rsidR="0011635B" w:rsidRPr="0011635B">
        <w:t>(</w:t>
      </w:r>
      <w:r w:rsidR="0011635B" w:rsidRPr="0011635B">
        <w:t>俄罗斯联邦，</w:t>
      </w:r>
      <w:r>
        <w:t>2</w:t>
      </w:r>
      <w:r w:rsidR="0011635B" w:rsidRPr="0011635B">
        <w:t>0</w:t>
      </w:r>
      <w:r>
        <w:t>16</w:t>
      </w:r>
      <w:r w:rsidR="0011635B" w:rsidRPr="0011635B">
        <w:t>年</w:t>
      </w:r>
      <w:r w:rsidR="0011635B" w:rsidRPr="0011635B">
        <w:t>)</w:t>
      </w:r>
      <w:r w:rsidR="0011635B" w:rsidRPr="0011635B">
        <w:t>、艾尔弗雷德</w:t>
      </w:r>
      <w:r w:rsidR="00624BB7">
        <w:rPr>
          <w:rFonts w:hint="eastAsia"/>
        </w:rPr>
        <w:t>·</w:t>
      </w:r>
      <w:r w:rsidR="0011635B" w:rsidRPr="0011635B">
        <w:t>恩通杜古鲁</w:t>
      </w:r>
      <w:r w:rsidR="00624BB7">
        <w:rPr>
          <w:rFonts w:hint="eastAsia"/>
        </w:rPr>
        <w:t>·</w:t>
      </w:r>
      <w:r w:rsidR="0011635B" w:rsidRPr="0011635B">
        <w:t>卡罗科拉</w:t>
      </w:r>
      <w:r w:rsidR="0011635B" w:rsidRPr="0011635B">
        <w:t>(</w:t>
      </w:r>
      <w:r w:rsidR="0011635B" w:rsidRPr="0011635B">
        <w:t>乌干达，</w:t>
      </w:r>
      <w:r>
        <w:t>2</w:t>
      </w:r>
      <w:r w:rsidR="0011635B" w:rsidRPr="0011635B">
        <w:t>0</w:t>
      </w:r>
      <w:r>
        <w:t>16</w:t>
      </w:r>
      <w:r w:rsidR="0011635B" w:rsidRPr="0011635B">
        <w:t>年</w:t>
      </w:r>
      <w:r w:rsidR="0011635B" w:rsidRPr="0011635B">
        <w:t>)</w:t>
      </w:r>
      <w:r w:rsidR="0011635B" w:rsidRPr="0011635B">
        <w:t>、小畑郁</w:t>
      </w:r>
      <w:r w:rsidR="0011635B" w:rsidRPr="0011635B">
        <w:t>(</w:t>
      </w:r>
      <w:r w:rsidR="0011635B" w:rsidRPr="0011635B">
        <w:t>日本，</w:t>
      </w:r>
      <w:r>
        <w:t>2</w:t>
      </w:r>
      <w:r w:rsidR="0011635B" w:rsidRPr="0011635B">
        <w:t>0</w:t>
      </w:r>
      <w:r>
        <w:t>16</w:t>
      </w:r>
      <w:r w:rsidR="0011635B" w:rsidRPr="0011635B">
        <w:t>年</w:t>
      </w:r>
      <w:r w:rsidR="0011635B" w:rsidRPr="0011635B">
        <w:t>)</w:t>
      </w:r>
      <w:r w:rsidR="0011635B" w:rsidRPr="0011635B">
        <w:t>、奥比奥拉</w:t>
      </w:r>
      <w:r w:rsidR="00624BB7">
        <w:rPr>
          <w:rFonts w:hint="eastAsia"/>
        </w:rPr>
        <w:t>·</w:t>
      </w:r>
      <w:r w:rsidR="0011635B" w:rsidRPr="0011635B">
        <w:t>希内杜</w:t>
      </w:r>
      <w:r w:rsidR="00624BB7">
        <w:rPr>
          <w:rFonts w:hint="eastAsia"/>
        </w:rPr>
        <w:t>·</w:t>
      </w:r>
      <w:r w:rsidR="0011635B" w:rsidRPr="0011635B">
        <w:t>奥卡福尔</w:t>
      </w:r>
      <w:r w:rsidR="0011635B" w:rsidRPr="0011635B">
        <w:t>(</w:t>
      </w:r>
      <w:r w:rsidR="0011635B" w:rsidRPr="0011635B">
        <w:t>尼日利亚，</w:t>
      </w:r>
      <w:r>
        <w:t>2</w:t>
      </w:r>
      <w:r w:rsidR="0011635B" w:rsidRPr="0011635B">
        <w:t>0</w:t>
      </w:r>
      <w:r>
        <w:t>17</w:t>
      </w:r>
      <w:r w:rsidR="0011635B" w:rsidRPr="0011635B">
        <w:t>年</w:t>
      </w:r>
      <w:r w:rsidR="0011635B" w:rsidRPr="0011635B">
        <w:t>)</w:t>
      </w:r>
      <w:r w:rsidR="0011635B" w:rsidRPr="0011635B">
        <w:t>、凯瑟琳娜</w:t>
      </w:r>
      <w:r w:rsidR="00624BB7">
        <w:rPr>
          <w:rFonts w:hint="eastAsia"/>
        </w:rPr>
        <w:t>·</w:t>
      </w:r>
      <w:r w:rsidR="0011635B" w:rsidRPr="0011635B">
        <w:t>帕贝尔</w:t>
      </w:r>
      <w:r w:rsidR="0011635B" w:rsidRPr="0011635B">
        <w:t>(</w:t>
      </w:r>
      <w:r w:rsidR="0011635B" w:rsidRPr="0011635B">
        <w:t>奥地利，</w:t>
      </w:r>
      <w:r>
        <w:t>2</w:t>
      </w:r>
      <w:r w:rsidR="0011635B" w:rsidRPr="0011635B">
        <w:t>0</w:t>
      </w:r>
      <w:r>
        <w:t>15</w:t>
      </w:r>
      <w:r w:rsidR="0011635B" w:rsidRPr="0011635B">
        <w:t>年</w:t>
      </w:r>
      <w:r w:rsidR="0011635B" w:rsidRPr="0011635B">
        <w:t>)</w:t>
      </w:r>
      <w:r w:rsidR="0011635B" w:rsidRPr="0011635B">
        <w:t>、阿南托尼亚</w:t>
      </w:r>
      <w:r w:rsidR="00624BB7">
        <w:rPr>
          <w:rFonts w:hint="eastAsia"/>
        </w:rPr>
        <w:t>·</w:t>
      </w:r>
      <w:r w:rsidR="0011635B" w:rsidRPr="0011635B">
        <w:t>雷耶斯</w:t>
      </w:r>
      <w:r w:rsidR="00624BB7">
        <w:rPr>
          <w:rFonts w:hint="eastAsia"/>
        </w:rPr>
        <w:t>·</w:t>
      </w:r>
      <w:r w:rsidR="0011635B" w:rsidRPr="0011635B">
        <w:t>普拉多</w:t>
      </w:r>
      <w:r w:rsidR="0011635B" w:rsidRPr="0011635B">
        <w:t>(</w:t>
      </w:r>
      <w:r w:rsidR="0011635B" w:rsidRPr="0011635B">
        <w:t>危地马拉，</w:t>
      </w:r>
      <w:r>
        <w:t>2</w:t>
      </w:r>
      <w:r w:rsidR="0011635B" w:rsidRPr="0011635B">
        <w:t>0</w:t>
      </w:r>
      <w:r>
        <w:t>17</w:t>
      </w:r>
      <w:r w:rsidR="0011635B" w:rsidRPr="0011635B">
        <w:t>年</w:t>
      </w:r>
      <w:r w:rsidR="0011635B" w:rsidRPr="0011635B">
        <w:t>)</w:t>
      </w:r>
      <w:r w:rsidR="0011635B" w:rsidRPr="0011635B">
        <w:t>、徐昌禄</w:t>
      </w:r>
      <w:r w:rsidR="0011635B" w:rsidRPr="0011635B">
        <w:t>(</w:t>
      </w:r>
      <w:r w:rsidR="0011635B" w:rsidRPr="0011635B">
        <w:t>大韩民国，</w:t>
      </w:r>
      <w:r>
        <w:t>2</w:t>
      </w:r>
      <w:r w:rsidR="0011635B" w:rsidRPr="0011635B">
        <w:t>0</w:t>
      </w:r>
      <w:r>
        <w:t>17</w:t>
      </w:r>
      <w:r w:rsidR="0011635B" w:rsidRPr="0011635B">
        <w:t>年</w:t>
      </w:r>
      <w:r w:rsidR="0011635B" w:rsidRPr="0011635B">
        <w:t>)</w:t>
      </w:r>
      <w:r w:rsidR="0011635B" w:rsidRPr="0011635B">
        <w:t>、阿赫马尔</w:t>
      </w:r>
      <w:r w:rsidR="00624BB7">
        <w:rPr>
          <w:rFonts w:hint="eastAsia"/>
        </w:rPr>
        <w:t>·</w:t>
      </w:r>
      <w:r w:rsidR="0011635B" w:rsidRPr="0011635B">
        <w:t>比拉勒</w:t>
      </w:r>
      <w:r w:rsidR="00624BB7">
        <w:rPr>
          <w:rFonts w:hint="eastAsia"/>
        </w:rPr>
        <w:t>·</w:t>
      </w:r>
      <w:r w:rsidR="0011635B" w:rsidRPr="0011635B">
        <w:t>苏菲</w:t>
      </w:r>
      <w:r w:rsidR="0011635B" w:rsidRPr="0011635B">
        <w:t>(</w:t>
      </w:r>
      <w:r w:rsidR="0011635B" w:rsidRPr="0011635B">
        <w:t>巴基斯坦，</w:t>
      </w:r>
      <w:r>
        <w:t>2</w:t>
      </w:r>
      <w:r w:rsidR="0011635B" w:rsidRPr="0011635B">
        <w:t>0</w:t>
      </w:r>
      <w:r>
        <w:t>17</w:t>
      </w:r>
      <w:r w:rsidR="0011635B" w:rsidRPr="0011635B">
        <w:t>年</w:t>
      </w:r>
      <w:r w:rsidR="0011635B" w:rsidRPr="0011635B">
        <w:t>)</w:t>
      </w:r>
      <w:r w:rsidR="0011635B" w:rsidRPr="0011635B">
        <w:t>、伊梅鲁</w:t>
      </w:r>
      <w:r w:rsidR="00624BB7">
        <w:rPr>
          <w:rFonts w:hint="eastAsia"/>
        </w:rPr>
        <w:t>·</w:t>
      </w:r>
      <w:r w:rsidR="0011635B" w:rsidRPr="0011635B">
        <w:t>塔姆拉特</w:t>
      </w:r>
      <w:r w:rsidR="00624BB7">
        <w:rPr>
          <w:rFonts w:hint="eastAsia"/>
        </w:rPr>
        <w:t>·</w:t>
      </w:r>
      <w:r w:rsidR="0011635B" w:rsidRPr="0011635B">
        <w:t>伊盖祖</w:t>
      </w:r>
      <w:r w:rsidR="0011635B" w:rsidRPr="0011635B">
        <w:t>(</w:t>
      </w:r>
      <w:r w:rsidR="0011635B" w:rsidRPr="0011635B">
        <w:t>埃塞俄比亚，</w:t>
      </w:r>
      <w:r>
        <w:t>2</w:t>
      </w:r>
      <w:r w:rsidR="0011635B" w:rsidRPr="0011635B">
        <w:t>0</w:t>
      </w:r>
      <w:r>
        <w:t>15</w:t>
      </w:r>
      <w:r w:rsidR="0011635B" w:rsidRPr="0011635B">
        <w:t>年</w:t>
      </w:r>
      <w:r w:rsidR="0011635B" w:rsidRPr="0011635B">
        <w:t>)</w:t>
      </w:r>
      <w:r w:rsidR="0011635B" w:rsidRPr="0011635B">
        <w:t>、张义山</w:t>
      </w:r>
      <w:r w:rsidR="0011635B" w:rsidRPr="0011635B">
        <w:t>(</w:t>
      </w:r>
      <w:r w:rsidR="0011635B" w:rsidRPr="0011635B">
        <w:t>中国，</w:t>
      </w:r>
      <w:r>
        <w:t>2</w:t>
      </w:r>
      <w:r w:rsidR="0011635B" w:rsidRPr="0011635B">
        <w:t>0</w:t>
      </w:r>
      <w:r>
        <w:t>16</w:t>
      </w:r>
      <w:r w:rsidR="0011635B" w:rsidRPr="0011635B">
        <w:t>年</w:t>
      </w:r>
      <w:r w:rsidR="0011635B" w:rsidRPr="0011635B">
        <w:t>)</w:t>
      </w:r>
      <w:r w:rsidR="0011635B" w:rsidRPr="0011635B">
        <w:t>、让</w:t>
      </w:r>
      <w:r w:rsidR="00624BB7">
        <w:rPr>
          <w:rFonts w:hint="eastAsia"/>
        </w:rPr>
        <w:t>·</w:t>
      </w:r>
      <w:r w:rsidR="0011635B" w:rsidRPr="0011635B">
        <w:t>齐格勒</w:t>
      </w:r>
      <w:r w:rsidR="0011635B" w:rsidRPr="0011635B">
        <w:t>(</w:t>
      </w:r>
      <w:r w:rsidR="0011635B" w:rsidRPr="0011635B">
        <w:t>瑞士，</w:t>
      </w:r>
      <w:r>
        <w:t>2</w:t>
      </w:r>
      <w:r w:rsidR="0011635B" w:rsidRPr="0011635B">
        <w:t>0</w:t>
      </w:r>
      <w:r>
        <w:t>16</w:t>
      </w:r>
      <w:r w:rsidR="0011635B" w:rsidRPr="0011635B">
        <w:t>年</w:t>
      </w:r>
      <w:r w:rsidR="0011635B" w:rsidRPr="0011635B">
        <w:t>)</w:t>
      </w:r>
      <w:r w:rsidR="0011635B" w:rsidRPr="0011635B">
        <w:t>。</w:t>
      </w:r>
    </w:p>
    <w:p w:rsidR="0011635B" w:rsidRPr="0011635B" w:rsidRDefault="0011635B" w:rsidP="00145B9E">
      <w:pPr>
        <w:pStyle w:val="HChGC"/>
      </w:pPr>
      <w:r w:rsidRPr="0011635B">
        <w:tab/>
      </w:r>
      <w:r w:rsidRPr="0011635B">
        <w:tab/>
      </w:r>
      <w:r w:rsidRPr="0011635B">
        <w:t>项目</w:t>
      </w:r>
      <w:r w:rsidR="005007F4">
        <w:t>2</w:t>
      </w:r>
      <w:r w:rsidRPr="0011635B">
        <w:br/>
      </w:r>
      <w:r w:rsidRPr="0011635B">
        <w:t>人权理事会决议对咨询委员会提出的要求</w:t>
      </w:r>
    </w:p>
    <w:p w:rsidR="0011635B" w:rsidRPr="0011635B" w:rsidRDefault="0011635B" w:rsidP="00145B9E">
      <w:pPr>
        <w:pStyle w:val="H1GC"/>
      </w:pPr>
      <w:r w:rsidRPr="0011635B">
        <w:tab/>
        <w:t>(</w:t>
      </w:r>
      <w:r w:rsidR="005007F4">
        <w:t>a</w:t>
      </w:r>
      <w:r w:rsidRPr="0011635B">
        <w:t>)</w:t>
      </w:r>
      <w:r w:rsidRPr="0011635B">
        <w:tab/>
      </w:r>
      <w:r w:rsidRPr="0011635B">
        <w:t>委员会目前正在审议的要求</w:t>
      </w:r>
    </w:p>
    <w:p w:rsidR="0011635B" w:rsidRPr="0011635B" w:rsidRDefault="0011635B" w:rsidP="00145B9E">
      <w:pPr>
        <w:pStyle w:val="H23GC"/>
      </w:pPr>
      <w:r w:rsidRPr="0011635B">
        <w:tab/>
        <w:t>(</w:t>
      </w:r>
      <w:proofErr w:type="gramStart"/>
      <w:r w:rsidRPr="0011635B">
        <w:t>一</w:t>
      </w:r>
      <w:proofErr w:type="gramEnd"/>
      <w:r w:rsidRPr="0011635B">
        <w:t>)</w:t>
      </w:r>
      <w:r w:rsidRPr="0011635B">
        <w:tab/>
      </w:r>
      <w:r w:rsidRPr="0011635B">
        <w:t>纳入性别观点</w:t>
      </w:r>
    </w:p>
    <w:p w:rsidR="0011635B" w:rsidRPr="0011635B" w:rsidRDefault="005007F4" w:rsidP="00360048">
      <w:pPr>
        <w:pStyle w:val="SingleTxtGC"/>
      </w:pPr>
      <w:r>
        <w:t>7</w:t>
      </w:r>
      <w:r w:rsidR="0011635B" w:rsidRPr="0011635B">
        <w:t>.</w:t>
      </w:r>
      <w:r w:rsidR="0011635B" w:rsidRPr="0011635B">
        <w:tab/>
      </w:r>
      <w:r w:rsidR="0011635B" w:rsidRPr="0011635B">
        <w:t>人权理事会在第</w:t>
      </w:r>
      <w:r>
        <w:t>6</w:t>
      </w:r>
      <w:r w:rsidR="0011635B" w:rsidRPr="0011635B">
        <w:t>/</w:t>
      </w:r>
      <w:r>
        <w:t>3</w:t>
      </w:r>
      <w:r w:rsidR="0011635B" w:rsidRPr="0011635B">
        <w:t>0</w:t>
      </w:r>
      <w:r w:rsidR="0011635B" w:rsidRPr="0011635B">
        <w:t>号决议中，请咨询委员会在执行任务时，包括在审查相互交织的多种形式的对妇女的歧视问题时，经常并且系统地纳入性别观点，并在其报告中列入关于妇女和女童人权情况的资料和定性分析。</w:t>
      </w:r>
    </w:p>
    <w:p w:rsidR="0011635B" w:rsidRPr="0011635B" w:rsidRDefault="005007F4" w:rsidP="00360048">
      <w:pPr>
        <w:pStyle w:val="SingleTxtGC"/>
      </w:pPr>
      <w:r>
        <w:t>8</w:t>
      </w:r>
      <w:r w:rsidR="0011635B" w:rsidRPr="0011635B">
        <w:t>.</w:t>
      </w:r>
      <w:r w:rsidR="0011635B" w:rsidRPr="0011635B">
        <w:tab/>
      </w:r>
      <w:r w:rsidR="0011635B" w:rsidRPr="0011635B">
        <w:t>咨询委员会在第二、第四、第十和第十一届会议上就此议题进行了讨论。</w:t>
      </w:r>
    </w:p>
    <w:p w:rsidR="0011635B" w:rsidRPr="0011635B" w:rsidRDefault="0011635B" w:rsidP="00145B9E">
      <w:pPr>
        <w:pStyle w:val="H23GC"/>
      </w:pPr>
      <w:r w:rsidRPr="0011635B">
        <w:tab/>
        <w:t>(</w:t>
      </w:r>
      <w:r w:rsidRPr="0011635B">
        <w:t>二</w:t>
      </w:r>
      <w:r w:rsidRPr="0011635B">
        <w:t>)</w:t>
      </w:r>
      <w:r w:rsidRPr="0011635B">
        <w:tab/>
      </w:r>
      <w:r w:rsidRPr="0011635B">
        <w:t>促进建立一个民主和公平的国际秩序</w:t>
      </w:r>
    </w:p>
    <w:p w:rsidR="0011635B" w:rsidRPr="0011635B" w:rsidRDefault="005007F4" w:rsidP="00360048">
      <w:pPr>
        <w:pStyle w:val="SingleTxtGC"/>
      </w:pPr>
      <w:r>
        <w:t>9</w:t>
      </w:r>
      <w:r w:rsidR="0011635B" w:rsidRPr="0011635B">
        <w:t>.</w:t>
      </w:r>
      <w:r w:rsidR="0011635B" w:rsidRPr="0011635B">
        <w:tab/>
      </w:r>
      <w:r w:rsidR="0011635B" w:rsidRPr="0011635B">
        <w:t>人权理事会在第</w:t>
      </w:r>
      <w:r>
        <w:t>8</w:t>
      </w:r>
      <w:r w:rsidR="0011635B" w:rsidRPr="0011635B">
        <w:t>/</w:t>
      </w:r>
      <w:r>
        <w:t>5</w:t>
      </w:r>
      <w:r w:rsidR="0011635B" w:rsidRPr="0011635B">
        <w:t>和第</w:t>
      </w:r>
      <w:r>
        <w:t>18</w:t>
      </w:r>
      <w:r w:rsidR="0011635B" w:rsidRPr="0011635B">
        <w:t>/</w:t>
      </w:r>
      <w:r>
        <w:t>6</w:t>
      </w:r>
      <w:r w:rsidR="0011635B" w:rsidRPr="0011635B">
        <w:t>号决议中，特别请咨询委员会在其任务授权范围内，对该决议给予应有的重视，并为执行该决议</w:t>
      </w:r>
      <w:proofErr w:type="gramStart"/>
      <w:r w:rsidR="0011635B" w:rsidRPr="0011635B">
        <w:t>作出</w:t>
      </w:r>
      <w:proofErr w:type="gramEnd"/>
      <w:r w:rsidR="0011635B" w:rsidRPr="0011635B">
        <w:t>贡献。理事会在第</w:t>
      </w:r>
      <w:r>
        <w:t>18</w:t>
      </w:r>
      <w:r w:rsidR="0011635B" w:rsidRPr="0011635B">
        <w:t>/</w:t>
      </w:r>
      <w:r>
        <w:t>6</w:t>
      </w:r>
      <w:r w:rsidR="0011635B" w:rsidRPr="0011635B">
        <w:t>号决议中，还决定设置促进民主和公平的国际秩序独立专家这一新的特别程序任务，任期三年。理事会在第</w:t>
      </w:r>
      <w:r>
        <w:t>27</w:t>
      </w:r>
      <w:r w:rsidR="0011635B" w:rsidRPr="0011635B">
        <w:t>/</w:t>
      </w:r>
      <w:r>
        <w:t>9</w:t>
      </w:r>
      <w:r w:rsidR="0011635B" w:rsidRPr="0011635B">
        <w:t>号决议中，决定将独立专家的任期再延长三年。</w:t>
      </w:r>
    </w:p>
    <w:p w:rsidR="0011635B" w:rsidRPr="0011635B" w:rsidRDefault="005007F4" w:rsidP="00360048">
      <w:pPr>
        <w:pStyle w:val="SingleTxtGC"/>
      </w:pPr>
      <w:r>
        <w:t>1</w:t>
      </w:r>
      <w:r w:rsidR="0011635B" w:rsidRPr="0011635B">
        <w:t>0.</w:t>
      </w:r>
      <w:r w:rsidR="00624BB7">
        <w:rPr>
          <w:rFonts w:hint="eastAsia"/>
        </w:rPr>
        <w:t xml:space="preserve">  </w:t>
      </w:r>
      <w:r w:rsidR="0011635B" w:rsidRPr="0011635B">
        <w:t>咨询委员会在第一、第二、第四和第十一届会议上就此议题进行了讨论。</w:t>
      </w:r>
    </w:p>
    <w:p w:rsidR="0011635B" w:rsidRPr="0011635B" w:rsidRDefault="005007F4" w:rsidP="00360048">
      <w:pPr>
        <w:pStyle w:val="SingleTxtGC"/>
      </w:pPr>
      <w:r>
        <w:t>11</w:t>
      </w:r>
      <w:r w:rsidR="0011635B" w:rsidRPr="0011635B">
        <w:t>.</w:t>
      </w:r>
      <w:r w:rsidR="00624BB7">
        <w:rPr>
          <w:rFonts w:hint="eastAsia"/>
        </w:rPr>
        <w:t xml:space="preserve">  </w:t>
      </w:r>
      <w:r w:rsidR="0011635B" w:rsidRPr="0011635B">
        <w:t>人权理事会在第十九届会议上任命了阿尔弗雷德</w:t>
      </w:r>
      <w:r w:rsidR="00624BB7">
        <w:rPr>
          <w:rFonts w:hint="eastAsia"/>
        </w:rPr>
        <w:t>·</w:t>
      </w:r>
      <w:r w:rsidR="0011635B" w:rsidRPr="0011635B">
        <w:t>德萨亚斯</w:t>
      </w:r>
      <w:r w:rsidR="0011635B" w:rsidRPr="0011635B">
        <w:t>(</w:t>
      </w:r>
      <w:r w:rsidR="0011635B" w:rsidRPr="0011635B">
        <w:t>美利坚合众国</w:t>
      </w:r>
      <w:r w:rsidR="0011635B" w:rsidRPr="0011635B">
        <w:t>)</w:t>
      </w:r>
      <w:r w:rsidR="0011635B" w:rsidRPr="0011635B">
        <w:t>为促进民主和公平的国际秩序独立专家。独立专家将向理事会第三十届会议提交下一次报告。</w:t>
      </w:r>
    </w:p>
    <w:p w:rsidR="0011635B" w:rsidRPr="0011635B" w:rsidRDefault="0011635B" w:rsidP="00145B9E">
      <w:pPr>
        <w:pStyle w:val="H23GC"/>
      </w:pPr>
      <w:r w:rsidRPr="0011635B">
        <w:tab/>
        <w:t>(</w:t>
      </w:r>
      <w:r w:rsidRPr="0011635B">
        <w:t>三</w:t>
      </w:r>
      <w:r w:rsidRPr="0011635B">
        <w:t>)</w:t>
      </w:r>
      <w:r w:rsidRPr="0011635B">
        <w:tab/>
      </w:r>
      <w:r w:rsidRPr="0011635B">
        <w:t>纳入残疾人观点</w:t>
      </w:r>
    </w:p>
    <w:p w:rsidR="0011635B" w:rsidRPr="0011635B" w:rsidRDefault="005007F4" w:rsidP="00360048">
      <w:pPr>
        <w:pStyle w:val="SingleTxtGC"/>
      </w:pPr>
      <w:r>
        <w:t>12</w:t>
      </w:r>
      <w:r w:rsidR="0011635B" w:rsidRPr="0011635B">
        <w:t>.</w:t>
      </w:r>
      <w:r w:rsidR="006A4AC4">
        <w:rPr>
          <w:rFonts w:hint="eastAsia"/>
        </w:rPr>
        <w:t xml:space="preserve">  </w:t>
      </w:r>
      <w:r w:rsidR="0011635B" w:rsidRPr="0011635B">
        <w:t>人权理事会在第</w:t>
      </w:r>
      <w:r>
        <w:t>7</w:t>
      </w:r>
      <w:r w:rsidR="0011635B" w:rsidRPr="0011635B">
        <w:t>/</w:t>
      </w:r>
      <w:r>
        <w:t>9</w:t>
      </w:r>
      <w:r w:rsidR="0011635B" w:rsidRPr="0011635B">
        <w:t>号决议中，鼓励咨询委员会和理事会其他机制在开展工作时和在其建议中酌情纳入残疾人观点，以利将残疾人纳入理事会的工作。理事会在</w:t>
      </w:r>
      <w:r>
        <w:t>26</w:t>
      </w:r>
      <w:r w:rsidR="0011635B" w:rsidRPr="0011635B">
        <w:t>/</w:t>
      </w:r>
      <w:r>
        <w:t>2</w:t>
      </w:r>
      <w:r w:rsidR="0011635B" w:rsidRPr="0011635B">
        <w:t>0</w:t>
      </w:r>
      <w:r w:rsidR="0011635B" w:rsidRPr="0011635B">
        <w:t>号决议中，决定设置残疾人权利问题特别报告员这一新的特别程序任务，任期三年。</w:t>
      </w:r>
    </w:p>
    <w:p w:rsidR="0011635B" w:rsidRPr="0011635B" w:rsidRDefault="005007F4" w:rsidP="00360048">
      <w:pPr>
        <w:pStyle w:val="SingleTxtGC"/>
      </w:pPr>
      <w:r>
        <w:t>13</w:t>
      </w:r>
      <w:r w:rsidR="0011635B" w:rsidRPr="0011635B">
        <w:t>.</w:t>
      </w:r>
      <w:r w:rsidR="006A4AC4">
        <w:rPr>
          <w:rFonts w:hint="eastAsia"/>
        </w:rPr>
        <w:t xml:space="preserve">  </w:t>
      </w:r>
      <w:r w:rsidR="0011635B" w:rsidRPr="0011635B">
        <w:t>咨询委员会在第一、第二、第四和第十一届会议上就此议题进行了讨论。</w:t>
      </w:r>
    </w:p>
    <w:p w:rsidR="0011635B" w:rsidRPr="0011635B" w:rsidRDefault="005007F4" w:rsidP="00360048">
      <w:pPr>
        <w:pStyle w:val="SingleTxtGC"/>
      </w:pPr>
      <w:r>
        <w:t>14</w:t>
      </w:r>
      <w:r w:rsidR="0011635B" w:rsidRPr="0011635B">
        <w:t>.</w:t>
      </w:r>
      <w:r w:rsidR="006A4AC4">
        <w:rPr>
          <w:rFonts w:hint="eastAsia"/>
        </w:rPr>
        <w:t xml:space="preserve">  </w:t>
      </w:r>
      <w:r w:rsidR="0011635B" w:rsidRPr="0011635B">
        <w:t>人权理事会在</w:t>
      </w:r>
      <w:r>
        <w:t>2</w:t>
      </w:r>
      <w:r w:rsidR="0011635B" w:rsidRPr="0011635B">
        <w:t>0</w:t>
      </w:r>
      <w:r>
        <w:t>14</w:t>
      </w:r>
      <w:r w:rsidR="0011635B" w:rsidRPr="0011635B">
        <w:t>年</w:t>
      </w:r>
      <w:r>
        <w:t>11</w:t>
      </w:r>
      <w:r w:rsidR="0011635B" w:rsidRPr="0011635B">
        <w:t>月</w:t>
      </w:r>
      <w:r>
        <w:t>6</w:t>
      </w:r>
      <w:r w:rsidR="0011635B" w:rsidRPr="0011635B">
        <w:t>日的组织会议上，任命了卡特丽娜</w:t>
      </w:r>
      <w:r w:rsidR="006A4AC4">
        <w:rPr>
          <w:rFonts w:hint="eastAsia"/>
        </w:rPr>
        <w:t>·</w:t>
      </w:r>
      <w:r w:rsidR="0011635B" w:rsidRPr="0011635B">
        <w:t>德万达斯</w:t>
      </w:r>
      <w:r w:rsidR="006A4AC4">
        <w:rPr>
          <w:rFonts w:hint="eastAsia"/>
        </w:rPr>
        <w:t>·</w:t>
      </w:r>
      <w:r w:rsidR="0011635B" w:rsidRPr="0011635B">
        <w:t>阿吉拉尔</w:t>
      </w:r>
      <w:r w:rsidR="0011635B" w:rsidRPr="0011635B">
        <w:t>(</w:t>
      </w:r>
      <w:r w:rsidR="0011635B" w:rsidRPr="0011635B">
        <w:t>哥斯达黎加</w:t>
      </w:r>
      <w:r w:rsidR="0011635B" w:rsidRPr="0011635B">
        <w:t>)</w:t>
      </w:r>
      <w:r w:rsidR="0011635B" w:rsidRPr="0011635B">
        <w:t>为残疾人权利问题特别报告员。特别报告员向理事会第二十八届会议提交了初次报告</w:t>
      </w:r>
      <w:r w:rsidR="0011635B" w:rsidRPr="0011635B">
        <w:t>(</w:t>
      </w:r>
      <w:r>
        <w:t>A</w:t>
      </w:r>
      <w:r w:rsidR="0011635B" w:rsidRPr="0011635B">
        <w:t>/</w:t>
      </w:r>
      <w:proofErr w:type="spellStart"/>
      <w:r>
        <w:t>HRC</w:t>
      </w:r>
      <w:proofErr w:type="spellEnd"/>
      <w:r w:rsidR="0011635B" w:rsidRPr="0011635B">
        <w:t>/</w:t>
      </w:r>
      <w:r>
        <w:t>28</w:t>
      </w:r>
      <w:r w:rsidR="0011635B" w:rsidRPr="0011635B">
        <w:t>/</w:t>
      </w:r>
      <w:r>
        <w:t>58</w:t>
      </w:r>
      <w:r w:rsidR="0011635B" w:rsidRPr="0011635B">
        <w:t>)</w:t>
      </w:r>
      <w:r w:rsidR="0011635B" w:rsidRPr="0011635B">
        <w:t>。</w:t>
      </w:r>
    </w:p>
    <w:p w:rsidR="0011635B" w:rsidRPr="0011635B" w:rsidRDefault="0011635B" w:rsidP="00145B9E">
      <w:pPr>
        <w:pStyle w:val="H23GC"/>
      </w:pPr>
      <w:r w:rsidRPr="0011635B">
        <w:tab/>
        <w:t>(</w:t>
      </w:r>
      <w:r w:rsidRPr="0011635B">
        <w:t>四</w:t>
      </w:r>
      <w:r w:rsidRPr="0011635B">
        <w:t>)</w:t>
      </w:r>
      <w:r w:rsidRPr="0011635B">
        <w:tab/>
      </w:r>
      <w:r w:rsidRPr="0011635B">
        <w:t>通过体育和奥林匹克理想增进人权</w:t>
      </w:r>
    </w:p>
    <w:p w:rsidR="0011635B" w:rsidRPr="0011635B" w:rsidRDefault="005007F4" w:rsidP="00360048">
      <w:pPr>
        <w:pStyle w:val="SingleTxtGC"/>
      </w:pPr>
      <w:r>
        <w:t>15</w:t>
      </w:r>
      <w:r w:rsidR="0011635B" w:rsidRPr="0011635B">
        <w:t>.</w:t>
      </w:r>
      <w:r w:rsidR="006A4AC4">
        <w:rPr>
          <w:rFonts w:hint="eastAsia"/>
        </w:rPr>
        <w:t xml:space="preserve">  </w:t>
      </w:r>
      <w:r w:rsidR="0011635B" w:rsidRPr="0011635B">
        <w:t>人权理事会在第</w:t>
      </w:r>
      <w:r>
        <w:t>24</w:t>
      </w:r>
      <w:r w:rsidR="0011635B" w:rsidRPr="0011635B">
        <w:t>/</w:t>
      </w:r>
      <w:r>
        <w:t>1</w:t>
      </w:r>
      <w:r w:rsidR="0011635B" w:rsidRPr="0011635B">
        <w:t>号决议中，请咨询委员会编写一份研究报告，探讨利用体育和奥林匹克理想增进所有人的人权并加强对人权的普遍尊重的可能性，同时铭记《奥林匹克宪章》中的相关原则的价值和体育运动中的良好榜样的价值，并在理事会第二十七届会议之前提交有关进展报告。</w:t>
      </w:r>
    </w:p>
    <w:p w:rsidR="0011635B" w:rsidRPr="0011635B" w:rsidRDefault="005007F4" w:rsidP="00360048">
      <w:pPr>
        <w:pStyle w:val="SingleTxtGC"/>
      </w:pPr>
      <w:r>
        <w:t>16</w:t>
      </w:r>
      <w:r w:rsidR="0011635B" w:rsidRPr="0011635B">
        <w:t>.</w:t>
      </w:r>
      <w:r w:rsidR="006A4AC4">
        <w:rPr>
          <w:rFonts w:hint="eastAsia"/>
        </w:rPr>
        <w:t xml:space="preserve">  </w:t>
      </w:r>
      <w:r w:rsidR="0011635B" w:rsidRPr="0011635B">
        <w:t>人权理事会在第</w:t>
      </w:r>
      <w:r>
        <w:t>24</w:t>
      </w:r>
      <w:r w:rsidR="0011635B" w:rsidRPr="0011635B">
        <w:t>/</w:t>
      </w:r>
      <w:r>
        <w:t>1</w:t>
      </w:r>
      <w:r w:rsidR="0011635B" w:rsidRPr="0011635B">
        <w:t>号决议中，还请咨询委员会向联合国会员国、国际组织和区域组织、国家人权机构、民间社会组织和其他相关利益相关者征求这方面的意见和材料。</w:t>
      </w:r>
    </w:p>
    <w:p w:rsidR="0011635B" w:rsidRPr="0011635B" w:rsidRDefault="005007F4" w:rsidP="00360048">
      <w:pPr>
        <w:pStyle w:val="SingleTxtGC"/>
        <w:rPr>
          <w:spacing w:val="6"/>
        </w:rPr>
      </w:pPr>
      <w:r>
        <w:t>17</w:t>
      </w:r>
      <w:r w:rsidR="0011635B" w:rsidRPr="0011635B">
        <w:t>.</w:t>
      </w:r>
      <w:r w:rsidR="006A4AC4">
        <w:rPr>
          <w:rFonts w:hint="eastAsia"/>
        </w:rPr>
        <w:t xml:space="preserve">  </w:t>
      </w:r>
      <w:r w:rsidR="0011635B" w:rsidRPr="0011635B">
        <w:t>咨询委员会在第十二届会议上设立了一个起草小组，现任成员为：法伊哈</w:t>
      </w:r>
      <w:r w:rsidR="0011635B" w:rsidRPr="0011635B">
        <w:rPr>
          <w:spacing w:val="6"/>
        </w:rPr>
        <w:t>尼先生、</w:t>
      </w:r>
      <w:r w:rsidR="0011635B" w:rsidRPr="0011635B">
        <w:t>本纳尼先生、哈纳尼亚</w:t>
      </w:r>
      <w:r w:rsidR="006A4AC4">
        <w:rPr>
          <w:rFonts w:hint="eastAsia"/>
        </w:rPr>
        <w:t>·</w:t>
      </w:r>
      <w:r w:rsidR="0011635B" w:rsidRPr="0011635B">
        <w:t>德瓦雷拉女士</w:t>
      </w:r>
      <w:r w:rsidR="0011635B" w:rsidRPr="0011635B">
        <w:rPr>
          <w:spacing w:val="6"/>
        </w:rPr>
        <w:t>、列别杰夫先生</w:t>
      </w:r>
      <w:r w:rsidR="0011635B" w:rsidRPr="0011635B">
        <w:rPr>
          <w:spacing w:val="6"/>
        </w:rPr>
        <w:t>(</w:t>
      </w:r>
      <w:r w:rsidR="0011635B" w:rsidRPr="0011635B">
        <w:rPr>
          <w:spacing w:val="6"/>
        </w:rPr>
        <w:t>报告员</w:t>
      </w:r>
      <w:r w:rsidR="0011635B" w:rsidRPr="0011635B">
        <w:rPr>
          <w:spacing w:val="6"/>
        </w:rPr>
        <w:t>)</w:t>
      </w:r>
      <w:r w:rsidR="0011635B" w:rsidRPr="0011635B">
        <w:rPr>
          <w:spacing w:val="6"/>
        </w:rPr>
        <w:t>、</w:t>
      </w:r>
      <w:r w:rsidR="0011635B" w:rsidRPr="0011635B">
        <w:t>帕贝尔女士</w:t>
      </w:r>
      <w:r w:rsidR="0011635B" w:rsidRPr="0011635B">
        <w:rPr>
          <w:spacing w:val="6"/>
        </w:rPr>
        <w:t>和张先生。</w:t>
      </w:r>
    </w:p>
    <w:p w:rsidR="0011635B" w:rsidRPr="0011635B" w:rsidRDefault="005007F4" w:rsidP="00360048">
      <w:pPr>
        <w:pStyle w:val="SingleTxtGC"/>
      </w:pPr>
      <w:r>
        <w:t>18</w:t>
      </w:r>
      <w:r w:rsidR="0011635B" w:rsidRPr="0011635B">
        <w:t>.</w:t>
      </w:r>
      <w:r w:rsidR="006A4AC4">
        <w:rPr>
          <w:rFonts w:hint="eastAsia"/>
        </w:rPr>
        <w:t xml:space="preserve">  </w:t>
      </w:r>
      <w:r w:rsidR="0011635B" w:rsidRPr="0011635B">
        <w:t>也在第十二届会议上，起草小组和全体委员会举行会议讨论了这一议题，并讨论了将向会员国、有关国际组织和区域组织、国家人权机构和民间组织分发的调查问卷。咨询委员会于</w:t>
      </w:r>
      <w:r>
        <w:t>2</w:t>
      </w:r>
      <w:r w:rsidR="0011635B" w:rsidRPr="0011635B">
        <w:t>0</w:t>
      </w:r>
      <w:r>
        <w:t>14</w:t>
      </w:r>
      <w:r w:rsidR="0011635B" w:rsidRPr="0011635B">
        <w:t>年</w:t>
      </w:r>
      <w:r>
        <w:t>3</w:t>
      </w:r>
      <w:r w:rsidR="0011635B" w:rsidRPr="0011635B">
        <w:t>月向各利益攸关方分发了调查问卷。</w:t>
      </w:r>
    </w:p>
    <w:p w:rsidR="0011635B" w:rsidRPr="0011635B" w:rsidRDefault="005007F4" w:rsidP="00360048">
      <w:pPr>
        <w:pStyle w:val="SingleTxtGC"/>
      </w:pPr>
      <w:r>
        <w:t>19</w:t>
      </w:r>
      <w:r w:rsidR="0011635B" w:rsidRPr="0011635B">
        <w:t>.</w:t>
      </w:r>
      <w:r w:rsidR="006A4AC4">
        <w:rPr>
          <w:rFonts w:hint="eastAsia"/>
        </w:rPr>
        <w:t xml:space="preserve">  </w:t>
      </w:r>
      <w:r w:rsidR="0011635B" w:rsidRPr="0011635B">
        <w:t>咨询委员会第十三届会议收到了提交人权理事会第二十七届会议的关于利用体育和奥林匹克理想增进人权的可能性的研究报告的进展报告</w:t>
      </w:r>
      <w:r w:rsidR="0011635B" w:rsidRPr="0011635B">
        <w:t>(</w:t>
      </w:r>
      <w:r>
        <w:t>A</w:t>
      </w:r>
      <w:r w:rsidR="0011635B" w:rsidRPr="0011635B">
        <w:t>/</w:t>
      </w:r>
      <w:proofErr w:type="spellStart"/>
      <w:r>
        <w:t>HRC</w:t>
      </w:r>
      <w:proofErr w:type="spellEnd"/>
      <w:r w:rsidR="0011635B" w:rsidRPr="0011635B">
        <w:t>/</w:t>
      </w:r>
      <w:r>
        <w:t>27</w:t>
      </w:r>
      <w:r w:rsidR="0011635B" w:rsidRPr="0011635B">
        <w:t>/</w:t>
      </w:r>
      <w:r w:rsidR="006A4AC4">
        <w:rPr>
          <w:rFonts w:hint="eastAsia"/>
        </w:rPr>
        <w:t xml:space="preserve"> </w:t>
      </w:r>
      <w:r>
        <w:t>58</w:t>
      </w:r>
      <w:r w:rsidR="0011635B" w:rsidRPr="0011635B">
        <w:t>)</w:t>
      </w:r>
      <w:r w:rsidR="0011635B" w:rsidRPr="0011635B">
        <w:t>。咨询委员会还指定法伊哈尼先生接替西图辛格先生担任起草小组主席，并建议理事会请咨询委员会向理事会第三十届会议提交最后报告。</w:t>
      </w:r>
    </w:p>
    <w:p w:rsidR="0011635B" w:rsidRPr="0011635B" w:rsidRDefault="005007F4" w:rsidP="00360048">
      <w:pPr>
        <w:pStyle w:val="SingleTxtGC"/>
      </w:pPr>
      <w:r>
        <w:t>2</w:t>
      </w:r>
      <w:r w:rsidR="0011635B" w:rsidRPr="0011635B">
        <w:t>0.</w:t>
      </w:r>
      <w:r w:rsidR="006A4AC4">
        <w:rPr>
          <w:rFonts w:hint="eastAsia"/>
        </w:rPr>
        <w:t xml:space="preserve">  </w:t>
      </w:r>
      <w:r w:rsidR="0011635B" w:rsidRPr="0011635B">
        <w:t>人权理事会在第</w:t>
      </w:r>
      <w:r>
        <w:t>27</w:t>
      </w:r>
      <w:r w:rsidR="0011635B" w:rsidRPr="0011635B">
        <w:t>/</w:t>
      </w:r>
      <w:r>
        <w:t>8</w:t>
      </w:r>
      <w:r w:rsidR="0011635B" w:rsidRPr="0011635B">
        <w:t>号决议中，赞赏地注意到咨询委员会的进展报告，请咨询委员会最后完成关于利用体育和奥林匹克理想增进所有人的人权并加强对人权的普遍尊重的可能性的研究报告，并在理事会第三十届会议之前作为报告提交理事会。</w:t>
      </w:r>
    </w:p>
    <w:p w:rsidR="0011635B" w:rsidRPr="0011635B" w:rsidRDefault="005007F4" w:rsidP="00360048">
      <w:pPr>
        <w:pStyle w:val="SingleTxtGC"/>
      </w:pPr>
      <w:r>
        <w:t>21</w:t>
      </w:r>
      <w:r w:rsidR="0011635B" w:rsidRPr="0011635B">
        <w:t>.</w:t>
      </w:r>
      <w:r w:rsidR="006A4AC4">
        <w:rPr>
          <w:rFonts w:hint="eastAsia"/>
        </w:rPr>
        <w:t xml:space="preserve">  </w:t>
      </w:r>
      <w:r w:rsidR="0011635B" w:rsidRPr="0011635B">
        <w:t>咨询委员会在第十四届会议上请起草小组参照咨询委员会第十四届会议的讨论情况，在以电子方式发给咨询委员会全体成员并征得其同意后，最后完成提交理事会的报告，并将该报告提交理事会第三十届会议。</w:t>
      </w:r>
    </w:p>
    <w:p w:rsidR="0011635B" w:rsidRPr="0011635B" w:rsidRDefault="005007F4" w:rsidP="00360048">
      <w:pPr>
        <w:pStyle w:val="SingleTxtGC"/>
      </w:pPr>
      <w:r>
        <w:t>22</w:t>
      </w:r>
      <w:r w:rsidR="0011635B" w:rsidRPr="0011635B">
        <w:t>.</w:t>
      </w:r>
      <w:r w:rsidR="006A4AC4">
        <w:rPr>
          <w:rFonts w:hint="eastAsia"/>
        </w:rPr>
        <w:t xml:space="preserve">  </w:t>
      </w:r>
      <w:r w:rsidR="0011635B" w:rsidRPr="0011635B">
        <w:t>咨询委员会第十五届会议将收到最后报告</w:t>
      </w:r>
      <w:r w:rsidR="0011635B" w:rsidRPr="0011635B">
        <w:t>(</w:t>
      </w:r>
      <w:r>
        <w:t>A</w:t>
      </w:r>
      <w:r w:rsidR="0011635B" w:rsidRPr="0011635B">
        <w:t>/</w:t>
      </w:r>
      <w:proofErr w:type="spellStart"/>
      <w:r>
        <w:t>HRC</w:t>
      </w:r>
      <w:proofErr w:type="spellEnd"/>
      <w:r w:rsidR="0011635B" w:rsidRPr="0011635B">
        <w:t>/</w:t>
      </w:r>
      <w:r>
        <w:t>3</w:t>
      </w:r>
      <w:r w:rsidR="0011635B" w:rsidRPr="0011635B">
        <w:t>0/</w:t>
      </w:r>
      <w:r>
        <w:t>5</w:t>
      </w:r>
      <w:r w:rsidR="0011635B" w:rsidRPr="0011635B">
        <w:t>0)</w:t>
      </w:r>
      <w:r w:rsidR="0011635B" w:rsidRPr="0011635B">
        <w:t>，供人权理事会第三十届会议审议。</w:t>
      </w:r>
    </w:p>
    <w:p w:rsidR="0011635B" w:rsidRPr="0011635B" w:rsidRDefault="0011635B" w:rsidP="00145B9E">
      <w:pPr>
        <w:pStyle w:val="H23GC"/>
      </w:pPr>
      <w:r w:rsidRPr="0011635B">
        <w:tab/>
        <w:t>(</w:t>
      </w:r>
      <w:r w:rsidRPr="0011635B">
        <w:t>五</w:t>
      </w:r>
      <w:r w:rsidRPr="0011635B">
        <w:t>)</w:t>
      </w:r>
      <w:r w:rsidRPr="0011635B">
        <w:tab/>
      </w:r>
      <w:r w:rsidRPr="0011635B">
        <w:t>地方政府与人权</w:t>
      </w:r>
    </w:p>
    <w:p w:rsidR="0011635B" w:rsidRPr="0011635B" w:rsidRDefault="005007F4" w:rsidP="00360048">
      <w:pPr>
        <w:pStyle w:val="SingleTxtGC"/>
      </w:pPr>
      <w:r>
        <w:t>23</w:t>
      </w:r>
      <w:r w:rsidR="0011635B" w:rsidRPr="0011635B">
        <w:t>.</w:t>
      </w:r>
      <w:r w:rsidR="006A4AC4">
        <w:rPr>
          <w:rFonts w:hint="eastAsia"/>
        </w:rPr>
        <w:t xml:space="preserve">  </w:t>
      </w:r>
      <w:r w:rsidR="0011635B" w:rsidRPr="0011635B">
        <w:t>人权理事会在第</w:t>
      </w:r>
      <w:r>
        <w:t>24</w:t>
      </w:r>
      <w:r w:rsidR="0011635B" w:rsidRPr="0011635B">
        <w:t>/</w:t>
      </w:r>
      <w:r>
        <w:t>2</w:t>
      </w:r>
      <w:r w:rsidR="0011635B" w:rsidRPr="0011635B">
        <w:t>号决议中，请咨询委员会编写一份研究报告，探讨地方政府在增进和保护人权方面的作用，包括将人权纳入地方行政和公共服务的主流，以便汇总最佳做法和主要挑战，并向人权理事会第二十七届会议提交有关进展报告。</w:t>
      </w:r>
    </w:p>
    <w:p w:rsidR="0011635B" w:rsidRPr="0011635B" w:rsidRDefault="005007F4" w:rsidP="00360048">
      <w:pPr>
        <w:pStyle w:val="SingleTxtGC"/>
      </w:pPr>
      <w:r>
        <w:t>24</w:t>
      </w:r>
      <w:r w:rsidR="0011635B" w:rsidRPr="0011635B">
        <w:t>.</w:t>
      </w:r>
      <w:r w:rsidR="006A4AC4">
        <w:rPr>
          <w:rFonts w:hint="eastAsia"/>
        </w:rPr>
        <w:t xml:space="preserve">  </w:t>
      </w:r>
      <w:r w:rsidR="0011635B" w:rsidRPr="0011635B">
        <w:t>人权理事会在第</w:t>
      </w:r>
      <w:r>
        <w:t>24</w:t>
      </w:r>
      <w:r w:rsidR="0011635B" w:rsidRPr="0011635B">
        <w:t>/</w:t>
      </w:r>
      <w:r>
        <w:t>2</w:t>
      </w:r>
      <w:r w:rsidR="0011635B" w:rsidRPr="0011635B">
        <w:t>号决议中，又请咨询委员会为编写上述研究报告，向会员国、有关国际组织和区域组织、人权高专办和有关特别程序、以及国家人权机构和非政府组织征求意见和材料。理事会还鼓励咨询委员会在编写报告时，酌情考虑各人权条约机构、普遍定期审议期间和各特别程序提出的建议，以及联合国有关机构、基金</w:t>
      </w:r>
      <w:r w:rsidR="0011635B" w:rsidRPr="0011635B">
        <w:t>(</w:t>
      </w:r>
      <w:r w:rsidR="0011635B" w:rsidRPr="0011635B">
        <w:t>会</w:t>
      </w:r>
      <w:r w:rsidR="0011635B" w:rsidRPr="0011635B">
        <w:t>)</w:t>
      </w:r>
      <w:r w:rsidR="0011635B" w:rsidRPr="0011635B">
        <w:t>和计</w:t>
      </w:r>
      <w:r w:rsidR="0011635B" w:rsidRPr="0011635B">
        <w:t>(</w:t>
      </w:r>
      <w:proofErr w:type="gramStart"/>
      <w:r w:rsidR="0011635B" w:rsidRPr="0011635B">
        <w:t>规</w:t>
      </w:r>
      <w:proofErr w:type="gramEnd"/>
      <w:r w:rsidR="0011635B" w:rsidRPr="0011635B">
        <w:t>)</w:t>
      </w:r>
      <w:proofErr w:type="gramStart"/>
      <w:r w:rsidR="0011635B" w:rsidRPr="0011635B">
        <w:t>划署在</w:t>
      </w:r>
      <w:proofErr w:type="gramEnd"/>
      <w:r w:rsidR="0011635B" w:rsidRPr="0011635B">
        <w:t>各自任务范围内已经就此问题开展的工作。</w:t>
      </w:r>
    </w:p>
    <w:p w:rsidR="0011635B" w:rsidRPr="0011635B" w:rsidRDefault="005007F4" w:rsidP="00360048">
      <w:pPr>
        <w:pStyle w:val="SingleTxtGC"/>
      </w:pPr>
      <w:r>
        <w:t>25</w:t>
      </w:r>
      <w:r w:rsidR="0011635B" w:rsidRPr="0011635B">
        <w:t>.</w:t>
      </w:r>
      <w:r w:rsidR="006A4AC4">
        <w:rPr>
          <w:rFonts w:hint="eastAsia"/>
        </w:rPr>
        <w:t xml:space="preserve">  </w:t>
      </w:r>
      <w:r w:rsidR="0011635B" w:rsidRPr="0011635B">
        <w:t>咨询委员会在第十二届会议上设立了一个起草小组，现任成员为：本纳尼先生、科廖拉诺先生、克勒丘内安女士、艾尔萨达女士、帕贝尔女士、雷耶斯</w:t>
      </w:r>
      <w:r w:rsidR="00360048">
        <w:rPr>
          <w:rFonts w:hint="eastAsia"/>
        </w:rPr>
        <w:t>·</w:t>
      </w:r>
      <w:r w:rsidR="0011635B" w:rsidRPr="0011635B">
        <w:t>普拉多女士、徐先生和伊盖祖先生。</w:t>
      </w:r>
    </w:p>
    <w:p w:rsidR="0011635B" w:rsidRPr="0011635B" w:rsidRDefault="005007F4" w:rsidP="00360048">
      <w:pPr>
        <w:pStyle w:val="SingleTxtGC"/>
        <w:rPr>
          <w:spacing w:val="4"/>
        </w:rPr>
      </w:pPr>
      <w:r>
        <w:t>26</w:t>
      </w:r>
      <w:r w:rsidR="0011635B" w:rsidRPr="0011635B">
        <w:t>.</w:t>
      </w:r>
      <w:r w:rsidR="006A4AC4">
        <w:rPr>
          <w:rFonts w:hint="eastAsia"/>
        </w:rPr>
        <w:t xml:space="preserve">  </w:t>
      </w:r>
      <w:r w:rsidR="0011635B" w:rsidRPr="0011635B">
        <w:t>也在第十二届会议上，起草小组和全体委员会举行会议讨论了这一议题，并讨论了将向会员国、地方当局、有关国际组织和区域组织、政府间组织、国家人权机构和非</w:t>
      </w:r>
      <w:r w:rsidR="0011635B" w:rsidRPr="0011635B">
        <w:rPr>
          <w:spacing w:val="4"/>
        </w:rPr>
        <w:t>政府组织分发的调查问卷。咨询委员会于</w:t>
      </w:r>
      <w:r>
        <w:rPr>
          <w:spacing w:val="4"/>
        </w:rPr>
        <w:t>2</w:t>
      </w:r>
      <w:r w:rsidR="0011635B" w:rsidRPr="0011635B">
        <w:rPr>
          <w:spacing w:val="4"/>
        </w:rPr>
        <w:t>0</w:t>
      </w:r>
      <w:r>
        <w:rPr>
          <w:spacing w:val="4"/>
        </w:rPr>
        <w:t>14</w:t>
      </w:r>
      <w:r w:rsidR="0011635B" w:rsidRPr="0011635B">
        <w:rPr>
          <w:spacing w:val="4"/>
        </w:rPr>
        <w:t>年</w:t>
      </w:r>
      <w:r>
        <w:rPr>
          <w:spacing w:val="4"/>
        </w:rPr>
        <w:t>3</w:t>
      </w:r>
      <w:r w:rsidR="0011635B" w:rsidRPr="0011635B">
        <w:rPr>
          <w:spacing w:val="4"/>
        </w:rPr>
        <w:t>月向各利益攸关方分发了调查问卷。</w:t>
      </w:r>
    </w:p>
    <w:p w:rsidR="0011635B" w:rsidRPr="0011635B" w:rsidRDefault="005007F4" w:rsidP="00360048">
      <w:pPr>
        <w:pStyle w:val="SingleTxtGC"/>
      </w:pPr>
      <w:r>
        <w:t>27</w:t>
      </w:r>
      <w:r w:rsidR="0011635B" w:rsidRPr="0011635B">
        <w:t>.</w:t>
      </w:r>
      <w:r w:rsidR="006A4AC4">
        <w:rPr>
          <w:rFonts w:hint="eastAsia"/>
        </w:rPr>
        <w:t xml:space="preserve">  </w:t>
      </w:r>
      <w:r w:rsidR="0011635B" w:rsidRPr="0011635B">
        <w:t>咨询委员会第十三届会议收到了提交人权理事会第二十七届会议的关于地方政府在增进和保护人权、包括将人权纳入地方行政和公共服务的主流方面的作用的进展报告</w:t>
      </w:r>
      <w:r w:rsidR="0011635B" w:rsidRPr="0011635B">
        <w:t>(</w:t>
      </w:r>
      <w:r>
        <w:t>A</w:t>
      </w:r>
      <w:r w:rsidR="0011635B" w:rsidRPr="0011635B">
        <w:t>/</w:t>
      </w:r>
      <w:proofErr w:type="spellStart"/>
      <w:r>
        <w:t>HRC</w:t>
      </w:r>
      <w:proofErr w:type="spellEnd"/>
      <w:r w:rsidR="0011635B" w:rsidRPr="0011635B">
        <w:t>/</w:t>
      </w:r>
      <w:r>
        <w:t>27</w:t>
      </w:r>
      <w:r w:rsidR="0011635B" w:rsidRPr="0011635B">
        <w:t>/</w:t>
      </w:r>
      <w:r>
        <w:t>59</w:t>
      </w:r>
      <w:r w:rsidR="0011635B" w:rsidRPr="0011635B">
        <w:t>)</w:t>
      </w:r>
      <w:r w:rsidR="0011635B" w:rsidRPr="0011635B">
        <w:t>。委员会指定艾尔萨达女士接替侯赛诺夫先生担任起草小组报告员，指定帕贝尔女士接替西图辛格先生担任起草小组主席，并建议理事会请咨询委员会向理事会第三十届会议提交最后报告。</w:t>
      </w:r>
    </w:p>
    <w:p w:rsidR="0011635B" w:rsidRPr="0011635B" w:rsidRDefault="005007F4" w:rsidP="00360048">
      <w:pPr>
        <w:pStyle w:val="SingleTxtGC"/>
      </w:pPr>
      <w:r>
        <w:t>28</w:t>
      </w:r>
      <w:r w:rsidR="0011635B" w:rsidRPr="0011635B">
        <w:t>.</w:t>
      </w:r>
      <w:r w:rsidR="006A4AC4">
        <w:rPr>
          <w:rFonts w:hint="eastAsia"/>
        </w:rPr>
        <w:t xml:space="preserve">  </w:t>
      </w:r>
      <w:r w:rsidR="0011635B" w:rsidRPr="0011635B">
        <w:t>人权理事会在第</w:t>
      </w:r>
      <w:r>
        <w:t>27</w:t>
      </w:r>
      <w:r w:rsidR="0011635B" w:rsidRPr="0011635B">
        <w:t>/</w:t>
      </w:r>
      <w:r>
        <w:t>4</w:t>
      </w:r>
      <w:r w:rsidR="0011635B" w:rsidRPr="0011635B">
        <w:t>号决议中，赞赏地注意到咨询委员会向理事会第二十七届会议提交的上述进展报告，请咨询委员会在现有资源范围内继续开展这项研究，并向人权理事会第三十届会议提交一份关于地方政府在增进和保护人权方面作用的最后报告。</w:t>
      </w:r>
    </w:p>
    <w:p w:rsidR="0011635B" w:rsidRPr="0011635B" w:rsidRDefault="005007F4" w:rsidP="00360048">
      <w:pPr>
        <w:pStyle w:val="SingleTxtGC"/>
      </w:pPr>
      <w:r>
        <w:t>29</w:t>
      </w:r>
      <w:r w:rsidR="0011635B" w:rsidRPr="0011635B">
        <w:t>.</w:t>
      </w:r>
      <w:r w:rsidR="006A4AC4">
        <w:rPr>
          <w:rFonts w:hint="eastAsia"/>
        </w:rPr>
        <w:t xml:space="preserve">  </w:t>
      </w:r>
      <w:r w:rsidR="0011635B" w:rsidRPr="0011635B">
        <w:t>人权理事会在第</w:t>
      </w:r>
      <w:r>
        <w:t>27</w:t>
      </w:r>
      <w:r w:rsidR="0011635B" w:rsidRPr="0011635B">
        <w:t>/</w:t>
      </w:r>
      <w:r>
        <w:t>4</w:t>
      </w:r>
      <w:r w:rsidR="0011635B" w:rsidRPr="0011635B">
        <w:t>号决议中，又请咨询委员会在编写上述报告时，列入地方政府在增进和保护人权方面所面临的主要挑战，并根据将人权纳入地方行政和公共服务的最佳做法，提出应对这些挑战的建议。</w:t>
      </w:r>
    </w:p>
    <w:p w:rsidR="0011635B" w:rsidRPr="0011635B" w:rsidRDefault="005007F4" w:rsidP="00360048">
      <w:pPr>
        <w:pStyle w:val="SingleTxtGC"/>
      </w:pPr>
      <w:r>
        <w:t>3</w:t>
      </w:r>
      <w:r w:rsidR="0011635B" w:rsidRPr="0011635B">
        <w:t>0.</w:t>
      </w:r>
      <w:r w:rsidR="006A4AC4">
        <w:rPr>
          <w:rFonts w:hint="eastAsia"/>
        </w:rPr>
        <w:t xml:space="preserve">  </w:t>
      </w:r>
      <w:r w:rsidR="0011635B" w:rsidRPr="0011635B">
        <w:t>人权理事会在同</w:t>
      </w:r>
      <w:proofErr w:type="gramStart"/>
      <w:r w:rsidR="0011635B" w:rsidRPr="0011635B">
        <w:t>一决议</w:t>
      </w:r>
      <w:proofErr w:type="gramEnd"/>
      <w:r w:rsidR="0011635B" w:rsidRPr="0011635B">
        <w:t>中，还请咨询委员会为完成上述研究报告，在必要时进一步征求会员国、有关国际组织和区域组织、联合国人权事务高级专员和有关特别程序、以及国家人权机构和非政府组织的意见和材料。</w:t>
      </w:r>
    </w:p>
    <w:p w:rsidR="0011635B" w:rsidRPr="0011635B" w:rsidRDefault="005007F4" w:rsidP="00360048">
      <w:pPr>
        <w:pStyle w:val="SingleTxtGC"/>
      </w:pPr>
      <w:r>
        <w:t>31</w:t>
      </w:r>
      <w:r w:rsidR="0011635B" w:rsidRPr="0011635B">
        <w:t>.</w:t>
      </w:r>
      <w:r w:rsidR="006A4AC4">
        <w:rPr>
          <w:rFonts w:hint="eastAsia"/>
        </w:rPr>
        <w:t xml:space="preserve">  </w:t>
      </w:r>
      <w:r w:rsidR="0011635B" w:rsidRPr="0011635B">
        <w:t>咨询委员会在第十四届会议上注意到起草小组提交的最后报告草稿，</w:t>
      </w:r>
      <w:r w:rsidR="006A4AC4">
        <w:rPr>
          <w:rStyle w:val="a7"/>
          <w:rFonts w:eastAsia="宋体"/>
        </w:rPr>
        <w:footnoteReference w:id="3"/>
      </w:r>
      <w:r w:rsidR="006A4AC4">
        <w:rPr>
          <w:rFonts w:hint="eastAsia"/>
        </w:rPr>
        <w:t xml:space="preserve"> </w:t>
      </w:r>
      <w:r w:rsidR="0011635B" w:rsidRPr="0011635B">
        <w:t>请起草小组参照咨询委员会第十四届会议的讨论情况，在以电子方式发给咨询委员会全体成员并征得其同意后，最后完成提交理事会的报告，并将该报告提交人权理事会第三十届会议。</w:t>
      </w:r>
    </w:p>
    <w:p w:rsidR="0011635B" w:rsidRPr="0011635B" w:rsidRDefault="005007F4" w:rsidP="00360048">
      <w:pPr>
        <w:pStyle w:val="SingleTxtGC"/>
      </w:pPr>
      <w:r>
        <w:t>32</w:t>
      </w:r>
      <w:r w:rsidR="0011635B" w:rsidRPr="0011635B">
        <w:t>.</w:t>
      </w:r>
      <w:r w:rsidR="006A4AC4">
        <w:rPr>
          <w:rFonts w:hint="eastAsia"/>
        </w:rPr>
        <w:t xml:space="preserve">  </w:t>
      </w:r>
      <w:r w:rsidR="0011635B" w:rsidRPr="0011635B">
        <w:t>咨询委员会第十五届会议将收到最后报告</w:t>
      </w:r>
      <w:r w:rsidR="0011635B" w:rsidRPr="0011635B">
        <w:t>(</w:t>
      </w:r>
      <w:r>
        <w:t>A</w:t>
      </w:r>
      <w:r w:rsidR="0011635B" w:rsidRPr="0011635B">
        <w:t>/</w:t>
      </w:r>
      <w:proofErr w:type="spellStart"/>
      <w:r>
        <w:t>HRC</w:t>
      </w:r>
      <w:proofErr w:type="spellEnd"/>
      <w:r w:rsidR="0011635B" w:rsidRPr="0011635B">
        <w:t>/</w:t>
      </w:r>
      <w:r>
        <w:t>3</w:t>
      </w:r>
      <w:r w:rsidR="0011635B" w:rsidRPr="0011635B">
        <w:t>0/</w:t>
      </w:r>
      <w:r>
        <w:t>49</w:t>
      </w:r>
      <w:r w:rsidR="0011635B" w:rsidRPr="0011635B">
        <w:t>)</w:t>
      </w:r>
      <w:r w:rsidR="0011635B" w:rsidRPr="0011635B">
        <w:t>，供人权理事会第三十届会议审议。</w:t>
      </w:r>
    </w:p>
    <w:p w:rsidR="0011635B" w:rsidRPr="0011635B" w:rsidRDefault="0011635B" w:rsidP="00145B9E">
      <w:pPr>
        <w:pStyle w:val="H23GC"/>
      </w:pPr>
      <w:r w:rsidRPr="0011635B">
        <w:tab/>
        <w:t>(</w:t>
      </w:r>
      <w:r w:rsidRPr="0011635B">
        <w:t>六</w:t>
      </w:r>
      <w:r w:rsidRPr="0011635B">
        <w:t>)</w:t>
      </w:r>
      <w:r w:rsidRPr="0011635B">
        <w:tab/>
      </w:r>
      <w:r w:rsidRPr="0011635B">
        <w:rPr>
          <w:lang w:val="zh-CN"/>
        </w:rPr>
        <w:t>秃鹫基金的活动与对人权的影响</w:t>
      </w:r>
    </w:p>
    <w:p w:rsidR="0011635B" w:rsidRPr="0011635B" w:rsidRDefault="005007F4" w:rsidP="00360048">
      <w:pPr>
        <w:pStyle w:val="SingleTxtGC"/>
      </w:pPr>
      <w:r>
        <w:t>33</w:t>
      </w:r>
      <w:r w:rsidR="0011635B" w:rsidRPr="0011635B">
        <w:t>.</w:t>
      </w:r>
      <w:r w:rsidR="006A4AC4">
        <w:rPr>
          <w:rFonts w:hint="eastAsia"/>
        </w:rPr>
        <w:t xml:space="preserve">  </w:t>
      </w:r>
      <w:r w:rsidR="0011635B" w:rsidRPr="0011635B">
        <w:t>人权理事会在第</w:t>
      </w:r>
      <w:r>
        <w:t>27</w:t>
      </w:r>
      <w:r w:rsidR="0011635B" w:rsidRPr="0011635B">
        <w:t>/</w:t>
      </w:r>
      <w:r>
        <w:t>3</w:t>
      </w:r>
      <w:r w:rsidR="0011635B" w:rsidRPr="0011635B">
        <w:t>0</w:t>
      </w:r>
      <w:r w:rsidR="0011635B" w:rsidRPr="0011635B">
        <w:t>号决议中，请咨询委员会就秃鹫基金的活动与对人权的影响问题编写一份研究报告，并向理事会第三十一届会议提交有关进展报告。</w:t>
      </w:r>
    </w:p>
    <w:p w:rsidR="0011635B" w:rsidRPr="0011635B" w:rsidRDefault="005007F4" w:rsidP="00360048">
      <w:pPr>
        <w:pStyle w:val="SingleTxtGC"/>
        <w:rPr>
          <w:color w:val="000000"/>
          <w:szCs w:val="21"/>
        </w:rPr>
      </w:pPr>
      <w:r>
        <w:t>34</w:t>
      </w:r>
      <w:r w:rsidR="0011635B" w:rsidRPr="0011635B">
        <w:t>.</w:t>
      </w:r>
      <w:r w:rsidR="006A4AC4">
        <w:rPr>
          <w:rFonts w:hint="eastAsia"/>
        </w:rPr>
        <w:t xml:space="preserve">  </w:t>
      </w:r>
      <w:r w:rsidR="0011635B" w:rsidRPr="0011635B">
        <w:t>人权理事会在第</w:t>
      </w:r>
      <w:r>
        <w:t>27</w:t>
      </w:r>
      <w:r w:rsidR="0011635B" w:rsidRPr="0011635B">
        <w:t>/</w:t>
      </w:r>
      <w:r>
        <w:t>3</w:t>
      </w:r>
      <w:r w:rsidR="0011635B" w:rsidRPr="0011635B">
        <w:t>0</w:t>
      </w:r>
      <w:r w:rsidR="0011635B" w:rsidRPr="0011635B">
        <w:t>号决议中，又请</w:t>
      </w:r>
      <w:r w:rsidR="0011635B" w:rsidRPr="0011635B">
        <w:rPr>
          <w:szCs w:val="21"/>
        </w:rPr>
        <w:t>咨询委员会在编写上述研究报告时，征求会员国、联合国各专门机构、有关国际组织和区域组织、人权高专办和有关特别程序</w:t>
      </w:r>
      <w:r w:rsidR="0011635B" w:rsidRPr="0011635B">
        <w:rPr>
          <w:szCs w:val="21"/>
        </w:rPr>
        <w:t>(</w:t>
      </w:r>
      <w:r w:rsidR="0011635B" w:rsidRPr="0011635B">
        <w:rPr>
          <w:szCs w:val="21"/>
        </w:rPr>
        <w:t>包括</w:t>
      </w:r>
      <w:r w:rsidR="0011635B" w:rsidRPr="0011635B">
        <w:rPr>
          <w:color w:val="000000"/>
          <w:szCs w:val="21"/>
        </w:rPr>
        <w:t>国家外债和其他有关国际金融义务对充分享有所有人权、尤其是经济、社会、文化权利的影响问题独立专家</w:t>
      </w:r>
      <w:r w:rsidR="0011635B" w:rsidRPr="0011635B">
        <w:rPr>
          <w:color w:val="000000"/>
          <w:szCs w:val="21"/>
        </w:rPr>
        <w:t>)</w:t>
      </w:r>
      <w:r w:rsidR="0011635B" w:rsidRPr="0011635B">
        <w:rPr>
          <w:color w:val="000000"/>
          <w:szCs w:val="21"/>
        </w:rPr>
        <w:t>、以及国家人权机构和非政府组织的意见和材料。</w:t>
      </w:r>
    </w:p>
    <w:p w:rsidR="0011635B" w:rsidRPr="0011635B" w:rsidRDefault="005007F4" w:rsidP="00360048">
      <w:pPr>
        <w:pStyle w:val="SingleTxtGC"/>
      </w:pPr>
      <w:r>
        <w:t>35</w:t>
      </w:r>
      <w:r w:rsidR="0011635B" w:rsidRPr="0011635B">
        <w:t>.</w:t>
      </w:r>
      <w:r w:rsidR="006A4AC4">
        <w:rPr>
          <w:rFonts w:hint="eastAsia"/>
        </w:rPr>
        <w:t xml:space="preserve">  </w:t>
      </w:r>
      <w:r w:rsidR="0011635B" w:rsidRPr="0011635B">
        <w:t>咨询委员会在第十四届会议上设立了一个起草小组，</w:t>
      </w:r>
      <w:r w:rsidR="0011635B" w:rsidRPr="0011635B">
        <w:rPr>
          <w:szCs w:val="21"/>
        </w:rPr>
        <w:t>负责编写进展报告，提交人权理事会第三十一届会议。</w:t>
      </w:r>
      <w:r w:rsidR="0011635B" w:rsidRPr="0011635B">
        <w:t>起草小组现任成员为：本纳尼先生、科廖拉诺先生、列别杰夫先生、苏菲先生</w:t>
      </w:r>
      <w:r w:rsidR="0011635B" w:rsidRPr="0011635B">
        <w:rPr>
          <w:spacing w:val="6"/>
        </w:rPr>
        <w:t>(</w:t>
      </w:r>
      <w:r w:rsidR="0011635B" w:rsidRPr="0011635B">
        <w:rPr>
          <w:spacing w:val="6"/>
        </w:rPr>
        <w:t>主席</w:t>
      </w:r>
      <w:r w:rsidR="0011635B" w:rsidRPr="0011635B">
        <w:rPr>
          <w:spacing w:val="6"/>
        </w:rPr>
        <w:t>)</w:t>
      </w:r>
      <w:r w:rsidR="0011635B" w:rsidRPr="0011635B">
        <w:t>和齐格勒先生</w:t>
      </w:r>
      <w:r w:rsidR="0011635B" w:rsidRPr="0011635B">
        <w:rPr>
          <w:spacing w:val="6"/>
        </w:rPr>
        <w:t>(</w:t>
      </w:r>
      <w:r w:rsidR="0011635B" w:rsidRPr="0011635B">
        <w:rPr>
          <w:spacing w:val="6"/>
        </w:rPr>
        <w:t>报告员</w:t>
      </w:r>
      <w:r w:rsidR="0011635B" w:rsidRPr="0011635B">
        <w:rPr>
          <w:spacing w:val="6"/>
        </w:rPr>
        <w:t>)</w:t>
      </w:r>
      <w:r w:rsidR="0011635B" w:rsidRPr="0011635B">
        <w:t>。</w:t>
      </w:r>
    </w:p>
    <w:p w:rsidR="0011635B" w:rsidRPr="0011635B" w:rsidRDefault="005007F4" w:rsidP="00360048">
      <w:pPr>
        <w:pStyle w:val="SingleTxtGC"/>
        <w:rPr>
          <w:spacing w:val="4"/>
        </w:rPr>
      </w:pPr>
      <w:r w:rsidRPr="00360048">
        <w:t>36</w:t>
      </w:r>
      <w:r w:rsidR="0011635B" w:rsidRPr="00360048">
        <w:t>.</w:t>
      </w:r>
      <w:r w:rsidR="006A4AC4" w:rsidRPr="00360048">
        <w:rPr>
          <w:rFonts w:hint="eastAsia"/>
        </w:rPr>
        <w:t xml:space="preserve">  </w:t>
      </w:r>
      <w:r w:rsidR="0011635B" w:rsidRPr="00360048">
        <w:t>也在第十四届会议上，起草小组和全体委员会举行会议讨论了这一议题，并讨论了将向会员国、有关国际组织和区域组织、国家人权机构和非政府组织分发的调查问卷。咨询</w:t>
      </w:r>
      <w:r w:rsidR="0011635B" w:rsidRPr="0011635B">
        <w:rPr>
          <w:spacing w:val="4"/>
        </w:rPr>
        <w:t>委员会于</w:t>
      </w:r>
      <w:r>
        <w:rPr>
          <w:spacing w:val="4"/>
        </w:rPr>
        <w:t>2</w:t>
      </w:r>
      <w:r w:rsidR="0011635B" w:rsidRPr="0011635B">
        <w:rPr>
          <w:spacing w:val="4"/>
        </w:rPr>
        <w:t>0</w:t>
      </w:r>
      <w:r>
        <w:rPr>
          <w:spacing w:val="4"/>
        </w:rPr>
        <w:t>15</w:t>
      </w:r>
      <w:r w:rsidR="0011635B" w:rsidRPr="0011635B">
        <w:rPr>
          <w:spacing w:val="4"/>
        </w:rPr>
        <w:t>年</w:t>
      </w:r>
      <w:r>
        <w:rPr>
          <w:spacing w:val="4"/>
        </w:rPr>
        <w:t>3</w:t>
      </w:r>
      <w:r w:rsidR="0011635B" w:rsidRPr="0011635B">
        <w:rPr>
          <w:spacing w:val="4"/>
        </w:rPr>
        <w:t>月向各利益攸关方分发了调查问卷。</w:t>
      </w:r>
    </w:p>
    <w:p w:rsidR="0011635B" w:rsidRPr="0011635B" w:rsidRDefault="005007F4" w:rsidP="00360048">
      <w:pPr>
        <w:pStyle w:val="SingleTxtGC"/>
      </w:pPr>
      <w:r>
        <w:t>37</w:t>
      </w:r>
      <w:r w:rsidR="0011635B" w:rsidRPr="0011635B">
        <w:t>.</w:t>
      </w:r>
      <w:r w:rsidR="006A4AC4">
        <w:rPr>
          <w:rFonts w:hint="eastAsia"/>
        </w:rPr>
        <w:t xml:space="preserve">  </w:t>
      </w:r>
      <w:r w:rsidR="0011635B" w:rsidRPr="0011635B">
        <w:t>咨询委员会第十五届会议将审议进展报告草稿</w:t>
      </w:r>
      <w:r w:rsidR="0011635B" w:rsidRPr="0011635B">
        <w:t>(</w:t>
      </w:r>
      <w:r>
        <w:t>A</w:t>
      </w:r>
      <w:r w:rsidR="0011635B" w:rsidRPr="0011635B">
        <w:t>/</w:t>
      </w:r>
      <w:proofErr w:type="spellStart"/>
      <w:r>
        <w:t>HRC</w:t>
      </w:r>
      <w:proofErr w:type="spellEnd"/>
      <w:r w:rsidR="0011635B" w:rsidRPr="0011635B">
        <w:t>/</w:t>
      </w:r>
      <w:r>
        <w:t>AC</w:t>
      </w:r>
      <w:r w:rsidR="0011635B" w:rsidRPr="0011635B">
        <w:t>/</w:t>
      </w:r>
      <w:r>
        <w:t>15</w:t>
      </w:r>
      <w:r w:rsidR="0011635B" w:rsidRPr="0011635B">
        <w:t>/</w:t>
      </w:r>
      <w:proofErr w:type="spellStart"/>
      <w:r>
        <w:t>CRP</w:t>
      </w:r>
      <w:r w:rsidR="0011635B" w:rsidRPr="0011635B">
        <w:t>.</w:t>
      </w:r>
      <w:r>
        <w:t>1</w:t>
      </w:r>
      <w:proofErr w:type="spellEnd"/>
      <w:r w:rsidR="0011635B" w:rsidRPr="0011635B">
        <w:t>)</w:t>
      </w:r>
      <w:r w:rsidR="0011635B" w:rsidRPr="0011635B">
        <w:t>，供人权理事会第三十一届会议审议。</w:t>
      </w:r>
    </w:p>
    <w:p w:rsidR="0011635B" w:rsidRPr="0011635B" w:rsidRDefault="0011635B" w:rsidP="00145B9E">
      <w:pPr>
        <w:pStyle w:val="H1GC"/>
      </w:pPr>
      <w:r w:rsidRPr="0011635B">
        <w:tab/>
        <w:t>(</w:t>
      </w:r>
      <w:r w:rsidR="005007F4">
        <w:t>b</w:t>
      </w:r>
      <w:r w:rsidRPr="0011635B">
        <w:t>)</w:t>
      </w:r>
      <w:r w:rsidRPr="0011635B">
        <w:tab/>
      </w:r>
      <w:r w:rsidRPr="0011635B">
        <w:t>委员会提交人权理事会的报告的后续行动</w:t>
      </w:r>
    </w:p>
    <w:p w:rsidR="0011635B" w:rsidRPr="0011635B" w:rsidRDefault="0011635B" w:rsidP="00145B9E">
      <w:pPr>
        <w:pStyle w:val="H23GC"/>
      </w:pPr>
      <w:r w:rsidRPr="0011635B">
        <w:tab/>
        <w:t>(</w:t>
      </w:r>
      <w:proofErr w:type="gramStart"/>
      <w:r w:rsidR="00145B9E">
        <w:rPr>
          <w:rFonts w:hint="eastAsia"/>
        </w:rPr>
        <w:t>一</w:t>
      </w:r>
      <w:proofErr w:type="gramEnd"/>
      <w:r w:rsidRPr="0011635B">
        <w:t>)</w:t>
      </w:r>
      <w:r w:rsidRPr="0011635B">
        <w:tab/>
      </w:r>
      <w:r w:rsidRPr="0011635B">
        <w:t>增进人民享有和平的权利</w:t>
      </w:r>
    </w:p>
    <w:p w:rsidR="0011635B" w:rsidRPr="0011635B" w:rsidRDefault="005007F4" w:rsidP="006A4AC4">
      <w:pPr>
        <w:pStyle w:val="SingleTxtGC"/>
      </w:pPr>
      <w:r>
        <w:t>38</w:t>
      </w:r>
      <w:r w:rsidR="0011635B" w:rsidRPr="0011635B">
        <w:t>.</w:t>
      </w:r>
      <w:r w:rsidR="006A4AC4">
        <w:rPr>
          <w:rFonts w:hint="eastAsia"/>
        </w:rPr>
        <w:t xml:space="preserve">  </w:t>
      </w:r>
      <w:r w:rsidR="0011635B" w:rsidRPr="0011635B">
        <w:t>人权理事会在第</w:t>
      </w:r>
      <w:r>
        <w:t>14</w:t>
      </w:r>
      <w:r w:rsidR="0011635B" w:rsidRPr="0011635B">
        <w:t>/</w:t>
      </w:r>
      <w:r>
        <w:t>3</w:t>
      </w:r>
      <w:r w:rsidR="0011635B" w:rsidRPr="0011635B">
        <w:t>号决议中，请咨询委员会与会员国、民间社会、学术界和所有相关利益攸关方协商，起草一份各国人民享有和平权利宣言草案。</w:t>
      </w:r>
    </w:p>
    <w:p w:rsidR="0011635B" w:rsidRPr="0011635B" w:rsidRDefault="005007F4" w:rsidP="006A4AC4">
      <w:pPr>
        <w:pStyle w:val="SingleTxtGC"/>
      </w:pPr>
      <w:r>
        <w:t>39</w:t>
      </w:r>
      <w:r w:rsidR="0011635B" w:rsidRPr="0011635B">
        <w:t>.</w:t>
      </w:r>
      <w:r w:rsidR="006A4AC4">
        <w:rPr>
          <w:rFonts w:hint="eastAsia"/>
        </w:rPr>
        <w:t xml:space="preserve">  </w:t>
      </w:r>
      <w:r w:rsidR="0011635B" w:rsidRPr="0011635B">
        <w:t>咨询委员会在第五届会议上，指定郑女士、德斯科托</w:t>
      </w:r>
      <w:r w:rsidR="006A4AC4">
        <w:rPr>
          <w:rFonts w:hint="eastAsia"/>
        </w:rPr>
        <w:t>·</w:t>
      </w:r>
      <w:r w:rsidR="0011635B" w:rsidRPr="0011635B">
        <w:t>布罗克曼先生、海因茨先生</w:t>
      </w:r>
      <w:r w:rsidR="0011635B" w:rsidRPr="0011635B">
        <w:t>(</w:t>
      </w:r>
      <w:r w:rsidR="0011635B" w:rsidRPr="0011635B">
        <w:t>报告员</w:t>
      </w:r>
      <w:r w:rsidR="0011635B" w:rsidRPr="0011635B">
        <w:t>)</w:t>
      </w:r>
      <w:r w:rsidR="0011635B" w:rsidRPr="0011635B">
        <w:t>、侯赛诺夫先生、</w:t>
      </w:r>
      <w:proofErr w:type="gramStart"/>
      <w:r w:rsidR="0011635B" w:rsidRPr="0011635B">
        <w:t>坂</w:t>
      </w:r>
      <w:proofErr w:type="gramEnd"/>
      <w:r w:rsidR="0011635B" w:rsidRPr="0011635B">
        <w:t>本先生和佐勒菲卡尔女士</w:t>
      </w:r>
      <w:r w:rsidR="0011635B" w:rsidRPr="0011635B">
        <w:t>(</w:t>
      </w:r>
      <w:r w:rsidR="0011635B" w:rsidRPr="0011635B">
        <w:t>主席</w:t>
      </w:r>
      <w:r w:rsidR="0011635B" w:rsidRPr="0011635B">
        <w:t>)</w:t>
      </w:r>
      <w:r w:rsidR="0011635B" w:rsidRPr="0011635B">
        <w:t>为负责该议题的起草小组成员。</w:t>
      </w:r>
    </w:p>
    <w:p w:rsidR="0011635B" w:rsidRPr="0011635B" w:rsidRDefault="005007F4" w:rsidP="006A4AC4">
      <w:pPr>
        <w:pStyle w:val="SingleTxtGC"/>
      </w:pPr>
      <w:r>
        <w:t>4</w:t>
      </w:r>
      <w:r w:rsidR="0011635B" w:rsidRPr="0011635B">
        <w:t>0.</w:t>
      </w:r>
      <w:r w:rsidR="006A4AC4">
        <w:rPr>
          <w:rFonts w:hint="eastAsia"/>
        </w:rPr>
        <w:t xml:space="preserve">  </w:t>
      </w:r>
      <w:r w:rsidR="0011635B" w:rsidRPr="0011635B">
        <w:t>人权理事会在第</w:t>
      </w:r>
      <w:r>
        <w:t>2</w:t>
      </w:r>
      <w:r w:rsidR="0011635B" w:rsidRPr="0011635B">
        <w:t>0/</w:t>
      </w:r>
      <w:r>
        <w:t>15</w:t>
      </w:r>
      <w:r w:rsidR="0011635B" w:rsidRPr="0011635B">
        <w:t>号决议中，注意到咨询委员会编写的宣言草案</w:t>
      </w:r>
      <w:r w:rsidR="0011635B" w:rsidRPr="0011635B">
        <w:t>(</w:t>
      </w:r>
      <w:r>
        <w:t>A</w:t>
      </w:r>
      <w:r w:rsidR="0011635B" w:rsidRPr="0011635B">
        <w:t>/</w:t>
      </w:r>
      <w:proofErr w:type="spellStart"/>
      <w:r>
        <w:t>HRC</w:t>
      </w:r>
      <w:proofErr w:type="spellEnd"/>
      <w:r w:rsidR="0011635B" w:rsidRPr="0011635B">
        <w:t>/</w:t>
      </w:r>
      <w:r>
        <w:t>2</w:t>
      </w:r>
      <w:r w:rsidR="0011635B" w:rsidRPr="0011635B">
        <w:t>0/</w:t>
      </w:r>
      <w:r>
        <w:t>31</w:t>
      </w:r>
      <w:r w:rsidR="0011635B" w:rsidRPr="0011635B">
        <w:t>)</w:t>
      </w:r>
      <w:r w:rsidR="0011635B" w:rsidRPr="0011635B">
        <w:t>，并设立了一个不限成员名额政府间工作组，任务是在咨询委员会提交的草案基础上，逐步谈判拟订一份联合国和平权利宣言草案。咨询委员会宣言草案起草小组主席</w:t>
      </w:r>
      <w:proofErr w:type="gramStart"/>
      <w:r w:rsidR="0011635B" w:rsidRPr="0011635B">
        <w:t>兼报告</w:t>
      </w:r>
      <w:proofErr w:type="gramEnd"/>
      <w:r w:rsidR="0011635B" w:rsidRPr="0011635B">
        <w:t>员参加了</w:t>
      </w:r>
      <w:r>
        <w:t>2</w:t>
      </w:r>
      <w:r w:rsidR="0011635B" w:rsidRPr="0011635B">
        <w:t>0</w:t>
      </w:r>
      <w:r>
        <w:t>13</w:t>
      </w:r>
      <w:r w:rsidR="0011635B" w:rsidRPr="0011635B">
        <w:t>年</w:t>
      </w:r>
      <w:r>
        <w:t>2</w:t>
      </w:r>
      <w:r w:rsidR="0011635B" w:rsidRPr="0011635B">
        <w:t>月</w:t>
      </w:r>
      <w:r>
        <w:t>18</w:t>
      </w:r>
      <w:r w:rsidR="0011635B" w:rsidRPr="0011635B">
        <w:t>日至</w:t>
      </w:r>
      <w:r>
        <w:t>21</w:t>
      </w:r>
      <w:r w:rsidR="0011635B" w:rsidRPr="0011635B">
        <w:t>日举行的工作组第一届会议。</w:t>
      </w:r>
    </w:p>
    <w:p w:rsidR="0011635B" w:rsidRPr="0011635B" w:rsidRDefault="005007F4" w:rsidP="006A4AC4">
      <w:pPr>
        <w:pStyle w:val="SingleTxtGC"/>
      </w:pPr>
      <w:r>
        <w:t>41</w:t>
      </w:r>
      <w:r w:rsidR="0011635B" w:rsidRPr="0011635B">
        <w:t>.</w:t>
      </w:r>
      <w:r w:rsidR="006A4AC4">
        <w:rPr>
          <w:rFonts w:hint="eastAsia"/>
        </w:rPr>
        <w:t xml:space="preserve">  </w:t>
      </w:r>
      <w:r w:rsidR="0011635B" w:rsidRPr="0011635B">
        <w:t>人权理事会在第</w:t>
      </w:r>
      <w:r>
        <w:t>23</w:t>
      </w:r>
      <w:r w:rsidR="0011635B" w:rsidRPr="0011635B">
        <w:t>/</w:t>
      </w:r>
      <w:r>
        <w:t>16</w:t>
      </w:r>
      <w:r w:rsidR="0011635B" w:rsidRPr="0011635B">
        <w:t>号决议中，请工作组主席</w:t>
      </w:r>
      <w:proofErr w:type="gramStart"/>
      <w:r w:rsidR="0011635B" w:rsidRPr="0011635B">
        <w:t>兼报告</w:t>
      </w:r>
      <w:proofErr w:type="gramEnd"/>
      <w:r w:rsidR="0011635B" w:rsidRPr="0011635B">
        <w:t>员根据工作组第一届会议期间所举行的讨论以及闭会期间的非正式磋商拟定一份新的案文，在工作组第二届会议之前提交案文以供审议和进一步讨论。工作组于</w:t>
      </w:r>
      <w:r>
        <w:t>2</w:t>
      </w:r>
      <w:r w:rsidR="0011635B" w:rsidRPr="0011635B">
        <w:t>0</w:t>
      </w:r>
      <w:r>
        <w:t>14</w:t>
      </w:r>
      <w:r w:rsidR="0011635B" w:rsidRPr="0011635B">
        <w:t>年</w:t>
      </w:r>
      <w:r>
        <w:t>6</w:t>
      </w:r>
      <w:r w:rsidR="0011635B" w:rsidRPr="0011635B">
        <w:t>月</w:t>
      </w:r>
      <w:r>
        <w:t>3</w:t>
      </w:r>
      <w:r w:rsidR="0011635B" w:rsidRPr="0011635B">
        <w:t>0</w:t>
      </w:r>
      <w:r w:rsidR="0011635B" w:rsidRPr="0011635B">
        <w:t>日至</w:t>
      </w:r>
      <w:r>
        <w:t>7</w:t>
      </w:r>
      <w:r w:rsidR="0011635B" w:rsidRPr="0011635B">
        <w:t>月</w:t>
      </w:r>
      <w:r>
        <w:t>4</w:t>
      </w:r>
      <w:r w:rsidR="0011635B" w:rsidRPr="0011635B">
        <w:t>日举行了第二届会议。</w:t>
      </w:r>
    </w:p>
    <w:p w:rsidR="0011635B" w:rsidRPr="0011635B" w:rsidRDefault="005007F4" w:rsidP="006A4AC4">
      <w:pPr>
        <w:pStyle w:val="SingleTxtGC"/>
      </w:pPr>
      <w:r>
        <w:t>42</w:t>
      </w:r>
      <w:r w:rsidR="0011635B" w:rsidRPr="0011635B">
        <w:t>.</w:t>
      </w:r>
      <w:r w:rsidR="006A4AC4">
        <w:rPr>
          <w:rFonts w:hint="eastAsia"/>
        </w:rPr>
        <w:t xml:space="preserve">  </w:t>
      </w:r>
      <w:r>
        <w:t>2</w:t>
      </w:r>
      <w:r w:rsidR="0011635B" w:rsidRPr="0011635B">
        <w:t>0</w:t>
      </w:r>
      <w:r>
        <w:t>14</w:t>
      </w:r>
      <w:r w:rsidR="0011635B" w:rsidRPr="0011635B">
        <w:t>年</w:t>
      </w:r>
      <w:r>
        <w:t>9</w:t>
      </w:r>
      <w:r w:rsidR="0011635B" w:rsidRPr="0011635B">
        <w:t>月，人权理事会通过了第</w:t>
      </w:r>
      <w:r>
        <w:t>27</w:t>
      </w:r>
      <w:r w:rsidR="0011635B" w:rsidRPr="0011635B">
        <w:t>/</w:t>
      </w:r>
      <w:r>
        <w:t>17</w:t>
      </w:r>
      <w:r w:rsidR="0011635B" w:rsidRPr="0011635B">
        <w:t>号决议，其中理事会决定工作组在</w:t>
      </w:r>
      <w:r>
        <w:t>2</w:t>
      </w:r>
      <w:r w:rsidR="0011635B" w:rsidRPr="0011635B">
        <w:t>0</w:t>
      </w:r>
      <w:r>
        <w:t>15</w:t>
      </w:r>
      <w:r w:rsidR="0011635B" w:rsidRPr="0011635B">
        <w:t>年举行为期五个工作日的第三届会议，以便完成宣言的定稿。理事会还请工作组主席</w:t>
      </w:r>
      <w:proofErr w:type="gramStart"/>
      <w:r w:rsidR="0011635B" w:rsidRPr="0011635B">
        <w:t>兼报告</w:t>
      </w:r>
      <w:proofErr w:type="gramEnd"/>
      <w:r w:rsidR="0011635B" w:rsidRPr="0011635B">
        <w:t>员进行非正式磋商，并编写一份订正案文。工作组于</w:t>
      </w:r>
      <w:r>
        <w:t>2</w:t>
      </w:r>
      <w:r w:rsidR="0011635B" w:rsidRPr="0011635B">
        <w:t>0</w:t>
      </w:r>
      <w:r>
        <w:t>15</w:t>
      </w:r>
      <w:r w:rsidR="0011635B" w:rsidRPr="0011635B">
        <w:t>年</w:t>
      </w:r>
      <w:r>
        <w:t>4</w:t>
      </w:r>
      <w:r w:rsidR="0011635B" w:rsidRPr="0011635B">
        <w:t>月</w:t>
      </w:r>
      <w:r>
        <w:t>2</w:t>
      </w:r>
      <w:r w:rsidR="0011635B" w:rsidRPr="0011635B">
        <w:t>0</w:t>
      </w:r>
      <w:r w:rsidR="0011635B" w:rsidRPr="0011635B">
        <w:t>日至</w:t>
      </w:r>
      <w:r>
        <w:t>24</w:t>
      </w:r>
      <w:r w:rsidR="0011635B" w:rsidRPr="0011635B">
        <w:t>日举行了第三届会议。</w:t>
      </w:r>
    </w:p>
    <w:p w:rsidR="0011635B" w:rsidRPr="0011635B" w:rsidRDefault="0011635B" w:rsidP="00145B9E">
      <w:pPr>
        <w:pStyle w:val="H23GC"/>
      </w:pPr>
      <w:r w:rsidRPr="0011635B">
        <w:tab/>
        <w:t>(</w:t>
      </w:r>
      <w:r w:rsidRPr="0011635B">
        <w:t>二</w:t>
      </w:r>
      <w:r w:rsidRPr="0011635B">
        <w:t>)</w:t>
      </w:r>
      <w:r w:rsidRPr="0011635B">
        <w:tab/>
      </w:r>
      <w:r w:rsidRPr="0011635B">
        <w:t>加强人权领域的国际合作</w:t>
      </w:r>
    </w:p>
    <w:p w:rsidR="0011635B" w:rsidRPr="0011635B" w:rsidRDefault="005007F4" w:rsidP="00360048">
      <w:pPr>
        <w:pStyle w:val="SingleTxtGC"/>
      </w:pPr>
      <w:r>
        <w:t>43</w:t>
      </w:r>
      <w:r w:rsidR="0011635B" w:rsidRPr="0011635B">
        <w:t>.</w:t>
      </w:r>
      <w:r w:rsidR="006A4AC4">
        <w:rPr>
          <w:rFonts w:hint="eastAsia"/>
        </w:rPr>
        <w:t xml:space="preserve">  </w:t>
      </w:r>
      <w:r w:rsidR="0011635B" w:rsidRPr="0011635B">
        <w:t>人权理事会在第</w:t>
      </w:r>
      <w:r>
        <w:t>13</w:t>
      </w:r>
      <w:r w:rsidR="0011635B" w:rsidRPr="0011635B">
        <w:t>/</w:t>
      </w:r>
      <w:r>
        <w:t>23</w:t>
      </w:r>
      <w:r w:rsidR="0011635B" w:rsidRPr="0011635B">
        <w:t>号决议中，请咨询委员会考虑到联合国人权事务高级专员关于加强人权领域国际合作的报告</w:t>
      </w:r>
      <w:r w:rsidR="0011635B" w:rsidRPr="0011635B">
        <w:t>(</w:t>
      </w:r>
      <w:r>
        <w:t>A</w:t>
      </w:r>
      <w:r w:rsidR="0011635B" w:rsidRPr="0011635B">
        <w:t>/</w:t>
      </w:r>
      <w:proofErr w:type="spellStart"/>
      <w:r>
        <w:t>HRC</w:t>
      </w:r>
      <w:proofErr w:type="spellEnd"/>
      <w:r w:rsidR="0011635B" w:rsidRPr="0011635B">
        <w:t>/</w:t>
      </w:r>
      <w:r>
        <w:t>13</w:t>
      </w:r>
      <w:r w:rsidR="0011635B" w:rsidRPr="0011635B">
        <w:t>/</w:t>
      </w:r>
      <w:r>
        <w:t>19</w:t>
      </w:r>
      <w:r w:rsidR="0011635B" w:rsidRPr="0011635B">
        <w:t>)</w:t>
      </w:r>
      <w:r w:rsidR="0011635B" w:rsidRPr="0011635B">
        <w:t>所载意见以及各国和相关利益攸关方的进一步意见，探讨加强人权领域合作的方式和方法，并将这方面的建议提交理事会第十九届会议。</w:t>
      </w:r>
    </w:p>
    <w:p w:rsidR="0011635B" w:rsidRPr="0011635B" w:rsidRDefault="005007F4" w:rsidP="00360048">
      <w:pPr>
        <w:pStyle w:val="SingleTxtGC"/>
      </w:pPr>
      <w:r>
        <w:t>44</w:t>
      </w:r>
      <w:r w:rsidR="0011635B" w:rsidRPr="0011635B">
        <w:t>.</w:t>
      </w:r>
      <w:r w:rsidR="006A4AC4">
        <w:rPr>
          <w:rFonts w:hint="eastAsia"/>
        </w:rPr>
        <w:t xml:space="preserve">  </w:t>
      </w:r>
      <w:r w:rsidR="0011635B" w:rsidRPr="0011635B">
        <w:t>咨询委员会在第五届会议上，指定陈先生、德科先生</w:t>
      </w:r>
      <w:r w:rsidR="0011635B" w:rsidRPr="0011635B">
        <w:t>(</w:t>
      </w:r>
      <w:r w:rsidR="0011635B" w:rsidRPr="0011635B">
        <w:t>报告员</w:t>
      </w:r>
      <w:r w:rsidR="0011635B" w:rsidRPr="0011635B">
        <w:t>)</w:t>
      </w:r>
      <w:r w:rsidR="0011635B" w:rsidRPr="0011635B">
        <w:t>、侯赛诺夫先生、卡尔塔什金先生、基松宾女士、西图辛格先生</w:t>
      </w:r>
      <w:r w:rsidR="0011635B" w:rsidRPr="0011635B">
        <w:t>(</w:t>
      </w:r>
      <w:r w:rsidR="0011635B" w:rsidRPr="0011635B">
        <w:t>主席</w:t>
      </w:r>
      <w:r w:rsidR="0011635B" w:rsidRPr="0011635B">
        <w:t>)</w:t>
      </w:r>
      <w:r w:rsidR="0011635B" w:rsidRPr="0011635B">
        <w:t>和瓦尔扎齐女士为起草小组成员，以就此议题开展筹备工作。布瓦松</w:t>
      </w:r>
      <w:r w:rsidR="00360048">
        <w:rPr>
          <w:rFonts w:hint="eastAsia"/>
        </w:rPr>
        <w:t>·</w:t>
      </w:r>
      <w:r w:rsidR="0011635B" w:rsidRPr="0011635B">
        <w:t>德沙祖尔内女士后接替德科先生担任起草小组报告员。</w:t>
      </w:r>
    </w:p>
    <w:p w:rsidR="0011635B" w:rsidRPr="0011635B" w:rsidRDefault="005007F4" w:rsidP="006A4AC4">
      <w:pPr>
        <w:pStyle w:val="SingleTxtGC"/>
      </w:pPr>
      <w:r>
        <w:t>45</w:t>
      </w:r>
      <w:r w:rsidR="0011635B" w:rsidRPr="0011635B">
        <w:t>.</w:t>
      </w:r>
      <w:r w:rsidR="006A4AC4">
        <w:rPr>
          <w:rFonts w:hint="eastAsia"/>
        </w:rPr>
        <w:t xml:space="preserve">  </w:t>
      </w:r>
      <w:r w:rsidR="0011635B" w:rsidRPr="0011635B">
        <w:t>人权理事会在第</w:t>
      </w:r>
      <w:r>
        <w:t>19</w:t>
      </w:r>
      <w:r w:rsidR="0011635B" w:rsidRPr="0011635B">
        <w:t>/</w:t>
      </w:r>
      <w:r>
        <w:t>33</w:t>
      </w:r>
      <w:r w:rsidR="0011635B" w:rsidRPr="0011635B">
        <w:t>号决议中，注意到咨询委员会关于加强人权领域的国际合作的研究报告</w:t>
      </w:r>
      <w:r w:rsidR="0011635B" w:rsidRPr="0011635B">
        <w:t>(</w:t>
      </w:r>
      <w:r>
        <w:t>A</w:t>
      </w:r>
      <w:r w:rsidR="0011635B" w:rsidRPr="0011635B">
        <w:t>/</w:t>
      </w:r>
      <w:proofErr w:type="spellStart"/>
      <w:r>
        <w:t>HRC</w:t>
      </w:r>
      <w:proofErr w:type="spellEnd"/>
      <w:r w:rsidR="0011635B" w:rsidRPr="0011635B">
        <w:t>/</w:t>
      </w:r>
      <w:r>
        <w:t>19</w:t>
      </w:r>
      <w:r w:rsidR="0011635B" w:rsidRPr="0011635B">
        <w:t>/</w:t>
      </w:r>
      <w:r>
        <w:t>74</w:t>
      </w:r>
      <w:r w:rsidR="0011635B" w:rsidRPr="0011635B">
        <w:t>)</w:t>
      </w:r>
      <w:r w:rsidR="0011635B" w:rsidRPr="0011635B">
        <w:t>，并请人权高专办在理事会第二十二届会议之前举办一次研讨会，由咨询委员会的一名成员参加，以在委员会编写的研究报告、包括其中所载各项建议的基础上展开讨论。</w:t>
      </w:r>
    </w:p>
    <w:p w:rsidR="0011635B" w:rsidRPr="0011635B" w:rsidRDefault="005007F4" w:rsidP="006A4AC4">
      <w:pPr>
        <w:pStyle w:val="SingleTxtGC"/>
      </w:pPr>
      <w:r>
        <w:t>46</w:t>
      </w:r>
      <w:r w:rsidR="0011635B" w:rsidRPr="0011635B">
        <w:t>.</w:t>
      </w:r>
      <w:r w:rsidR="006A4AC4">
        <w:rPr>
          <w:rFonts w:hint="eastAsia"/>
        </w:rPr>
        <w:t xml:space="preserve">  </w:t>
      </w:r>
      <w:r w:rsidR="0011635B" w:rsidRPr="0011635B">
        <w:t>咨询委员会在第九届会议上，指定西图辛格先生参加于</w:t>
      </w:r>
      <w:r>
        <w:t>2</w:t>
      </w:r>
      <w:r w:rsidR="0011635B" w:rsidRPr="0011635B">
        <w:t>0</w:t>
      </w:r>
      <w:r>
        <w:t>13</w:t>
      </w:r>
      <w:r w:rsidR="0011635B" w:rsidRPr="0011635B">
        <w:t>年</w:t>
      </w:r>
      <w:r>
        <w:t>2</w:t>
      </w:r>
      <w:r w:rsidR="0011635B" w:rsidRPr="0011635B">
        <w:t>月</w:t>
      </w:r>
      <w:r>
        <w:t>15</w:t>
      </w:r>
      <w:r w:rsidR="0011635B" w:rsidRPr="0011635B">
        <w:t>日举行的研讨会。布瓦松</w:t>
      </w:r>
      <w:r w:rsidR="006A4AC4">
        <w:rPr>
          <w:rFonts w:hint="eastAsia"/>
        </w:rPr>
        <w:t>·</w:t>
      </w:r>
      <w:r w:rsidR="0011635B" w:rsidRPr="0011635B">
        <w:t>德沙祖尔内女士也参加了研讨会。研讨会纪要已提交人权理事会第二十三届会议</w:t>
      </w:r>
      <w:r w:rsidR="0011635B" w:rsidRPr="0011635B">
        <w:t>(</w:t>
      </w:r>
      <w:r>
        <w:t>A</w:t>
      </w:r>
      <w:r w:rsidR="0011635B" w:rsidRPr="0011635B">
        <w:t>/</w:t>
      </w:r>
      <w:proofErr w:type="spellStart"/>
      <w:r>
        <w:t>HRC</w:t>
      </w:r>
      <w:proofErr w:type="spellEnd"/>
      <w:r w:rsidR="0011635B" w:rsidRPr="0011635B">
        <w:t>/</w:t>
      </w:r>
      <w:r>
        <w:t>23</w:t>
      </w:r>
      <w:r w:rsidR="0011635B" w:rsidRPr="0011635B">
        <w:t>/</w:t>
      </w:r>
      <w:r>
        <w:t>2</w:t>
      </w:r>
      <w:r w:rsidR="0011635B" w:rsidRPr="0011635B">
        <w:t>0)</w:t>
      </w:r>
      <w:r w:rsidR="0011635B" w:rsidRPr="0011635B">
        <w:t>。</w:t>
      </w:r>
    </w:p>
    <w:p w:rsidR="0011635B" w:rsidRPr="0011635B" w:rsidRDefault="005007F4" w:rsidP="006A4AC4">
      <w:pPr>
        <w:pStyle w:val="SingleTxtGC"/>
      </w:pPr>
      <w:r>
        <w:rPr>
          <w:iCs/>
        </w:rPr>
        <w:t>47</w:t>
      </w:r>
      <w:r w:rsidR="0011635B" w:rsidRPr="0011635B">
        <w:rPr>
          <w:iCs/>
        </w:rPr>
        <w:t>.</w:t>
      </w:r>
      <w:r w:rsidR="006A4AC4">
        <w:rPr>
          <w:rFonts w:hint="eastAsia"/>
          <w:iCs/>
        </w:rPr>
        <w:t xml:space="preserve">  </w:t>
      </w:r>
      <w:r w:rsidR="0011635B" w:rsidRPr="0011635B">
        <w:t>人权理事会在第</w:t>
      </w:r>
      <w:r>
        <w:t>23</w:t>
      </w:r>
      <w:r w:rsidR="0011635B" w:rsidRPr="0011635B">
        <w:t>/</w:t>
      </w:r>
      <w:r>
        <w:t>3</w:t>
      </w:r>
      <w:r w:rsidR="0011635B" w:rsidRPr="0011635B">
        <w:t>号决议中，注意到人权高专办的报告，其中载有研讨会的讨论纪要；并请咨询委员会编写一份更有侧重的深入的研究报告，探讨加强人权领域国际合作的方式和方法，包括查明可取得更多进展的领域</w:t>
      </w:r>
      <w:r w:rsidR="0011635B" w:rsidRPr="0011635B">
        <w:t>(</w:t>
      </w:r>
      <w:r w:rsidR="0011635B" w:rsidRPr="0011635B">
        <w:t>但不限于此</w:t>
      </w:r>
      <w:r w:rsidR="0011635B" w:rsidRPr="0011635B">
        <w:t>)</w:t>
      </w:r>
      <w:r w:rsidR="0011635B" w:rsidRPr="0011635B">
        <w:t>，同时考虑到应大会第</w:t>
      </w:r>
      <w:r>
        <w:t>67</w:t>
      </w:r>
      <w:r w:rsidR="0011635B" w:rsidRPr="0011635B">
        <w:t>/</w:t>
      </w:r>
      <w:r>
        <w:t>169</w:t>
      </w:r>
      <w:r w:rsidR="0011635B" w:rsidRPr="0011635B">
        <w:t>号决议的要求进行磋商之后所收到的答复。</w:t>
      </w:r>
    </w:p>
    <w:p w:rsidR="006A4AC4" w:rsidRPr="0011635B" w:rsidRDefault="005007F4" w:rsidP="006A4AC4">
      <w:pPr>
        <w:pStyle w:val="SingleTxtGC"/>
      </w:pPr>
      <w:r>
        <w:rPr>
          <w:iCs/>
        </w:rPr>
        <w:t>48</w:t>
      </w:r>
      <w:r w:rsidR="0011635B" w:rsidRPr="0011635B">
        <w:rPr>
          <w:iCs/>
        </w:rPr>
        <w:t>.</w:t>
      </w:r>
      <w:r w:rsidR="006A4AC4">
        <w:rPr>
          <w:rFonts w:hint="eastAsia"/>
          <w:iCs/>
        </w:rPr>
        <w:t xml:space="preserve">  </w:t>
      </w:r>
      <w:r w:rsidR="0011635B" w:rsidRPr="0011635B">
        <w:t>人权理事会在第</w:t>
      </w:r>
      <w:r>
        <w:t>23</w:t>
      </w:r>
      <w:r w:rsidR="0011635B" w:rsidRPr="0011635B">
        <w:t>/</w:t>
      </w:r>
      <w:r>
        <w:t>3</w:t>
      </w:r>
      <w:r w:rsidR="0011635B" w:rsidRPr="0011635B">
        <w:t>号决议中，还请咨询委员会向理事会第二十六届会议提交一份进展报告。</w:t>
      </w:r>
    </w:p>
    <w:p w:rsidR="0011635B" w:rsidRPr="0011635B" w:rsidRDefault="005007F4" w:rsidP="006A4AC4">
      <w:pPr>
        <w:pStyle w:val="SingleTxtGC"/>
      </w:pPr>
      <w:r>
        <w:rPr>
          <w:iCs/>
        </w:rPr>
        <w:t>49</w:t>
      </w:r>
      <w:r w:rsidR="0011635B" w:rsidRPr="0011635B">
        <w:rPr>
          <w:iCs/>
        </w:rPr>
        <w:t>.</w:t>
      </w:r>
      <w:r w:rsidR="006A4AC4">
        <w:rPr>
          <w:rFonts w:hint="eastAsia"/>
          <w:iCs/>
        </w:rPr>
        <w:t xml:space="preserve">  </w:t>
      </w:r>
      <w:r w:rsidR="0011635B" w:rsidRPr="0011635B">
        <w:t>咨询委员会在第十一届会议上设立了一个起草小组，并指定法伊哈尼先生、布瓦松</w:t>
      </w:r>
      <w:r w:rsidR="006A4AC4">
        <w:rPr>
          <w:rFonts w:hint="eastAsia"/>
        </w:rPr>
        <w:t>·</w:t>
      </w:r>
      <w:r w:rsidR="0011635B" w:rsidRPr="0011635B">
        <w:t>德沙祖尔内女士、科廖拉诺先生、侯赛诺夫先生、列别杰夫先生、恩通杜古鲁</w:t>
      </w:r>
      <w:r w:rsidR="006A4AC4">
        <w:rPr>
          <w:rFonts w:hint="eastAsia"/>
        </w:rPr>
        <w:t>·</w:t>
      </w:r>
      <w:r w:rsidR="0011635B" w:rsidRPr="0011635B">
        <w:t>卡罗科拉先生、奥卡福尔先生</w:t>
      </w:r>
      <w:r w:rsidR="0011635B" w:rsidRPr="0011635B">
        <w:t>(</w:t>
      </w:r>
      <w:r w:rsidR="0011635B" w:rsidRPr="0011635B">
        <w:t>报告员</w:t>
      </w:r>
      <w:r w:rsidR="0011635B" w:rsidRPr="0011635B">
        <w:t>)</w:t>
      </w:r>
      <w:r w:rsidR="0011635B" w:rsidRPr="0011635B">
        <w:t>、帕贝尔女士、西图辛格先生</w:t>
      </w:r>
      <w:r w:rsidR="0011635B" w:rsidRPr="0011635B">
        <w:t>(</w:t>
      </w:r>
      <w:r w:rsidR="0011635B" w:rsidRPr="0011635B">
        <w:t>主席</w:t>
      </w:r>
      <w:r w:rsidR="0011635B" w:rsidRPr="0011635B">
        <w:t>)</w:t>
      </w:r>
      <w:r w:rsidR="0011635B" w:rsidRPr="0011635B">
        <w:t>和齐格勒先生为起草小组成员。</w:t>
      </w:r>
    </w:p>
    <w:p w:rsidR="0011635B" w:rsidRPr="0011635B" w:rsidRDefault="005007F4" w:rsidP="006A4AC4">
      <w:pPr>
        <w:pStyle w:val="SingleTxtGC"/>
      </w:pPr>
      <w:r>
        <w:rPr>
          <w:iCs/>
        </w:rPr>
        <w:t>5</w:t>
      </w:r>
      <w:r w:rsidR="0011635B" w:rsidRPr="0011635B">
        <w:rPr>
          <w:iCs/>
        </w:rPr>
        <w:t>0.</w:t>
      </w:r>
      <w:r w:rsidR="006A4AC4">
        <w:rPr>
          <w:rFonts w:hint="eastAsia"/>
          <w:iCs/>
        </w:rPr>
        <w:t xml:space="preserve">  </w:t>
      </w:r>
      <w:r w:rsidR="0011635B" w:rsidRPr="0011635B">
        <w:t>也在第十一届会议上，起草小组和全体委员会举行会议讨论了这一议题，并讨论了调查问卷；调查问卷于</w:t>
      </w:r>
      <w:r>
        <w:t>2</w:t>
      </w:r>
      <w:r w:rsidR="0011635B" w:rsidRPr="0011635B">
        <w:t>0</w:t>
      </w:r>
      <w:r>
        <w:t>13</w:t>
      </w:r>
      <w:r w:rsidR="0011635B" w:rsidRPr="0011635B">
        <w:t>年</w:t>
      </w:r>
      <w:r>
        <w:t>9</w:t>
      </w:r>
      <w:r w:rsidR="0011635B" w:rsidRPr="0011635B">
        <w:t>月向各会员国分发。</w:t>
      </w:r>
    </w:p>
    <w:p w:rsidR="0011635B" w:rsidRPr="0011635B" w:rsidRDefault="005007F4" w:rsidP="006A4AC4">
      <w:pPr>
        <w:pStyle w:val="SingleTxtGC"/>
      </w:pPr>
      <w:r>
        <w:rPr>
          <w:iCs/>
        </w:rPr>
        <w:t>51</w:t>
      </w:r>
      <w:r w:rsidR="0011635B" w:rsidRPr="0011635B">
        <w:rPr>
          <w:iCs/>
        </w:rPr>
        <w:t>.</w:t>
      </w:r>
      <w:r w:rsidR="006A4AC4">
        <w:rPr>
          <w:rFonts w:hint="eastAsia"/>
          <w:iCs/>
        </w:rPr>
        <w:t xml:space="preserve">  </w:t>
      </w:r>
      <w:r w:rsidR="0011635B" w:rsidRPr="0011635B">
        <w:t>咨询委员会在第十二届会议上审议了起草小组编写的进展报告草稿</w:t>
      </w:r>
      <w:r w:rsidR="0011635B" w:rsidRPr="0011635B">
        <w:t>(</w:t>
      </w:r>
      <w:r>
        <w:t>A</w:t>
      </w:r>
      <w:r w:rsidR="0011635B" w:rsidRPr="0011635B">
        <w:t>/</w:t>
      </w:r>
      <w:proofErr w:type="spellStart"/>
      <w:r>
        <w:t>HRC</w:t>
      </w:r>
      <w:proofErr w:type="spellEnd"/>
      <w:r w:rsidR="0011635B" w:rsidRPr="0011635B">
        <w:t xml:space="preserve">/ </w:t>
      </w:r>
      <w:r>
        <w:t>AC</w:t>
      </w:r>
      <w:r w:rsidR="0011635B" w:rsidRPr="0011635B">
        <w:t>/</w:t>
      </w:r>
      <w:r>
        <w:t>12</w:t>
      </w:r>
      <w:r w:rsidR="0011635B" w:rsidRPr="0011635B">
        <w:t>/</w:t>
      </w:r>
      <w:proofErr w:type="spellStart"/>
      <w:r>
        <w:t>CRP</w:t>
      </w:r>
      <w:r w:rsidR="0011635B" w:rsidRPr="0011635B">
        <w:t>.</w:t>
      </w:r>
      <w:r>
        <w:t>2</w:t>
      </w:r>
      <w:proofErr w:type="spellEnd"/>
      <w:r w:rsidR="0011635B" w:rsidRPr="0011635B">
        <w:t>)</w:t>
      </w:r>
      <w:r w:rsidR="0011635B" w:rsidRPr="0011635B">
        <w:t>，其中考虑到了对调查问卷的答复。</w:t>
      </w:r>
    </w:p>
    <w:p w:rsidR="0011635B" w:rsidRPr="0011635B" w:rsidRDefault="005007F4" w:rsidP="006A4AC4">
      <w:pPr>
        <w:pStyle w:val="SingleTxtGC"/>
      </w:pPr>
      <w:r>
        <w:t>52</w:t>
      </w:r>
      <w:r w:rsidR="0011635B" w:rsidRPr="0011635B">
        <w:t>.</w:t>
      </w:r>
      <w:r w:rsidR="006A4AC4">
        <w:rPr>
          <w:rFonts w:hint="eastAsia"/>
        </w:rPr>
        <w:t xml:space="preserve">  </w:t>
      </w:r>
      <w:r w:rsidR="0011635B" w:rsidRPr="0011635B">
        <w:t>咨询委员会在第十二届会议上，还请起草小组参照咨询委员会第十二届会议期间举行的讨论情况，完成提交人权理事会的进展报告定稿，提交理事会第二十六届会议。为此，向理事会第二十六届会议提交了进展报告</w:t>
      </w:r>
      <w:r w:rsidR="0011635B" w:rsidRPr="0011635B">
        <w:t>(</w:t>
      </w:r>
      <w:r>
        <w:t>A</w:t>
      </w:r>
      <w:r w:rsidR="0011635B" w:rsidRPr="0011635B">
        <w:t>/</w:t>
      </w:r>
      <w:proofErr w:type="spellStart"/>
      <w:r>
        <w:t>HRC</w:t>
      </w:r>
      <w:proofErr w:type="spellEnd"/>
      <w:r w:rsidR="0011635B" w:rsidRPr="0011635B">
        <w:t>/</w:t>
      </w:r>
      <w:r>
        <w:t>26</w:t>
      </w:r>
      <w:r w:rsidR="0011635B" w:rsidRPr="0011635B">
        <w:t>/</w:t>
      </w:r>
      <w:r>
        <w:t>41</w:t>
      </w:r>
      <w:r w:rsidR="0011635B" w:rsidRPr="0011635B">
        <w:t>)</w:t>
      </w:r>
      <w:r w:rsidR="0011635B" w:rsidRPr="0011635B">
        <w:t>。</w:t>
      </w:r>
    </w:p>
    <w:p w:rsidR="0011635B" w:rsidRPr="0011635B" w:rsidRDefault="005007F4" w:rsidP="006A4AC4">
      <w:pPr>
        <w:pStyle w:val="SingleTxtGC"/>
      </w:pPr>
      <w:r>
        <w:t>53</w:t>
      </w:r>
      <w:r w:rsidR="0011635B" w:rsidRPr="0011635B">
        <w:t>.</w:t>
      </w:r>
      <w:r w:rsidR="006A4AC4">
        <w:rPr>
          <w:rFonts w:hint="eastAsia"/>
        </w:rPr>
        <w:t xml:space="preserve">  </w:t>
      </w:r>
      <w:r w:rsidR="0011635B" w:rsidRPr="0011635B">
        <w:t>按照人权理事会第</w:t>
      </w:r>
      <w:r>
        <w:t>16</w:t>
      </w:r>
      <w:r w:rsidR="0011635B" w:rsidRPr="0011635B">
        <w:t>/</w:t>
      </w:r>
      <w:r>
        <w:t>21</w:t>
      </w:r>
      <w:r w:rsidR="0011635B" w:rsidRPr="0011635B">
        <w:t>号决议，理事会第二十八届会议在关于人权议题主流化</w:t>
      </w:r>
      <w:r w:rsidR="0011635B" w:rsidRPr="0011635B">
        <w:rPr>
          <w:szCs w:val="18"/>
        </w:rPr>
        <w:t>问题的年度高级别讨论期间，举行了关于</w:t>
      </w:r>
      <w:r w:rsidR="0011635B" w:rsidRPr="0011635B">
        <w:t>加强人权领域国际合作的小组讨论会。</w:t>
      </w:r>
    </w:p>
    <w:p w:rsidR="0011635B" w:rsidRPr="0011635B" w:rsidRDefault="005007F4" w:rsidP="006A4AC4">
      <w:pPr>
        <w:pStyle w:val="SingleTxtGC"/>
      </w:pPr>
      <w:r>
        <w:t>54</w:t>
      </w:r>
      <w:r w:rsidR="0011635B" w:rsidRPr="0011635B">
        <w:t>.</w:t>
      </w:r>
      <w:r w:rsidR="006A4AC4">
        <w:rPr>
          <w:rFonts w:hint="eastAsia"/>
        </w:rPr>
        <w:t xml:space="preserve">  </w:t>
      </w:r>
      <w:r w:rsidR="0011635B" w:rsidRPr="0011635B">
        <w:t>人权理事会在第</w:t>
      </w:r>
      <w:r>
        <w:t>28</w:t>
      </w:r>
      <w:r w:rsidR="0011635B" w:rsidRPr="0011635B">
        <w:t>/</w:t>
      </w:r>
      <w:r>
        <w:t>2</w:t>
      </w:r>
      <w:r w:rsidR="0011635B" w:rsidRPr="0011635B">
        <w:t>号决议中，注意到</w:t>
      </w:r>
      <w:r w:rsidR="0011635B" w:rsidRPr="0011635B">
        <w:rPr>
          <w:szCs w:val="21"/>
        </w:rPr>
        <w:t>咨询委员会关于加强人权领域的国际合作的方法和途径的报告</w:t>
      </w:r>
      <w:r w:rsidR="0011635B" w:rsidRPr="0011635B">
        <w:t>(</w:t>
      </w:r>
      <w:r>
        <w:t>A</w:t>
      </w:r>
      <w:r w:rsidR="0011635B" w:rsidRPr="0011635B">
        <w:t>/</w:t>
      </w:r>
      <w:proofErr w:type="spellStart"/>
      <w:r>
        <w:t>HRC</w:t>
      </w:r>
      <w:proofErr w:type="spellEnd"/>
      <w:r w:rsidR="0011635B" w:rsidRPr="0011635B">
        <w:t>/</w:t>
      </w:r>
      <w:r>
        <w:t>26</w:t>
      </w:r>
      <w:r w:rsidR="0011635B" w:rsidRPr="0011635B">
        <w:t>/</w:t>
      </w:r>
      <w:r>
        <w:t>41</w:t>
      </w:r>
      <w:r w:rsidR="0011635B" w:rsidRPr="0011635B">
        <w:t>)</w:t>
      </w:r>
      <w:r w:rsidR="0011635B" w:rsidRPr="0011635B">
        <w:t>，并请</w:t>
      </w:r>
      <w:r w:rsidR="0011635B" w:rsidRPr="0011635B">
        <w:rPr>
          <w:szCs w:val="21"/>
        </w:rPr>
        <w:t>高级专员与各国协商，结合小组讨论的情况，编写一份报告，说明在联合国人权机制、包括理事会内增强国际合作的方法和途径、以及障碍和挑战及克服障碍和挑战的建议，并在理事会第三十届会议之前提交理事会</w:t>
      </w:r>
    </w:p>
    <w:p w:rsidR="0011635B" w:rsidRPr="0011635B" w:rsidRDefault="0011635B" w:rsidP="00145B9E">
      <w:pPr>
        <w:pStyle w:val="H23GC"/>
      </w:pPr>
      <w:r w:rsidRPr="0011635B">
        <w:tab/>
        <w:t>(</w:t>
      </w:r>
      <w:r w:rsidRPr="0011635B">
        <w:t>三</w:t>
      </w:r>
      <w:r w:rsidRPr="0011635B">
        <w:t>)</w:t>
      </w:r>
      <w:r w:rsidRPr="0011635B">
        <w:tab/>
      </w:r>
      <w:r w:rsidRPr="0011635B">
        <w:t>人权与单方面强制性措施</w:t>
      </w:r>
    </w:p>
    <w:p w:rsidR="0011635B" w:rsidRPr="0011635B" w:rsidRDefault="005007F4" w:rsidP="00360048">
      <w:pPr>
        <w:pStyle w:val="SingleTxtGC"/>
      </w:pPr>
      <w:r>
        <w:t>55</w:t>
      </w:r>
      <w:r w:rsidR="0011635B" w:rsidRPr="0011635B">
        <w:t>.</w:t>
      </w:r>
      <w:r w:rsidR="006A4AC4">
        <w:rPr>
          <w:rFonts w:hint="eastAsia"/>
        </w:rPr>
        <w:t xml:space="preserve">  </w:t>
      </w:r>
      <w:r w:rsidR="0011635B" w:rsidRPr="0011635B">
        <w:t>人权理事会在第</w:t>
      </w:r>
      <w:r>
        <w:t>24</w:t>
      </w:r>
      <w:r w:rsidR="0011635B" w:rsidRPr="0011635B">
        <w:t>/</w:t>
      </w:r>
      <w:r>
        <w:t>14</w:t>
      </w:r>
      <w:r w:rsidR="0011635B" w:rsidRPr="0011635B">
        <w:t>号决议中，请咨询委员会编写一份研究报告，就评估单方面强制性措施对享受人权的不良影响以及促进问责的机制提供建议，并向理事会第二十八届会议提交有关进展报告。</w:t>
      </w:r>
    </w:p>
    <w:p w:rsidR="0011635B" w:rsidRPr="0011635B" w:rsidRDefault="005007F4" w:rsidP="006A4AC4">
      <w:pPr>
        <w:pStyle w:val="SingleTxtGC"/>
      </w:pPr>
      <w:r>
        <w:t>56</w:t>
      </w:r>
      <w:r w:rsidR="0011635B" w:rsidRPr="0011635B">
        <w:t>.</w:t>
      </w:r>
      <w:r w:rsidR="006A4AC4">
        <w:rPr>
          <w:rFonts w:hint="eastAsia"/>
        </w:rPr>
        <w:t xml:space="preserve">  </w:t>
      </w:r>
      <w:r w:rsidR="0011635B" w:rsidRPr="0011635B">
        <w:t>人权理事会在第</w:t>
      </w:r>
      <w:r>
        <w:t>24</w:t>
      </w:r>
      <w:r w:rsidR="0011635B" w:rsidRPr="0011635B">
        <w:t>/</w:t>
      </w:r>
      <w:r>
        <w:t>14</w:t>
      </w:r>
      <w:r w:rsidR="0011635B" w:rsidRPr="0011635B">
        <w:t>号决议中，又请人权高专办在理事会第二十七届会议之前举办一次研讨会，讨论实行单方面强制性措施对目标国家人口享受人权的影响，尤其是对妇女和儿童的社会经济影响，并向理事会第二十七届会议提交研讨会纪要报告。</w:t>
      </w:r>
    </w:p>
    <w:p w:rsidR="0011635B" w:rsidRPr="0011635B" w:rsidRDefault="005007F4" w:rsidP="006A4AC4">
      <w:pPr>
        <w:pStyle w:val="SingleTxtGC"/>
      </w:pPr>
      <w:r>
        <w:t>57</w:t>
      </w:r>
      <w:r w:rsidR="0011635B" w:rsidRPr="0011635B">
        <w:t>.</w:t>
      </w:r>
      <w:r w:rsidR="006A4AC4">
        <w:rPr>
          <w:rFonts w:hint="eastAsia"/>
        </w:rPr>
        <w:t xml:space="preserve">  </w:t>
      </w:r>
      <w:r w:rsidR="0011635B" w:rsidRPr="0011635B">
        <w:t>咨询委员会在第十二届会议上设立了一个起草小组，现任成员为：列别杰夫先生、奥卡福尔先生、苏菲先生、伊盖祖先生</w:t>
      </w:r>
      <w:r w:rsidR="0011635B" w:rsidRPr="0011635B">
        <w:t>(</w:t>
      </w:r>
      <w:r w:rsidR="0011635B" w:rsidRPr="0011635B">
        <w:t>报告员</w:t>
      </w:r>
      <w:r w:rsidR="0011635B" w:rsidRPr="0011635B">
        <w:t>)</w:t>
      </w:r>
      <w:r w:rsidR="0011635B" w:rsidRPr="0011635B">
        <w:t>和齐格勒先生</w:t>
      </w:r>
      <w:r w:rsidR="0011635B" w:rsidRPr="0011635B">
        <w:t>(</w:t>
      </w:r>
      <w:r w:rsidR="0011635B" w:rsidRPr="0011635B">
        <w:t>主席</w:t>
      </w:r>
      <w:r w:rsidR="0011635B" w:rsidRPr="0011635B">
        <w:t>)</w:t>
      </w:r>
      <w:r w:rsidR="0011635B" w:rsidRPr="0011635B">
        <w:t>。</w:t>
      </w:r>
    </w:p>
    <w:p w:rsidR="0011635B" w:rsidRPr="0011635B" w:rsidRDefault="005007F4" w:rsidP="006A4AC4">
      <w:pPr>
        <w:pStyle w:val="SingleTxtGC"/>
      </w:pPr>
      <w:r>
        <w:t>58</w:t>
      </w:r>
      <w:r w:rsidR="0011635B" w:rsidRPr="0011635B">
        <w:t>.</w:t>
      </w:r>
      <w:r w:rsidR="006A4AC4">
        <w:rPr>
          <w:rFonts w:hint="eastAsia"/>
        </w:rPr>
        <w:t xml:space="preserve">  </w:t>
      </w:r>
      <w:r w:rsidR="0011635B" w:rsidRPr="0011635B">
        <w:t>也在第十二届会议上，起草小组和全体委员会举行会议讨论了这一议题，并讨论了将向会员国、人权理事会特别程序、国家人权机构和非政府组织分发的调查问卷。咨询委员会于</w:t>
      </w:r>
      <w:r>
        <w:t>2</w:t>
      </w:r>
      <w:r w:rsidR="0011635B" w:rsidRPr="0011635B">
        <w:t>0</w:t>
      </w:r>
      <w:r>
        <w:t>14</w:t>
      </w:r>
      <w:r w:rsidR="0011635B" w:rsidRPr="0011635B">
        <w:t>年</w:t>
      </w:r>
      <w:r>
        <w:t>3</w:t>
      </w:r>
      <w:r w:rsidR="0011635B" w:rsidRPr="0011635B">
        <w:t>月向各利益攸关方分发了调查问卷。</w:t>
      </w:r>
    </w:p>
    <w:p w:rsidR="0011635B" w:rsidRPr="0011635B" w:rsidRDefault="005007F4" w:rsidP="006A4AC4">
      <w:pPr>
        <w:pStyle w:val="SingleTxtGC"/>
      </w:pPr>
      <w:r>
        <w:t>59</w:t>
      </w:r>
      <w:r w:rsidR="0011635B" w:rsidRPr="0011635B">
        <w:t>.</w:t>
      </w:r>
      <w:r w:rsidR="006A4AC4">
        <w:rPr>
          <w:rFonts w:hint="eastAsia"/>
        </w:rPr>
        <w:t xml:space="preserve">  </w:t>
      </w:r>
      <w:r w:rsidR="0011635B" w:rsidRPr="0011635B">
        <w:t>咨询委员会在同届会议上还指定奥卡福尔先生和齐格勒先生参加</w:t>
      </w:r>
      <w:r>
        <w:t>2</w:t>
      </w:r>
      <w:r w:rsidR="0011635B" w:rsidRPr="0011635B">
        <w:t>0</w:t>
      </w:r>
      <w:r>
        <w:t>14</w:t>
      </w:r>
      <w:r w:rsidR="0011635B" w:rsidRPr="0011635B">
        <w:t>年</w:t>
      </w:r>
      <w:r>
        <w:t>5</w:t>
      </w:r>
      <w:r w:rsidR="0011635B" w:rsidRPr="0011635B">
        <w:t>月</w:t>
      </w:r>
      <w:r>
        <w:t>23</w:t>
      </w:r>
      <w:r w:rsidR="0011635B" w:rsidRPr="0011635B">
        <w:t>日在日内瓦举行的、由联合国人权事务高级专员根据人权理事会第</w:t>
      </w:r>
      <w:r>
        <w:t>24</w:t>
      </w:r>
      <w:r w:rsidR="0011635B" w:rsidRPr="0011635B">
        <w:t>/</w:t>
      </w:r>
      <w:r>
        <w:t>14</w:t>
      </w:r>
      <w:r w:rsidR="0011635B" w:rsidRPr="0011635B">
        <w:t>号决议召开的研讨会。</w:t>
      </w:r>
    </w:p>
    <w:p w:rsidR="0011635B" w:rsidRPr="0011635B" w:rsidRDefault="005007F4" w:rsidP="006A4AC4">
      <w:pPr>
        <w:pStyle w:val="SingleTxtGC"/>
      </w:pPr>
      <w:r>
        <w:t>6</w:t>
      </w:r>
      <w:r w:rsidR="0011635B" w:rsidRPr="0011635B">
        <w:t>0.</w:t>
      </w:r>
      <w:r w:rsidR="006A4AC4">
        <w:rPr>
          <w:rFonts w:hint="eastAsia"/>
        </w:rPr>
        <w:t xml:space="preserve">  </w:t>
      </w:r>
      <w:r w:rsidR="0011635B" w:rsidRPr="0011635B">
        <w:t>咨询委员会第十三届会议审议了起草小组编写的报告草稿</w:t>
      </w:r>
      <w:r w:rsidR="0011635B" w:rsidRPr="0011635B">
        <w:t>(</w:t>
      </w:r>
      <w:r>
        <w:t>A</w:t>
      </w:r>
      <w:r w:rsidR="0011635B" w:rsidRPr="0011635B">
        <w:t>/</w:t>
      </w:r>
      <w:proofErr w:type="spellStart"/>
      <w:r>
        <w:t>HRC</w:t>
      </w:r>
      <w:proofErr w:type="spellEnd"/>
      <w:r w:rsidR="0011635B" w:rsidRPr="0011635B">
        <w:t>/</w:t>
      </w:r>
      <w:r>
        <w:t>AC</w:t>
      </w:r>
      <w:r w:rsidR="0011635B" w:rsidRPr="0011635B">
        <w:t>/</w:t>
      </w:r>
      <w:r>
        <w:t>13</w:t>
      </w:r>
      <w:r w:rsidR="0011635B" w:rsidRPr="0011635B">
        <w:t>/</w:t>
      </w:r>
      <w:r w:rsidR="006A4AC4">
        <w:rPr>
          <w:rFonts w:hint="eastAsia"/>
        </w:rPr>
        <w:t xml:space="preserve"> </w:t>
      </w:r>
      <w:proofErr w:type="spellStart"/>
      <w:r>
        <w:t>CRP</w:t>
      </w:r>
      <w:r w:rsidR="0011635B" w:rsidRPr="0011635B">
        <w:t>.</w:t>
      </w:r>
      <w:r>
        <w:t>2</w:t>
      </w:r>
      <w:proofErr w:type="spellEnd"/>
      <w:r w:rsidR="0011635B" w:rsidRPr="0011635B">
        <w:t>)</w:t>
      </w:r>
      <w:r w:rsidR="0011635B" w:rsidRPr="0011635B">
        <w:t>，并请</w:t>
      </w:r>
      <w:r w:rsidR="0011635B" w:rsidRPr="0011635B">
        <w:rPr>
          <w:lang w:val="fr-FR"/>
        </w:rPr>
        <w:t>起草小组重新分发调查问卷，征求未对调查问卷提供答复的各利益攸关方的意见和建议，从而掌握工作所需的更多资料。</w:t>
      </w:r>
      <w:r w:rsidR="0011635B" w:rsidRPr="0011635B">
        <w:t>咨询委员会于</w:t>
      </w:r>
      <w:r>
        <w:t>2</w:t>
      </w:r>
      <w:r w:rsidR="0011635B" w:rsidRPr="0011635B">
        <w:t>0</w:t>
      </w:r>
      <w:r>
        <w:t>14</w:t>
      </w:r>
      <w:r w:rsidR="0011635B" w:rsidRPr="0011635B">
        <w:t>年</w:t>
      </w:r>
      <w:r>
        <w:t>9</w:t>
      </w:r>
      <w:r w:rsidR="0011635B" w:rsidRPr="0011635B">
        <w:t>月向各利益攸关方</w:t>
      </w:r>
      <w:r w:rsidR="0011635B" w:rsidRPr="0011635B">
        <w:rPr>
          <w:lang w:val="fr-FR"/>
        </w:rPr>
        <w:t>重新分发了</w:t>
      </w:r>
      <w:r w:rsidR="0011635B" w:rsidRPr="0011635B">
        <w:t>调查问卷。</w:t>
      </w:r>
    </w:p>
    <w:p w:rsidR="0011635B" w:rsidRPr="0011635B" w:rsidRDefault="005007F4" w:rsidP="00360048">
      <w:pPr>
        <w:pStyle w:val="SingleTxtGC"/>
      </w:pPr>
      <w:r>
        <w:t>61</w:t>
      </w:r>
      <w:r w:rsidR="0011635B" w:rsidRPr="0011635B">
        <w:t>.</w:t>
      </w:r>
      <w:r w:rsidR="006A4AC4">
        <w:rPr>
          <w:rFonts w:hint="eastAsia"/>
        </w:rPr>
        <w:t xml:space="preserve">  </w:t>
      </w:r>
      <w:r w:rsidR="0011635B" w:rsidRPr="0011635B">
        <w:t>咨询委员会第十三届会议还请起草小组参照咨询委员会举行的讨论情况和调查问卷重新分发后收到的答复完成报告定稿。</w:t>
      </w:r>
    </w:p>
    <w:p w:rsidR="0011635B" w:rsidRPr="0011635B" w:rsidRDefault="005007F4" w:rsidP="00360048">
      <w:pPr>
        <w:pStyle w:val="SingleTxtGC"/>
      </w:pPr>
      <w:r>
        <w:t>62</w:t>
      </w:r>
      <w:r w:rsidR="0011635B" w:rsidRPr="0011635B">
        <w:t>.</w:t>
      </w:r>
      <w:r w:rsidR="006A4AC4">
        <w:rPr>
          <w:rFonts w:hint="eastAsia"/>
        </w:rPr>
        <w:t xml:space="preserve">  </w:t>
      </w:r>
      <w:r w:rsidR="0011635B" w:rsidRPr="0011635B">
        <w:t>人权理事会在第</w:t>
      </w:r>
      <w:r>
        <w:t>27</w:t>
      </w:r>
      <w:r w:rsidR="0011635B" w:rsidRPr="0011635B">
        <w:t>/</w:t>
      </w:r>
      <w:r>
        <w:t>21</w:t>
      </w:r>
      <w:r w:rsidR="0011635B" w:rsidRPr="0011635B">
        <w:t>号决议中，再次请咨询委员会编写一份研究报告，并决定</w:t>
      </w:r>
      <w:r w:rsidR="0011635B" w:rsidRPr="0011635B">
        <w:rPr>
          <w:szCs w:val="21"/>
        </w:rPr>
        <w:t>任命</w:t>
      </w:r>
      <w:proofErr w:type="gramStart"/>
      <w:r w:rsidR="0011635B" w:rsidRPr="0011635B">
        <w:rPr>
          <w:szCs w:val="21"/>
        </w:rPr>
        <w:t>一</w:t>
      </w:r>
      <w:proofErr w:type="gramEnd"/>
      <w:r w:rsidR="0011635B" w:rsidRPr="0011635B">
        <w:rPr>
          <w:szCs w:val="21"/>
        </w:rPr>
        <w:t>名单方面强制性措施对享有人权的不良影响问题特别报告员，任期三年。</w:t>
      </w:r>
    </w:p>
    <w:p w:rsidR="0011635B" w:rsidRPr="0011635B" w:rsidRDefault="005007F4" w:rsidP="00360048">
      <w:pPr>
        <w:pStyle w:val="SingleTxtGC"/>
      </w:pPr>
      <w:r>
        <w:t>63</w:t>
      </w:r>
      <w:r w:rsidR="0011635B" w:rsidRPr="0011635B">
        <w:t>.</w:t>
      </w:r>
      <w:r w:rsidR="006A4AC4">
        <w:rPr>
          <w:rFonts w:hint="eastAsia"/>
        </w:rPr>
        <w:t xml:space="preserve">  </w:t>
      </w:r>
      <w:r w:rsidR="0011635B" w:rsidRPr="0011635B">
        <w:t>人权理事会在第</w:t>
      </w:r>
      <w:r>
        <w:t>27</w:t>
      </w:r>
      <w:r w:rsidR="0011635B" w:rsidRPr="0011635B">
        <w:t>/</w:t>
      </w:r>
      <w:r>
        <w:t>21</w:t>
      </w:r>
      <w:r w:rsidR="0011635B" w:rsidRPr="0011635B">
        <w:t>号决议中，又决定</w:t>
      </w:r>
      <w:r w:rsidR="0011635B" w:rsidRPr="0011635B">
        <w:rPr>
          <w:szCs w:val="21"/>
        </w:rPr>
        <w:t>从理事会第二十九届会议起，每两年组织一次关于单方面强制性措施与人权问题的小组讨论会，邀请会员国、联合国有关机构、专门机构和其他</w:t>
      </w:r>
      <w:r w:rsidR="0011635B" w:rsidRPr="0011635B">
        <w:rPr>
          <w:spacing w:val="-4"/>
          <w:szCs w:val="21"/>
        </w:rPr>
        <w:t>相关利益攸关方参加；并请高级专员办事处编写小组讨论会报告，提交理事会。</w:t>
      </w:r>
    </w:p>
    <w:p w:rsidR="0011635B" w:rsidRPr="0011635B" w:rsidRDefault="005007F4" w:rsidP="00360048">
      <w:pPr>
        <w:pStyle w:val="SingleTxtGC"/>
      </w:pPr>
      <w:r>
        <w:t>64</w:t>
      </w:r>
      <w:r w:rsidR="0011635B" w:rsidRPr="0011635B">
        <w:t>.</w:t>
      </w:r>
      <w:r w:rsidR="006A4AC4">
        <w:rPr>
          <w:rFonts w:hint="eastAsia"/>
        </w:rPr>
        <w:t xml:space="preserve">  </w:t>
      </w:r>
      <w:r w:rsidR="0011635B" w:rsidRPr="0011635B">
        <w:t>咨询委员会第十四届会议收到提交人权理事会第二十八届会议的进展报告</w:t>
      </w:r>
      <w:r w:rsidR="0011635B" w:rsidRPr="0011635B">
        <w:t>(</w:t>
      </w:r>
      <w:r>
        <w:t>A</w:t>
      </w:r>
      <w:r w:rsidR="0011635B" w:rsidRPr="0011635B">
        <w:t>/</w:t>
      </w:r>
      <w:proofErr w:type="spellStart"/>
      <w:r>
        <w:t>HRC</w:t>
      </w:r>
      <w:proofErr w:type="spellEnd"/>
      <w:r w:rsidR="0011635B" w:rsidRPr="0011635B">
        <w:t>/</w:t>
      </w:r>
      <w:r>
        <w:t>28</w:t>
      </w:r>
      <w:r w:rsidR="0011635B" w:rsidRPr="0011635B">
        <w:t>/</w:t>
      </w:r>
      <w:r>
        <w:t>74</w:t>
      </w:r>
      <w:r w:rsidR="0011635B" w:rsidRPr="0011635B">
        <w:t>)</w:t>
      </w:r>
      <w:r w:rsidR="0011635B" w:rsidRPr="0011635B">
        <w:t>。</w:t>
      </w:r>
    </w:p>
    <w:p w:rsidR="0011635B" w:rsidRPr="0011635B" w:rsidRDefault="005007F4" w:rsidP="00360048">
      <w:pPr>
        <w:pStyle w:val="SingleTxtGC"/>
      </w:pPr>
      <w:r>
        <w:t>65</w:t>
      </w:r>
      <w:r w:rsidR="0011635B" w:rsidRPr="0011635B">
        <w:t>.</w:t>
      </w:r>
      <w:r w:rsidR="006A4AC4">
        <w:rPr>
          <w:rFonts w:hint="eastAsia"/>
        </w:rPr>
        <w:t xml:space="preserve">  </w:t>
      </w:r>
      <w:r w:rsidR="0011635B" w:rsidRPr="0011635B">
        <w:t>人权理事会第二十八届会议任命伊德里斯</w:t>
      </w:r>
      <w:r w:rsidR="006A4AC4">
        <w:rPr>
          <w:rFonts w:hint="eastAsia"/>
        </w:rPr>
        <w:t>·</w:t>
      </w:r>
      <w:r w:rsidR="0011635B" w:rsidRPr="0011635B">
        <w:t>贾扎伊里为单方面强制性措施对享有人权的不良影响问题特别报告员。</w:t>
      </w:r>
    </w:p>
    <w:p w:rsidR="0011635B" w:rsidRPr="0011635B" w:rsidRDefault="0011635B" w:rsidP="00145B9E">
      <w:pPr>
        <w:pStyle w:val="H23GC"/>
      </w:pPr>
      <w:r w:rsidRPr="0011635B">
        <w:tab/>
        <w:t>(</w:t>
      </w:r>
      <w:r w:rsidRPr="0011635B">
        <w:t>九</w:t>
      </w:r>
      <w:r w:rsidRPr="0011635B">
        <w:t>)</w:t>
      </w:r>
      <w:r w:rsidRPr="0011635B">
        <w:tab/>
      </w:r>
      <w:r w:rsidRPr="0011635B">
        <w:t>为防止对白化病患者的袭击而开展的技术合作</w:t>
      </w:r>
    </w:p>
    <w:p w:rsidR="0011635B" w:rsidRPr="0011635B" w:rsidRDefault="005007F4" w:rsidP="00360048">
      <w:pPr>
        <w:pStyle w:val="SingleTxtGC"/>
      </w:pPr>
      <w:r>
        <w:t>66</w:t>
      </w:r>
      <w:r w:rsidR="0011635B" w:rsidRPr="0011635B">
        <w:t>.</w:t>
      </w:r>
      <w:r>
        <w:rPr>
          <w:rFonts w:hint="eastAsia"/>
        </w:rPr>
        <w:t xml:space="preserve">  </w:t>
      </w:r>
      <w:r w:rsidR="0011635B" w:rsidRPr="0011635B">
        <w:t>人权理事会在第</w:t>
      </w:r>
      <w:r>
        <w:t>24</w:t>
      </w:r>
      <w:r w:rsidR="0011635B" w:rsidRPr="0011635B">
        <w:t>/</w:t>
      </w:r>
      <w:r>
        <w:t>33</w:t>
      </w:r>
      <w:r w:rsidR="0011635B" w:rsidRPr="0011635B">
        <w:t>号决议中，强调需要开展切实有效的行动，打击和消除袭击白化病患者的行为，并采取具体措施，保护和维护白化病患者的生命权和人身安全权及其免遭酷刑和虐待的权利。</w:t>
      </w:r>
    </w:p>
    <w:p w:rsidR="0011635B" w:rsidRPr="0011635B" w:rsidRDefault="005007F4" w:rsidP="00360048">
      <w:pPr>
        <w:pStyle w:val="SingleTxtGC"/>
      </w:pPr>
      <w:r>
        <w:t>67</w:t>
      </w:r>
      <w:r w:rsidR="0011635B" w:rsidRPr="0011635B">
        <w:t>.</w:t>
      </w:r>
      <w:r>
        <w:rPr>
          <w:rFonts w:hint="eastAsia"/>
        </w:rPr>
        <w:t xml:space="preserve">  </w:t>
      </w:r>
      <w:r w:rsidR="0011635B" w:rsidRPr="0011635B">
        <w:t>人权理事会在第</w:t>
      </w:r>
      <w:r>
        <w:t>24</w:t>
      </w:r>
      <w:r w:rsidR="0011635B" w:rsidRPr="0011635B">
        <w:t>/</w:t>
      </w:r>
      <w:r>
        <w:t>33</w:t>
      </w:r>
      <w:r w:rsidR="0011635B" w:rsidRPr="0011635B">
        <w:t>号决议中，又请咨询委员会就白化病患者的人权状况编写一份研究报告，并就此向理事会第二十八届会议提交一份报告。</w:t>
      </w:r>
    </w:p>
    <w:p w:rsidR="0011635B" w:rsidRPr="0011635B" w:rsidRDefault="005007F4" w:rsidP="005007F4">
      <w:pPr>
        <w:pStyle w:val="SingleTxtGC"/>
      </w:pPr>
      <w:r>
        <w:t>68</w:t>
      </w:r>
      <w:r w:rsidR="0011635B" w:rsidRPr="0011635B">
        <w:t>.</w:t>
      </w:r>
      <w:r>
        <w:rPr>
          <w:rFonts w:hint="eastAsia"/>
        </w:rPr>
        <w:t xml:space="preserve">  </w:t>
      </w:r>
      <w:r w:rsidR="0011635B" w:rsidRPr="0011635B">
        <w:t>咨询委员会在第十二届会议上设立了一个起草小组，现任成员为：法伊哈尼先生、布瓦松</w:t>
      </w:r>
      <w:r>
        <w:rPr>
          <w:rFonts w:hint="eastAsia"/>
        </w:rPr>
        <w:t>·</w:t>
      </w:r>
      <w:r w:rsidR="0011635B" w:rsidRPr="0011635B">
        <w:t>德沙祖尔内女士</w:t>
      </w:r>
      <w:r w:rsidR="0011635B" w:rsidRPr="0011635B">
        <w:t>(</w:t>
      </w:r>
      <w:r w:rsidR="0011635B" w:rsidRPr="0011635B">
        <w:t>报告员</w:t>
      </w:r>
      <w:r w:rsidR="0011635B" w:rsidRPr="0011635B">
        <w:t>)</w:t>
      </w:r>
      <w:r w:rsidR="0011635B" w:rsidRPr="0011635B">
        <w:t>、科廖拉诺先生、小畑先生和奥卡福尔先生</w:t>
      </w:r>
      <w:r w:rsidR="0011635B" w:rsidRPr="0011635B">
        <w:t>(</w:t>
      </w:r>
      <w:r w:rsidR="0011635B" w:rsidRPr="0011635B">
        <w:t>主席</w:t>
      </w:r>
      <w:r w:rsidR="0011635B" w:rsidRPr="0011635B">
        <w:t>)</w:t>
      </w:r>
      <w:r w:rsidR="0011635B" w:rsidRPr="0011635B">
        <w:t>。</w:t>
      </w:r>
    </w:p>
    <w:p w:rsidR="0011635B" w:rsidRPr="0011635B" w:rsidRDefault="005007F4" w:rsidP="00360048">
      <w:pPr>
        <w:pStyle w:val="SingleTxtGC"/>
      </w:pPr>
      <w:r>
        <w:t>69</w:t>
      </w:r>
      <w:r w:rsidR="0011635B" w:rsidRPr="0011635B">
        <w:t>.</w:t>
      </w:r>
      <w:r>
        <w:rPr>
          <w:rFonts w:hint="eastAsia"/>
        </w:rPr>
        <w:t xml:space="preserve">  </w:t>
      </w:r>
      <w:r w:rsidR="0011635B" w:rsidRPr="0011635B">
        <w:t>也在第十二届会议上，起草小组和全体委员会举行会议讨论了这一议题，并讨论了将向会员国、人权理事会特别程序、人权高专办外地办事处、国家人权机构和非政府组织分发的调查问卷。咨询委员会于</w:t>
      </w:r>
      <w:r>
        <w:t>2</w:t>
      </w:r>
      <w:r w:rsidR="0011635B" w:rsidRPr="0011635B">
        <w:t>0</w:t>
      </w:r>
      <w:r>
        <w:t>14</w:t>
      </w:r>
      <w:r w:rsidR="0011635B" w:rsidRPr="0011635B">
        <w:t>年</w:t>
      </w:r>
      <w:r>
        <w:t>3</w:t>
      </w:r>
      <w:r w:rsidR="0011635B" w:rsidRPr="0011635B">
        <w:t>月向各利益攸关方分发了调查问卷。</w:t>
      </w:r>
    </w:p>
    <w:p w:rsidR="0011635B" w:rsidRPr="0011635B" w:rsidRDefault="005007F4" w:rsidP="00360048">
      <w:pPr>
        <w:pStyle w:val="SingleTxtGC"/>
      </w:pPr>
      <w:r>
        <w:t>7</w:t>
      </w:r>
      <w:r w:rsidR="0011635B" w:rsidRPr="0011635B">
        <w:t>0.</w:t>
      </w:r>
      <w:r>
        <w:rPr>
          <w:rFonts w:hint="eastAsia"/>
        </w:rPr>
        <w:t xml:space="preserve">  </w:t>
      </w:r>
      <w:r w:rsidR="0011635B" w:rsidRPr="0011635B">
        <w:t>咨询委员会第十三届会议审议了起草小组编写的报告草稿</w:t>
      </w:r>
      <w:r w:rsidR="0011635B" w:rsidRPr="0011635B">
        <w:t>(</w:t>
      </w:r>
      <w:r>
        <w:t>A</w:t>
      </w:r>
      <w:r w:rsidR="0011635B" w:rsidRPr="0011635B">
        <w:t>/</w:t>
      </w:r>
      <w:proofErr w:type="spellStart"/>
      <w:r>
        <w:t>HRC</w:t>
      </w:r>
      <w:proofErr w:type="spellEnd"/>
      <w:r w:rsidR="0011635B" w:rsidRPr="0011635B">
        <w:t>/</w:t>
      </w:r>
      <w:r>
        <w:t>AC</w:t>
      </w:r>
      <w:r w:rsidR="0011635B" w:rsidRPr="0011635B">
        <w:t>/</w:t>
      </w:r>
      <w:r>
        <w:t>13</w:t>
      </w:r>
      <w:r w:rsidR="0011635B" w:rsidRPr="0011635B">
        <w:t>/</w:t>
      </w:r>
      <w:r>
        <w:rPr>
          <w:rFonts w:hint="eastAsia"/>
        </w:rPr>
        <w:t xml:space="preserve"> </w:t>
      </w:r>
      <w:proofErr w:type="spellStart"/>
      <w:r>
        <w:t>CRP</w:t>
      </w:r>
      <w:r w:rsidR="0011635B" w:rsidRPr="0011635B">
        <w:t>.</w:t>
      </w:r>
      <w:r>
        <w:t>1</w:t>
      </w:r>
      <w:proofErr w:type="spellEnd"/>
      <w:r w:rsidR="0011635B" w:rsidRPr="0011635B">
        <w:t>)</w:t>
      </w:r>
      <w:r w:rsidR="0011635B" w:rsidRPr="0011635B">
        <w:t>，并请起草小组参照咨询委员会举行的讨论情况完成报告定稿。</w:t>
      </w:r>
    </w:p>
    <w:p w:rsidR="0011635B" w:rsidRPr="0011635B" w:rsidRDefault="005007F4" w:rsidP="00360048">
      <w:pPr>
        <w:pStyle w:val="SingleTxtGC"/>
      </w:pPr>
      <w:r>
        <w:t>71</w:t>
      </w:r>
      <w:r w:rsidR="0011635B" w:rsidRPr="0011635B">
        <w:t>.</w:t>
      </w:r>
      <w:r>
        <w:rPr>
          <w:rFonts w:hint="eastAsia"/>
        </w:rPr>
        <w:t xml:space="preserve">  </w:t>
      </w:r>
      <w:r w:rsidR="0011635B" w:rsidRPr="0011635B">
        <w:t>咨询委员会第十四届会议收到提交人权理事会第二十八届会议的关于白化病患者的人权状况的研究报告</w:t>
      </w:r>
      <w:r w:rsidR="0011635B" w:rsidRPr="0011635B">
        <w:t>(</w:t>
      </w:r>
      <w:r>
        <w:t>A</w:t>
      </w:r>
      <w:r w:rsidR="0011635B" w:rsidRPr="0011635B">
        <w:t>/</w:t>
      </w:r>
      <w:proofErr w:type="spellStart"/>
      <w:r>
        <w:t>HRC</w:t>
      </w:r>
      <w:proofErr w:type="spellEnd"/>
      <w:r w:rsidR="0011635B" w:rsidRPr="0011635B">
        <w:t>/</w:t>
      </w:r>
      <w:r>
        <w:t>28</w:t>
      </w:r>
      <w:r w:rsidR="0011635B" w:rsidRPr="0011635B">
        <w:t>/</w:t>
      </w:r>
      <w:r>
        <w:t>75</w:t>
      </w:r>
      <w:r w:rsidR="0011635B" w:rsidRPr="0011635B">
        <w:t>)</w:t>
      </w:r>
      <w:r w:rsidR="0011635B" w:rsidRPr="0011635B">
        <w:t>。</w:t>
      </w:r>
    </w:p>
    <w:p w:rsidR="0011635B" w:rsidRPr="0011635B" w:rsidRDefault="005007F4" w:rsidP="00360048">
      <w:pPr>
        <w:pStyle w:val="SingleTxtGC"/>
      </w:pPr>
      <w:r>
        <w:t>72</w:t>
      </w:r>
      <w:r w:rsidR="0011635B" w:rsidRPr="0011635B">
        <w:t>.</w:t>
      </w:r>
      <w:r>
        <w:rPr>
          <w:rFonts w:hint="eastAsia"/>
        </w:rPr>
        <w:t xml:space="preserve">  </w:t>
      </w:r>
      <w:r w:rsidR="0011635B" w:rsidRPr="0011635B">
        <w:t>人权理事会在第</w:t>
      </w:r>
      <w:r>
        <w:t>28</w:t>
      </w:r>
      <w:r w:rsidR="0011635B" w:rsidRPr="0011635B">
        <w:t>/</w:t>
      </w:r>
      <w:r>
        <w:t>6</w:t>
      </w:r>
      <w:r w:rsidR="0011635B" w:rsidRPr="0011635B">
        <w:t>号决议中，肯定了咨询委员会的报告以及其中所载的各项建议，包括设立一项特别程序机制的建议，决定任命一名白化病患者享有人权问题独立专家，任期三年。</w:t>
      </w:r>
    </w:p>
    <w:p w:rsidR="0011635B" w:rsidRPr="0011635B" w:rsidRDefault="005007F4" w:rsidP="00360048">
      <w:pPr>
        <w:pStyle w:val="SingleTxtGC"/>
      </w:pPr>
      <w:r>
        <w:t>73</w:t>
      </w:r>
      <w:r w:rsidR="0011635B" w:rsidRPr="0011635B">
        <w:t>.</w:t>
      </w:r>
      <w:r>
        <w:rPr>
          <w:rFonts w:hint="eastAsia"/>
        </w:rPr>
        <w:t xml:space="preserve">  </w:t>
      </w:r>
      <w:r w:rsidR="0011635B" w:rsidRPr="0011635B">
        <w:t>人权理事会将在第二十九届会议上任命独立专家。</w:t>
      </w:r>
    </w:p>
    <w:p w:rsidR="0011635B" w:rsidRPr="0011635B" w:rsidRDefault="00145B9E" w:rsidP="003D08C1">
      <w:pPr>
        <w:pStyle w:val="HChGC"/>
      </w:pPr>
      <w:r>
        <w:rPr>
          <w:rStyle w:val="H1GCChar"/>
          <w:rFonts w:eastAsia="宋体" w:hint="eastAsia"/>
        </w:rPr>
        <w:tab/>
      </w:r>
      <w:r>
        <w:rPr>
          <w:rStyle w:val="H1GCChar"/>
          <w:rFonts w:eastAsia="宋体" w:hint="eastAsia"/>
        </w:rPr>
        <w:tab/>
      </w:r>
      <w:r w:rsidR="0011635B" w:rsidRPr="00145B9E">
        <w:t>项目</w:t>
      </w:r>
      <w:r w:rsidR="005007F4">
        <w:rPr>
          <w:snapToGrid/>
        </w:rPr>
        <w:t>3</w:t>
      </w:r>
      <w:r w:rsidR="003D08C1">
        <w:rPr>
          <w:rFonts w:hint="eastAsia"/>
          <w:snapToGrid/>
        </w:rPr>
        <w:br/>
      </w:r>
      <w:r w:rsidR="0011635B" w:rsidRPr="003D08C1">
        <w:rPr>
          <w:snapToGrid/>
          <w:spacing w:val="6"/>
        </w:rPr>
        <w:t>人权理事会</w:t>
      </w:r>
      <w:r w:rsidR="005007F4" w:rsidRPr="003D08C1">
        <w:rPr>
          <w:snapToGrid/>
          <w:spacing w:val="6"/>
        </w:rPr>
        <w:t>2</w:t>
      </w:r>
      <w:r w:rsidR="0011635B" w:rsidRPr="003D08C1">
        <w:rPr>
          <w:snapToGrid/>
          <w:spacing w:val="6"/>
        </w:rPr>
        <w:t>00</w:t>
      </w:r>
      <w:r w:rsidR="005007F4" w:rsidRPr="003D08C1">
        <w:rPr>
          <w:snapToGrid/>
          <w:spacing w:val="6"/>
        </w:rPr>
        <w:t>7</w:t>
      </w:r>
      <w:r w:rsidR="0011635B" w:rsidRPr="003D08C1">
        <w:rPr>
          <w:snapToGrid/>
          <w:spacing w:val="6"/>
        </w:rPr>
        <w:t>年</w:t>
      </w:r>
      <w:r w:rsidR="005007F4" w:rsidRPr="003D08C1">
        <w:rPr>
          <w:snapToGrid/>
          <w:spacing w:val="6"/>
        </w:rPr>
        <w:t>6</w:t>
      </w:r>
      <w:r w:rsidR="0011635B" w:rsidRPr="003D08C1">
        <w:rPr>
          <w:snapToGrid/>
          <w:spacing w:val="6"/>
        </w:rPr>
        <w:t>月</w:t>
      </w:r>
      <w:r w:rsidR="005007F4" w:rsidRPr="003D08C1">
        <w:rPr>
          <w:snapToGrid/>
          <w:spacing w:val="6"/>
        </w:rPr>
        <w:t>18</w:t>
      </w:r>
      <w:r w:rsidR="0011635B" w:rsidRPr="003D08C1">
        <w:rPr>
          <w:snapToGrid/>
          <w:spacing w:val="6"/>
        </w:rPr>
        <w:t>日第</w:t>
      </w:r>
      <w:r w:rsidR="005007F4" w:rsidRPr="003D08C1">
        <w:rPr>
          <w:snapToGrid/>
          <w:spacing w:val="6"/>
        </w:rPr>
        <w:t>5</w:t>
      </w:r>
      <w:r w:rsidR="0011635B" w:rsidRPr="003D08C1">
        <w:rPr>
          <w:snapToGrid/>
          <w:spacing w:val="6"/>
        </w:rPr>
        <w:t>/</w:t>
      </w:r>
      <w:r w:rsidR="005007F4" w:rsidRPr="003D08C1">
        <w:rPr>
          <w:snapToGrid/>
          <w:spacing w:val="6"/>
        </w:rPr>
        <w:t>1</w:t>
      </w:r>
      <w:r w:rsidR="0011635B" w:rsidRPr="003D08C1">
        <w:rPr>
          <w:snapToGrid/>
          <w:spacing w:val="6"/>
        </w:rPr>
        <w:t>号决议附件第三节和第四节以及</w:t>
      </w:r>
      <w:r w:rsidR="005007F4" w:rsidRPr="003D08C1">
        <w:rPr>
          <w:snapToGrid/>
          <w:spacing w:val="6"/>
        </w:rPr>
        <w:t>2</w:t>
      </w:r>
      <w:r w:rsidR="0011635B" w:rsidRPr="003D08C1">
        <w:rPr>
          <w:snapToGrid/>
          <w:spacing w:val="6"/>
        </w:rPr>
        <w:t>0</w:t>
      </w:r>
      <w:r w:rsidR="005007F4" w:rsidRPr="003D08C1">
        <w:rPr>
          <w:snapToGrid/>
          <w:spacing w:val="6"/>
        </w:rPr>
        <w:t>11</w:t>
      </w:r>
      <w:r w:rsidR="0011635B" w:rsidRPr="003D08C1">
        <w:rPr>
          <w:snapToGrid/>
          <w:spacing w:val="6"/>
        </w:rPr>
        <w:t>年</w:t>
      </w:r>
      <w:r w:rsidR="005007F4" w:rsidRPr="003D08C1">
        <w:rPr>
          <w:snapToGrid/>
          <w:spacing w:val="6"/>
        </w:rPr>
        <w:t>3</w:t>
      </w:r>
      <w:r w:rsidR="0011635B" w:rsidRPr="003D08C1">
        <w:rPr>
          <w:snapToGrid/>
          <w:spacing w:val="6"/>
        </w:rPr>
        <w:t>月</w:t>
      </w:r>
      <w:r w:rsidR="005007F4" w:rsidRPr="003D08C1">
        <w:rPr>
          <w:snapToGrid/>
          <w:spacing w:val="6"/>
        </w:rPr>
        <w:t>25</w:t>
      </w:r>
      <w:r w:rsidR="0011635B" w:rsidRPr="003D08C1">
        <w:rPr>
          <w:snapToGrid/>
          <w:spacing w:val="6"/>
        </w:rPr>
        <w:t>日第</w:t>
      </w:r>
      <w:r w:rsidR="005007F4" w:rsidRPr="003D08C1">
        <w:rPr>
          <w:snapToGrid/>
          <w:spacing w:val="6"/>
        </w:rPr>
        <w:t>16</w:t>
      </w:r>
      <w:r w:rsidR="0011635B" w:rsidRPr="003D08C1">
        <w:rPr>
          <w:snapToGrid/>
          <w:spacing w:val="6"/>
        </w:rPr>
        <w:t>/</w:t>
      </w:r>
      <w:r w:rsidR="005007F4" w:rsidRPr="003D08C1">
        <w:rPr>
          <w:snapToGrid/>
          <w:spacing w:val="6"/>
        </w:rPr>
        <w:t>21</w:t>
      </w:r>
      <w:r w:rsidR="0011635B" w:rsidRPr="003D08C1">
        <w:rPr>
          <w:snapToGrid/>
          <w:spacing w:val="6"/>
        </w:rPr>
        <w:t>号决议附件第</w:t>
      </w:r>
      <w:r w:rsidR="0011635B" w:rsidRPr="003D08C1">
        <w:rPr>
          <w:spacing w:val="6"/>
        </w:rPr>
        <w:t>三节</w:t>
      </w:r>
      <w:r w:rsidR="0011635B" w:rsidRPr="003D08C1">
        <w:rPr>
          <w:snapToGrid/>
          <w:spacing w:val="6"/>
        </w:rPr>
        <w:t>的执行情</w:t>
      </w:r>
      <w:bookmarkStart w:id="0" w:name="_GoBack"/>
      <w:bookmarkEnd w:id="0"/>
      <w:r w:rsidR="0011635B" w:rsidRPr="003D08C1">
        <w:rPr>
          <w:snapToGrid/>
          <w:spacing w:val="6"/>
        </w:rPr>
        <w:t>况</w:t>
      </w:r>
    </w:p>
    <w:p w:rsidR="0011635B" w:rsidRPr="0011635B" w:rsidRDefault="0011635B" w:rsidP="005007F4">
      <w:pPr>
        <w:pStyle w:val="H1GC"/>
      </w:pPr>
      <w:r w:rsidRPr="0011635B">
        <w:tab/>
        <w:t>(</w:t>
      </w:r>
      <w:r w:rsidR="005007F4">
        <w:t>a</w:t>
      </w:r>
      <w:r w:rsidRPr="0011635B">
        <w:t>)</w:t>
      </w:r>
      <w:r w:rsidRPr="0011635B">
        <w:tab/>
      </w:r>
      <w:r w:rsidRPr="0011635B">
        <w:t>审查工作方法</w:t>
      </w:r>
    </w:p>
    <w:p w:rsidR="0011635B" w:rsidRPr="0011635B" w:rsidRDefault="005007F4" w:rsidP="005007F4">
      <w:pPr>
        <w:pStyle w:val="SingleTxtGC"/>
      </w:pPr>
      <w:r>
        <w:t>74</w:t>
      </w:r>
      <w:r w:rsidR="0011635B" w:rsidRPr="0011635B">
        <w:t>.</w:t>
      </w:r>
      <w:r>
        <w:rPr>
          <w:rFonts w:hint="eastAsia"/>
        </w:rPr>
        <w:t xml:space="preserve">  </w:t>
      </w:r>
      <w:r w:rsidR="0011635B" w:rsidRPr="0011635B">
        <w:t>根据人权理事会第</w:t>
      </w:r>
      <w:r>
        <w:t>5</w:t>
      </w:r>
      <w:r w:rsidR="0011635B" w:rsidRPr="0011635B">
        <w:t>/</w:t>
      </w:r>
      <w:r>
        <w:t>1</w:t>
      </w:r>
      <w:r w:rsidR="0011635B" w:rsidRPr="0011635B">
        <w:t>号决议附件第</w:t>
      </w:r>
      <w:r>
        <w:t>77</w:t>
      </w:r>
      <w:r w:rsidR="0011635B" w:rsidRPr="0011635B">
        <w:t>段的规定，咨询委员会可在理事会规定的工作范围内，提出进一步提高其程序效率的建议，供理事会审议和批准。</w:t>
      </w:r>
    </w:p>
    <w:p w:rsidR="0011635B" w:rsidRPr="0011635B" w:rsidRDefault="005007F4" w:rsidP="005007F4">
      <w:pPr>
        <w:pStyle w:val="SingleTxtGC"/>
      </w:pPr>
      <w:r>
        <w:t>75</w:t>
      </w:r>
      <w:r w:rsidR="0011635B" w:rsidRPr="0011635B">
        <w:t>.</w:t>
      </w:r>
      <w:r>
        <w:rPr>
          <w:rFonts w:hint="eastAsia"/>
        </w:rPr>
        <w:t xml:space="preserve">  </w:t>
      </w:r>
      <w:r w:rsidR="0011635B" w:rsidRPr="0011635B">
        <w:t>人权理事会在第</w:t>
      </w:r>
      <w:r>
        <w:t>16</w:t>
      </w:r>
      <w:r w:rsidR="0011635B" w:rsidRPr="0011635B">
        <w:t>/</w:t>
      </w:r>
      <w:r>
        <w:t>21</w:t>
      </w:r>
      <w:r w:rsidR="0011635B" w:rsidRPr="0011635B">
        <w:t>号决议附件第三节第</w:t>
      </w:r>
      <w:r>
        <w:t>35</w:t>
      </w:r>
      <w:r w:rsidR="0011635B" w:rsidRPr="0011635B">
        <w:t>至</w:t>
      </w:r>
      <w:r>
        <w:t>39</w:t>
      </w:r>
      <w:r w:rsidR="0011635B" w:rsidRPr="0011635B">
        <w:t>段中提到了咨询委员会。理事会同</w:t>
      </w:r>
      <w:proofErr w:type="gramStart"/>
      <w:r w:rsidR="0011635B" w:rsidRPr="0011635B">
        <w:t>一决议附件</w:t>
      </w:r>
      <w:proofErr w:type="gramEnd"/>
      <w:r w:rsidR="0011635B" w:rsidRPr="0011635B">
        <w:t>第</w:t>
      </w:r>
      <w:r>
        <w:t>39</w:t>
      </w:r>
      <w:r w:rsidR="0011635B" w:rsidRPr="0011635B">
        <w:t>段规定，咨询委员会应努力加强成员间闭会期间的工作，以执行理事会第</w:t>
      </w:r>
      <w:r>
        <w:t>5</w:t>
      </w:r>
      <w:r w:rsidR="0011635B" w:rsidRPr="0011635B">
        <w:t>/</w:t>
      </w:r>
      <w:r>
        <w:t>1</w:t>
      </w:r>
      <w:r w:rsidR="0011635B" w:rsidRPr="0011635B">
        <w:t>号决议附件第</w:t>
      </w:r>
      <w:r>
        <w:t>81</w:t>
      </w:r>
      <w:r w:rsidR="0011635B" w:rsidRPr="0011635B">
        <w:t>段的规定。</w:t>
      </w:r>
    </w:p>
    <w:p w:rsidR="0011635B" w:rsidRPr="0011635B" w:rsidRDefault="005007F4" w:rsidP="005007F4">
      <w:pPr>
        <w:pStyle w:val="SingleTxtGC"/>
      </w:pPr>
      <w:r>
        <w:t>76</w:t>
      </w:r>
      <w:r w:rsidR="0011635B" w:rsidRPr="0011635B">
        <w:t>.</w:t>
      </w:r>
      <w:r>
        <w:rPr>
          <w:rFonts w:hint="eastAsia"/>
        </w:rPr>
        <w:t xml:space="preserve">  </w:t>
      </w:r>
      <w:r w:rsidR="0011635B" w:rsidRPr="0011635B">
        <w:t>因此，咨询委员会不妨在第十五届会议上讨论与其工作方法有关的议题。</w:t>
      </w:r>
    </w:p>
    <w:p w:rsidR="0011635B" w:rsidRPr="0011635B" w:rsidRDefault="0011635B" w:rsidP="005007F4">
      <w:pPr>
        <w:pStyle w:val="H1GC"/>
      </w:pPr>
      <w:r w:rsidRPr="0011635B">
        <w:tab/>
        <w:t>(</w:t>
      </w:r>
      <w:r w:rsidR="005007F4">
        <w:t>b</w:t>
      </w:r>
      <w:r w:rsidRPr="0011635B">
        <w:t>)</w:t>
      </w:r>
      <w:r w:rsidRPr="0011635B">
        <w:tab/>
      </w:r>
      <w:r w:rsidRPr="0011635B">
        <w:t>议程和年度工作方案，包括新的优先事项</w:t>
      </w:r>
    </w:p>
    <w:p w:rsidR="0011635B" w:rsidRPr="0011635B" w:rsidRDefault="005007F4" w:rsidP="00360048">
      <w:pPr>
        <w:pStyle w:val="SingleTxtGC"/>
      </w:pPr>
      <w:r>
        <w:t>77</w:t>
      </w:r>
      <w:r w:rsidR="0011635B" w:rsidRPr="0011635B">
        <w:t>.</w:t>
      </w:r>
      <w:r>
        <w:rPr>
          <w:rFonts w:hint="eastAsia"/>
        </w:rPr>
        <w:t xml:space="preserve">  </w:t>
      </w:r>
      <w:r w:rsidR="0011635B" w:rsidRPr="0011635B">
        <w:t>人权理事会在第</w:t>
      </w:r>
      <w:r>
        <w:t>16</w:t>
      </w:r>
      <w:r w:rsidR="0011635B" w:rsidRPr="0011635B">
        <w:t>/</w:t>
      </w:r>
      <w:r>
        <w:t>21</w:t>
      </w:r>
      <w:r w:rsidR="0011635B" w:rsidRPr="0011635B">
        <w:t>号决议附件第三节第</w:t>
      </w:r>
      <w:r>
        <w:t>35</w:t>
      </w:r>
      <w:r w:rsidR="0011635B" w:rsidRPr="0011635B">
        <w:t>段中规定，理事会应在现有资源范围内，加强与咨询委员会的互动，并通过研讨会、专题小组、工作组和对委员会投入提供反馈等工作形式，与咨询委员会进行更加系统的接触。咨询委员会若干成员参加了理事会授权的研讨会或工作组</w:t>
      </w:r>
      <w:r w:rsidR="0011635B" w:rsidRPr="0011635B">
        <w:t>(</w:t>
      </w:r>
      <w:r w:rsidR="0011635B" w:rsidRPr="0011635B">
        <w:t>见上文</w:t>
      </w:r>
      <w:r>
        <w:t>46</w:t>
      </w:r>
      <w:r w:rsidR="0011635B" w:rsidRPr="0011635B">
        <w:t>和</w:t>
      </w:r>
      <w:r>
        <w:t>59</w:t>
      </w:r>
      <w:r w:rsidR="0011635B" w:rsidRPr="0011635B">
        <w:t>段</w:t>
      </w:r>
      <w:r w:rsidR="0011635B" w:rsidRPr="0011635B">
        <w:t>)</w:t>
      </w:r>
      <w:r w:rsidR="0011635B" w:rsidRPr="0011635B">
        <w:t>。</w:t>
      </w:r>
    </w:p>
    <w:p w:rsidR="0011635B" w:rsidRPr="0011635B" w:rsidRDefault="005007F4" w:rsidP="00360048">
      <w:pPr>
        <w:pStyle w:val="SingleTxtGC"/>
      </w:pPr>
      <w:r>
        <w:t>78</w:t>
      </w:r>
      <w:r w:rsidR="0011635B" w:rsidRPr="0011635B">
        <w:t>.</w:t>
      </w:r>
      <w:r>
        <w:rPr>
          <w:rFonts w:hint="eastAsia"/>
        </w:rPr>
        <w:t xml:space="preserve">  </w:t>
      </w:r>
      <w:r w:rsidR="0011635B" w:rsidRPr="0011635B">
        <w:t>咨询委员会在第十四届会议上，决定重新</w:t>
      </w:r>
      <w:proofErr w:type="gramStart"/>
      <w:r w:rsidR="0011635B" w:rsidRPr="0011635B">
        <w:t>提交曾</w:t>
      </w:r>
      <w:proofErr w:type="gramEnd"/>
      <w:r w:rsidR="0011635B" w:rsidRPr="0011635B">
        <w:t>向理事会第二十七届会议提交的以下研究专题建议，供理事会审议和批准：</w:t>
      </w:r>
      <w:r w:rsidR="0011635B" w:rsidRPr="0011635B">
        <w:rPr>
          <w:rStyle w:val="a7"/>
          <w:rFonts w:eastAsia="宋体"/>
        </w:rPr>
        <w:footnoteReference w:id="4"/>
      </w:r>
    </w:p>
    <w:p w:rsidR="0011635B" w:rsidRPr="0011635B" w:rsidRDefault="0011635B" w:rsidP="005007F4">
      <w:pPr>
        <w:pStyle w:val="SingleTxtGC"/>
        <w:numPr>
          <w:ilvl w:val="0"/>
          <w:numId w:val="8"/>
        </w:numPr>
      </w:pPr>
      <w:r w:rsidRPr="0011635B">
        <w:rPr>
          <w:lang w:val="zh-CN"/>
        </w:rPr>
        <w:t>定居殖民主义对人权的影响；</w:t>
      </w:r>
    </w:p>
    <w:p w:rsidR="0011635B" w:rsidRPr="0011635B" w:rsidRDefault="0011635B" w:rsidP="005007F4">
      <w:pPr>
        <w:pStyle w:val="SingleTxtGC"/>
        <w:numPr>
          <w:ilvl w:val="0"/>
          <w:numId w:val="8"/>
        </w:numPr>
      </w:pPr>
      <w:r w:rsidRPr="0011635B">
        <w:rPr>
          <w:lang w:val="zh-CN"/>
        </w:rPr>
        <w:t>举报与人权；</w:t>
      </w:r>
    </w:p>
    <w:p w:rsidR="0011635B" w:rsidRPr="0011635B" w:rsidRDefault="0011635B" w:rsidP="005007F4">
      <w:pPr>
        <w:pStyle w:val="SingleTxtGC"/>
        <w:numPr>
          <w:ilvl w:val="0"/>
          <w:numId w:val="8"/>
        </w:numPr>
      </w:pPr>
      <w:r w:rsidRPr="0011635B">
        <w:t>保全国际水道以保护生命权和食物权；</w:t>
      </w:r>
    </w:p>
    <w:p w:rsidR="0011635B" w:rsidRPr="0011635B" w:rsidRDefault="0011635B" w:rsidP="005007F4">
      <w:pPr>
        <w:pStyle w:val="SingleTxtGC"/>
        <w:numPr>
          <w:ilvl w:val="0"/>
          <w:numId w:val="8"/>
        </w:numPr>
      </w:pPr>
      <w:r w:rsidRPr="0011635B">
        <w:t>无人陪伴儿童移民与人权。</w:t>
      </w:r>
    </w:p>
    <w:p w:rsidR="0011635B" w:rsidRPr="0011635B" w:rsidRDefault="005007F4" w:rsidP="00360048">
      <w:pPr>
        <w:pStyle w:val="SingleTxtGC"/>
      </w:pPr>
      <w:r>
        <w:t>79</w:t>
      </w:r>
      <w:r w:rsidR="0011635B" w:rsidRPr="0011635B">
        <w:t>.</w:t>
      </w:r>
      <w:r>
        <w:rPr>
          <w:rFonts w:hint="eastAsia"/>
        </w:rPr>
        <w:t xml:space="preserve">  </w:t>
      </w:r>
      <w:r w:rsidR="0011635B" w:rsidRPr="0011635B">
        <w:rPr>
          <w:lang w:val="fr-FR"/>
        </w:rPr>
        <w:t>咨询委员会</w:t>
      </w:r>
      <w:r w:rsidR="0011635B" w:rsidRPr="0011635B">
        <w:t>在同届会议上</w:t>
      </w:r>
      <w:r w:rsidR="0011635B" w:rsidRPr="0011635B">
        <w:rPr>
          <w:lang w:val="fr-FR"/>
        </w:rPr>
        <w:t>又决定，</w:t>
      </w:r>
      <w:r w:rsidR="0011635B" w:rsidRPr="0011635B">
        <w:t>重新</w:t>
      </w:r>
      <w:proofErr w:type="gramStart"/>
      <w:r w:rsidR="0011635B" w:rsidRPr="0011635B">
        <w:t>提交曾</w:t>
      </w:r>
      <w:proofErr w:type="gramEnd"/>
      <w:r w:rsidR="0011635B" w:rsidRPr="0011635B">
        <w:t>向理事会以往的届会提交过的以下研究专题建议：</w:t>
      </w:r>
    </w:p>
    <w:p w:rsidR="0011635B" w:rsidRPr="0011635B" w:rsidRDefault="0011635B" w:rsidP="005007F4">
      <w:pPr>
        <w:pStyle w:val="SingleTxtGC"/>
        <w:numPr>
          <w:ilvl w:val="0"/>
          <w:numId w:val="10"/>
        </w:numPr>
      </w:pPr>
      <w:r w:rsidRPr="0011635B">
        <w:t>设立世界人权法院的可能性：加强现行的人权保护系统；</w:t>
      </w:r>
      <w:r w:rsidRPr="0011635B">
        <w:rPr>
          <w:rStyle w:val="a7"/>
          <w:rFonts w:eastAsia="宋体"/>
        </w:rPr>
        <w:footnoteReference w:id="5"/>
      </w:r>
    </w:p>
    <w:p w:rsidR="0011635B" w:rsidRPr="0011635B" w:rsidRDefault="0011635B" w:rsidP="005007F4">
      <w:pPr>
        <w:pStyle w:val="SingleTxtGC"/>
        <w:numPr>
          <w:ilvl w:val="0"/>
          <w:numId w:val="10"/>
        </w:numPr>
      </w:pPr>
      <w:r w:rsidRPr="0011635B">
        <w:t>公民安全与人权；</w:t>
      </w:r>
      <w:r w:rsidRPr="0011635B">
        <w:rPr>
          <w:rStyle w:val="a7"/>
          <w:rFonts w:eastAsia="宋体"/>
        </w:rPr>
        <w:footnoteReference w:id="6"/>
      </w:r>
    </w:p>
    <w:p w:rsidR="0011635B" w:rsidRPr="0011635B" w:rsidRDefault="0011635B" w:rsidP="005007F4">
      <w:pPr>
        <w:pStyle w:val="SingleTxtGC"/>
        <w:numPr>
          <w:ilvl w:val="0"/>
          <w:numId w:val="10"/>
        </w:numPr>
      </w:pPr>
      <w:r w:rsidRPr="0011635B">
        <w:t>青年与人权。</w:t>
      </w:r>
      <w:r w:rsidRPr="0011635B">
        <w:rPr>
          <w:rStyle w:val="a7"/>
          <w:rFonts w:eastAsia="宋体"/>
        </w:rPr>
        <w:footnoteReference w:id="7"/>
      </w:r>
    </w:p>
    <w:p w:rsidR="0011635B" w:rsidRPr="0011635B" w:rsidRDefault="005007F4" w:rsidP="00360048">
      <w:pPr>
        <w:pStyle w:val="SingleTxtGC"/>
        <w:rPr>
          <w:lang w:val="fr-FR"/>
        </w:rPr>
      </w:pPr>
      <w:r>
        <w:t>8</w:t>
      </w:r>
      <w:r w:rsidR="0011635B" w:rsidRPr="0011635B">
        <w:t>0.</w:t>
      </w:r>
      <w:r>
        <w:rPr>
          <w:rFonts w:hint="eastAsia"/>
        </w:rPr>
        <w:t xml:space="preserve">  </w:t>
      </w:r>
      <w:r w:rsidR="0011635B" w:rsidRPr="0011635B">
        <w:rPr>
          <w:lang w:val="fr-FR"/>
        </w:rPr>
        <w:t>咨询委员会</w:t>
      </w:r>
      <w:r w:rsidR="0011635B" w:rsidRPr="0011635B">
        <w:t>在第十四届会议上</w:t>
      </w:r>
      <w:r w:rsidR="0011635B" w:rsidRPr="0011635B">
        <w:rPr>
          <w:lang w:val="fr-FR"/>
        </w:rPr>
        <w:t>还决定，</w:t>
      </w:r>
      <w:r w:rsidR="0011635B" w:rsidRPr="0011635B">
        <w:t>起草一些思考文件，供咨询</w:t>
      </w:r>
      <w:r w:rsidR="0011635B" w:rsidRPr="0011635B">
        <w:rPr>
          <w:lang w:val="fr-FR"/>
        </w:rPr>
        <w:t>委员会</w:t>
      </w:r>
      <w:r w:rsidR="0011635B" w:rsidRPr="0011635B">
        <w:t>每届会议内部使用，也可在人权高专办的网站上作为咨询委员会的</w:t>
      </w:r>
      <w:r>
        <w:rPr>
          <w:rFonts w:hint="eastAsia"/>
        </w:rPr>
        <w:t>“</w:t>
      </w:r>
      <w:r w:rsidR="0011635B" w:rsidRPr="0011635B">
        <w:t>思考文件汇编</w:t>
      </w:r>
      <w:r>
        <w:rPr>
          <w:rFonts w:hint="eastAsia"/>
        </w:rPr>
        <w:t>”</w:t>
      </w:r>
      <w:r w:rsidR="0011635B" w:rsidRPr="0011635B">
        <w:t>发表。</w:t>
      </w:r>
    </w:p>
    <w:p w:rsidR="0011635B" w:rsidRPr="0011635B" w:rsidRDefault="005007F4" w:rsidP="00360048">
      <w:pPr>
        <w:pStyle w:val="SingleTxtGC"/>
      </w:pPr>
      <w:r>
        <w:t>81</w:t>
      </w:r>
      <w:r w:rsidR="0011635B" w:rsidRPr="0011635B">
        <w:t>.</w:t>
      </w:r>
      <w:r>
        <w:rPr>
          <w:rFonts w:hint="eastAsia"/>
        </w:rPr>
        <w:t xml:space="preserve">  </w:t>
      </w:r>
      <w:r w:rsidR="0011635B" w:rsidRPr="0011635B">
        <w:t>因此，</w:t>
      </w:r>
      <w:r w:rsidR="0011635B" w:rsidRPr="0011635B">
        <w:rPr>
          <w:lang w:val="fr-FR"/>
        </w:rPr>
        <w:t>咨询委员会本届会议将审议委员会成员编写的以下思考文件：</w:t>
      </w:r>
    </w:p>
    <w:p w:rsidR="0011635B" w:rsidRPr="0011635B" w:rsidRDefault="005007F4" w:rsidP="005007F4">
      <w:pPr>
        <w:pStyle w:val="SingleTxtGC"/>
        <w:numPr>
          <w:ilvl w:val="0"/>
          <w:numId w:val="12"/>
        </w:numPr>
      </w:pPr>
      <w:r>
        <w:rPr>
          <w:rFonts w:hint="eastAsia"/>
        </w:rPr>
        <w:t>“</w:t>
      </w:r>
      <w:r w:rsidR="0011635B" w:rsidRPr="0011635B">
        <w:t>反腐中的举报与人权</w:t>
      </w:r>
      <w:r>
        <w:rPr>
          <w:rFonts w:hint="eastAsia"/>
        </w:rPr>
        <w:t>”</w:t>
      </w:r>
      <w:r w:rsidR="0011635B" w:rsidRPr="0011635B">
        <w:t>(</w:t>
      </w:r>
      <w:r w:rsidR="0011635B" w:rsidRPr="0011635B">
        <w:t>凯瑟琳娜</w:t>
      </w:r>
      <w:r>
        <w:rPr>
          <w:rFonts w:hint="eastAsia"/>
        </w:rPr>
        <w:t>·</w:t>
      </w:r>
      <w:r w:rsidR="0011635B" w:rsidRPr="0011635B">
        <w:t>帕贝尔</w:t>
      </w:r>
      <w:r w:rsidR="0011635B" w:rsidRPr="0011635B">
        <w:t>)</w:t>
      </w:r>
      <w:r w:rsidR="0011635B" w:rsidRPr="0011635B">
        <w:t>；</w:t>
      </w:r>
    </w:p>
    <w:p w:rsidR="0011635B" w:rsidRPr="0011635B" w:rsidRDefault="005007F4" w:rsidP="005007F4">
      <w:pPr>
        <w:pStyle w:val="SingleTxtGC"/>
        <w:numPr>
          <w:ilvl w:val="0"/>
          <w:numId w:val="12"/>
        </w:numPr>
      </w:pPr>
      <w:r>
        <w:rPr>
          <w:rFonts w:hint="eastAsia"/>
        </w:rPr>
        <w:t>“</w:t>
      </w:r>
      <w:r w:rsidR="0011635B" w:rsidRPr="0011635B">
        <w:t>气候所致流离失所与人权</w:t>
      </w:r>
      <w:r>
        <w:rPr>
          <w:rFonts w:hint="eastAsia"/>
        </w:rPr>
        <w:t>”</w:t>
      </w:r>
      <w:r w:rsidR="0011635B" w:rsidRPr="0011635B">
        <w:t>(</w:t>
      </w:r>
      <w:r w:rsidR="0011635B" w:rsidRPr="0011635B">
        <w:t>伊梅鲁</w:t>
      </w:r>
      <w:r>
        <w:rPr>
          <w:rFonts w:hint="eastAsia"/>
        </w:rPr>
        <w:t>·</w:t>
      </w:r>
      <w:r w:rsidR="0011635B" w:rsidRPr="0011635B">
        <w:t>塔姆拉特</w:t>
      </w:r>
      <w:r>
        <w:rPr>
          <w:rFonts w:hint="eastAsia"/>
        </w:rPr>
        <w:t>·</w:t>
      </w:r>
      <w:r w:rsidR="0011635B" w:rsidRPr="0011635B">
        <w:t>伊盖祖</w:t>
      </w:r>
      <w:r w:rsidR="0011635B" w:rsidRPr="0011635B">
        <w:t>)</w:t>
      </w:r>
      <w:r w:rsidR="0011635B" w:rsidRPr="0011635B">
        <w:t>；</w:t>
      </w:r>
    </w:p>
    <w:p w:rsidR="0011635B" w:rsidRPr="0011635B" w:rsidRDefault="005007F4" w:rsidP="005007F4">
      <w:pPr>
        <w:pStyle w:val="SingleTxtGC"/>
        <w:numPr>
          <w:ilvl w:val="0"/>
          <w:numId w:val="12"/>
        </w:numPr>
      </w:pPr>
      <w:r>
        <w:rPr>
          <w:rFonts w:hint="eastAsia"/>
          <w:szCs w:val="22"/>
        </w:rPr>
        <w:t>“</w:t>
      </w:r>
      <w:r w:rsidR="0011635B" w:rsidRPr="0011635B">
        <w:t>将人权纳入</w:t>
      </w:r>
      <w:r>
        <w:t>2</w:t>
      </w:r>
      <w:r w:rsidR="0011635B" w:rsidRPr="0011635B">
        <w:t>0</w:t>
      </w:r>
      <w:r>
        <w:t>15</w:t>
      </w:r>
      <w:r w:rsidR="0011635B" w:rsidRPr="0011635B">
        <w:t>年后发展议程</w:t>
      </w:r>
      <w:r>
        <w:rPr>
          <w:rFonts w:hint="eastAsia"/>
        </w:rPr>
        <w:t>”</w:t>
      </w:r>
      <w:r w:rsidR="0011635B" w:rsidRPr="0011635B">
        <w:t>(</w:t>
      </w:r>
      <w:r w:rsidR="0011635B" w:rsidRPr="0011635B">
        <w:t>劳拉－玛丽亚</w:t>
      </w:r>
      <w:r>
        <w:rPr>
          <w:rFonts w:hint="eastAsia"/>
        </w:rPr>
        <w:t>·</w:t>
      </w:r>
      <w:r w:rsidR="0011635B" w:rsidRPr="0011635B">
        <w:t>克勒丘内安</w:t>
      </w:r>
      <w:r w:rsidR="0011635B" w:rsidRPr="0011635B">
        <w:rPr>
          <w:szCs w:val="22"/>
        </w:rPr>
        <w:t>)</w:t>
      </w:r>
      <w:r w:rsidR="0011635B" w:rsidRPr="0011635B">
        <w:t>；</w:t>
      </w:r>
    </w:p>
    <w:p w:rsidR="0011635B" w:rsidRPr="0011635B" w:rsidRDefault="005007F4" w:rsidP="005007F4">
      <w:pPr>
        <w:pStyle w:val="SingleTxtGC"/>
        <w:numPr>
          <w:ilvl w:val="0"/>
          <w:numId w:val="12"/>
        </w:numPr>
      </w:pPr>
      <w:r>
        <w:rPr>
          <w:rFonts w:hint="eastAsia"/>
        </w:rPr>
        <w:t>“</w:t>
      </w:r>
      <w:r w:rsidR="0011635B" w:rsidRPr="0011635B">
        <w:t>区域人权体制</w:t>
      </w:r>
      <w:r w:rsidR="0011635B" w:rsidRPr="0011635B">
        <w:t>(</w:t>
      </w:r>
      <w:r w:rsidR="0011635B" w:rsidRPr="0011635B">
        <w:t>保护机制</w:t>
      </w:r>
      <w:r w:rsidR="0011635B" w:rsidRPr="0011635B">
        <w:t>)</w:t>
      </w:r>
      <w:r>
        <w:rPr>
          <w:rFonts w:hint="eastAsia"/>
        </w:rPr>
        <w:t>”</w:t>
      </w:r>
      <w:r w:rsidR="0011635B" w:rsidRPr="0011635B">
        <w:t>(</w:t>
      </w:r>
      <w:r w:rsidR="0011635B" w:rsidRPr="0011635B">
        <w:t>徐昌禄</w:t>
      </w:r>
      <w:r w:rsidR="0011635B" w:rsidRPr="0011635B">
        <w:t>)</w:t>
      </w:r>
      <w:r w:rsidR="0011635B" w:rsidRPr="0011635B">
        <w:t>；</w:t>
      </w:r>
    </w:p>
    <w:p w:rsidR="0011635B" w:rsidRPr="0011635B" w:rsidRDefault="005007F4" w:rsidP="005007F4">
      <w:pPr>
        <w:pStyle w:val="SingleTxtGC"/>
        <w:numPr>
          <w:ilvl w:val="0"/>
          <w:numId w:val="12"/>
        </w:numPr>
      </w:pPr>
      <w:r>
        <w:rPr>
          <w:rFonts w:hint="eastAsia"/>
        </w:rPr>
        <w:t>“</w:t>
      </w:r>
      <w:r w:rsidR="0011635B" w:rsidRPr="0011635B">
        <w:t>对公认诋毁宗教行为的全球申诉机构</w:t>
      </w:r>
      <w:r>
        <w:rPr>
          <w:rFonts w:hint="eastAsia"/>
        </w:rPr>
        <w:t>”</w:t>
      </w:r>
      <w:r w:rsidR="0011635B" w:rsidRPr="0011635B">
        <w:t>(</w:t>
      </w:r>
      <w:r w:rsidR="0011635B" w:rsidRPr="0011635B">
        <w:t>阿赫马尔</w:t>
      </w:r>
      <w:r>
        <w:rPr>
          <w:rFonts w:hint="eastAsia"/>
        </w:rPr>
        <w:t>·</w:t>
      </w:r>
      <w:r w:rsidR="0011635B" w:rsidRPr="0011635B">
        <w:t>比拉勒</w:t>
      </w:r>
      <w:r>
        <w:rPr>
          <w:rFonts w:hint="eastAsia"/>
        </w:rPr>
        <w:t>·</w:t>
      </w:r>
      <w:r w:rsidR="0011635B" w:rsidRPr="0011635B">
        <w:t>苏菲</w:t>
      </w:r>
      <w:r w:rsidR="0011635B" w:rsidRPr="0011635B">
        <w:t>)</w:t>
      </w:r>
      <w:r w:rsidR="0011635B" w:rsidRPr="0011635B">
        <w:t>。</w:t>
      </w:r>
    </w:p>
    <w:p w:rsidR="0011635B" w:rsidRPr="0011635B" w:rsidRDefault="005007F4" w:rsidP="005007F4">
      <w:pPr>
        <w:pStyle w:val="SingleTxtGC"/>
      </w:pPr>
      <w:r>
        <w:t>82</w:t>
      </w:r>
      <w:r w:rsidR="0011635B" w:rsidRPr="0011635B">
        <w:t>.</w:t>
      </w:r>
      <w:r>
        <w:rPr>
          <w:rFonts w:hint="eastAsia"/>
        </w:rPr>
        <w:t xml:space="preserve">  </w:t>
      </w:r>
      <w:r w:rsidR="0011635B" w:rsidRPr="00BE633D">
        <w:rPr>
          <w:spacing w:val="-2"/>
        </w:rPr>
        <w:t>咨询委员会第十五会议不妨继续讨论本项目下的议题，包括新的优先事项</w:t>
      </w:r>
      <w:r w:rsidR="0011635B" w:rsidRPr="0011635B">
        <w:t>。</w:t>
      </w:r>
    </w:p>
    <w:p w:rsidR="0011635B" w:rsidRPr="0011635B" w:rsidRDefault="0011635B" w:rsidP="00360048">
      <w:pPr>
        <w:pStyle w:val="H1GC"/>
      </w:pPr>
      <w:r w:rsidRPr="0011635B">
        <w:tab/>
        <w:t>(</w:t>
      </w:r>
      <w:r w:rsidR="005007F4">
        <w:t>c</w:t>
      </w:r>
      <w:r w:rsidRPr="0011635B">
        <w:t>)</w:t>
      </w:r>
      <w:r w:rsidRPr="0011635B">
        <w:tab/>
      </w:r>
      <w:r w:rsidRPr="0011635B">
        <w:t>任命来文工作组成员</w:t>
      </w:r>
    </w:p>
    <w:p w:rsidR="0011635B" w:rsidRPr="0011635B" w:rsidRDefault="005007F4" w:rsidP="00360048">
      <w:pPr>
        <w:pStyle w:val="SingleTxtGC"/>
      </w:pPr>
      <w:r>
        <w:t>83</w:t>
      </w:r>
      <w:r w:rsidR="0011635B" w:rsidRPr="0011635B">
        <w:t>.</w:t>
      </w:r>
      <w:r w:rsidR="00360048">
        <w:rPr>
          <w:rFonts w:hint="eastAsia"/>
        </w:rPr>
        <w:t xml:space="preserve">  </w:t>
      </w:r>
      <w:r w:rsidR="0011635B" w:rsidRPr="0011635B">
        <w:t>根据人权理事会第</w:t>
      </w:r>
      <w:r>
        <w:t>5</w:t>
      </w:r>
      <w:r w:rsidR="0011635B" w:rsidRPr="0011635B">
        <w:t>/</w:t>
      </w:r>
      <w:r>
        <w:t>1</w:t>
      </w:r>
      <w:r w:rsidR="0011635B" w:rsidRPr="0011635B">
        <w:t>号决议附件第</w:t>
      </w:r>
      <w:r>
        <w:t>91</w:t>
      </w:r>
      <w:r w:rsidR="0011635B" w:rsidRPr="0011635B">
        <w:t>至</w:t>
      </w:r>
      <w:r>
        <w:t>93</w:t>
      </w:r>
      <w:r w:rsidR="0011635B" w:rsidRPr="0011635B">
        <w:t>段，咨询委员会应在适当顾及性别平衡的情况下，从每个区域组指定一名、共计五名成员组成来文工作组。如果出现空缺，委员会应从委员会中同一区域组指定一位独立且高度合格的专家补缺。由于审查和评估收到的来文需要有独立的专家意见和连续性，来文工作组的独立且高度合格的专家任期为三年。其任期只能延长一次。</w:t>
      </w:r>
    </w:p>
    <w:p w:rsidR="0011635B" w:rsidRPr="0011635B" w:rsidRDefault="005007F4" w:rsidP="00360048">
      <w:pPr>
        <w:pStyle w:val="SingleTxtGC"/>
      </w:pPr>
      <w:r>
        <w:t>84</w:t>
      </w:r>
      <w:r w:rsidR="0011635B" w:rsidRPr="0011635B">
        <w:t>.</w:t>
      </w:r>
      <w:r w:rsidR="00360048">
        <w:rPr>
          <w:rFonts w:hint="eastAsia"/>
        </w:rPr>
        <w:t xml:space="preserve">  </w:t>
      </w:r>
      <w:r w:rsidR="0011635B" w:rsidRPr="0011635B">
        <w:t>来文工作组的现任成员是由咨询委员会在第十一和第十三届会议上任命的</w:t>
      </w:r>
      <w:r w:rsidR="0011635B" w:rsidRPr="0011635B">
        <w:t>(</w:t>
      </w:r>
      <w:r w:rsidR="0011635B" w:rsidRPr="0011635B">
        <w:t>见</w:t>
      </w:r>
      <w:r>
        <w:t>A</w:t>
      </w:r>
      <w:r w:rsidR="0011635B" w:rsidRPr="0011635B">
        <w:t>/</w:t>
      </w:r>
      <w:proofErr w:type="spellStart"/>
      <w:r>
        <w:t>HRC</w:t>
      </w:r>
      <w:proofErr w:type="spellEnd"/>
      <w:r w:rsidR="0011635B" w:rsidRPr="0011635B">
        <w:t>/</w:t>
      </w:r>
      <w:r>
        <w:t>AC</w:t>
      </w:r>
      <w:r w:rsidR="0011635B" w:rsidRPr="0011635B">
        <w:t>/</w:t>
      </w:r>
      <w:r>
        <w:t>11</w:t>
      </w:r>
      <w:r w:rsidR="0011635B" w:rsidRPr="0011635B">
        <w:t>/</w:t>
      </w:r>
      <w:r>
        <w:t>2</w:t>
      </w:r>
      <w:r w:rsidR="0011635B" w:rsidRPr="0011635B">
        <w:t>,</w:t>
      </w:r>
      <w:r w:rsidR="00360048">
        <w:rPr>
          <w:rFonts w:hint="eastAsia"/>
        </w:rPr>
        <w:t xml:space="preserve"> </w:t>
      </w:r>
      <w:r w:rsidR="0011635B" w:rsidRPr="0011635B">
        <w:t>第</w:t>
      </w:r>
      <w:r>
        <w:t>29</w:t>
      </w:r>
      <w:r w:rsidR="0011635B" w:rsidRPr="0011635B">
        <w:t>段，并见</w:t>
      </w:r>
      <w:r>
        <w:t>A</w:t>
      </w:r>
      <w:r w:rsidR="0011635B" w:rsidRPr="0011635B">
        <w:t>/</w:t>
      </w:r>
      <w:proofErr w:type="spellStart"/>
      <w:r>
        <w:t>HRC</w:t>
      </w:r>
      <w:proofErr w:type="spellEnd"/>
      <w:r w:rsidR="0011635B" w:rsidRPr="0011635B">
        <w:t>/</w:t>
      </w:r>
      <w:r>
        <w:t>AC</w:t>
      </w:r>
      <w:r w:rsidR="0011635B" w:rsidRPr="0011635B">
        <w:t>/</w:t>
      </w:r>
      <w:r>
        <w:t>13</w:t>
      </w:r>
      <w:r w:rsidR="0011635B" w:rsidRPr="0011635B">
        <w:t>/</w:t>
      </w:r>
      <w:r>
        <w:t>2</w:t>
      </w:r>
      <w:r w:rsidR="0011635B" w:rsidRPr="0011635B">
        <w:t>,</w:t>
      </w:r>
      <w:r w:rsidR="00360048">
        <w:rPr>
          <w:rFonts w:hint="eastAsia"/>
        </w:rPr>
        <w:t xml:space="preserve"> </w:t>
      </w:r>
      <w:r w:rsidR="0011635B" w:rsidRPr="0011635B">
        <w:t>第</w:t>
      </w:r>
      <w:r>
        <w:t>36</w:t>
      </w:r>
      <w:r w:rsidR="0011635B" w:rsidRPr="0011635B">
        <w:t>和</w:t>
      </w:r>
      <w:r>
        <w:t>37</w:t>
      </w:r>
      <w:r w:rsidR="0011635B" w:rsidRPr="0011635B">
        <w:t>段</w:t>
      </w:r>
      <w:r w:rsidR="0011635B" w:rsidRPr="0011635B">
        <w:t>)</w:t>
      </w:r>
      <w:r w:rsidR="0011635B" w:rsidRPr="0011635B">
        <w:t>。咨询委员会将在第十五届会议上任命工作组四名新的成员，接替委员会成员任期至</w:t>
      </w:r>
      <w:r>
        <w:t>2</w:t>
      </w:r>
      <w:r w:rsidR="0011635B" w:rsidRPr="0011635B">
        <w:t>0</w:t>
      </w:r>
      <w:r>
        <w:t>15</w:t>
      </w:r>
      <w:r w:rsidR="0011635B" w:rsidRPr="0011635B">
        <w:t>年</w:t>
      </w:r>
      <w:r>
        <w:t>9</w:t>
      </w:r>
      <w:r w:rsidR="0011635B" w:rsidRPr="0011635B">
        <w:t>月</w:t>
      </w:r>
      <w:r>
        <w:t>3</w:t>
      </w:r>
      <w:r w:rsidR="0011635B" w:rsidRPr="0011635B">
        <w:t>0</w:t>
      </w:r>
      <w:r w:rsidR="0011635B" w:rsidRPr="0011635B">
        <w:t>日届满的四名现任成员：一名来自非洲国家集团，一名来自亚太国家集团，一名来自拉丁美洲和加勒比国家集团，一名来自西欧和其他国家集团</w:t>
      </w:r>
      <w:r w:rsidR="0011635B" w:rsidRPr="0011635B">
        <w:t>(</w:t>
      </w:r>
      <w:r w:rsidR="0011635B" w:rsidRPr="0011635B">
        <w:t>另见上文第</w:t>
      </w:r>
      <w:r>
        <w:t>6</w:t>
      </w:r>
      <w:r w:rsidR="0011635B" w:rsidRPr="0011635B">
        <w:t>段</w:t>
      </w:r>
      <w:r w:rsidR="0011635B" w:rsidRPr="0011635B">
        <w:t>)</w:t>
      </w:r>
      <w:r w:rsidR="0011635B" w:rsidRPr="0011635B">
        <w:t>。</w:t>
      </w:r>
    </w:p>
    <w:p w:rsidR="0011635B" w:rsidRPr="00145B9E" w:rsidRDefault="0011635B" w:rsidP="00145B9E">
      <w:pPr>
        <w:pStyle w:val="HChGC"/>
      </w:pPr>
      <w:r w:rsidRPr="0011635B">
        <w:rPr>
          <w:rFonts w:eastAsia="宋体"/>
        </w:rPr>
        <w:tab/>
      </w:r>
      <w:r w:rsidRPr="00145B9E">
        <w:tab/>
      </w:r>
      <w:r w:rsidRPr="00145B9E">
        <w:t>项目</w:t>
      </w:r>
      <w:r w:rsidR="005007F4">
        <w:t>4</w:t>
      </w:r>
      <w:r w:rsidRPr="00145B9E">
        <w:br/>
      </w:r>
      <w:r w:rsidRPr="00145B9E">
        <w:t>咨询委员会第十五届会议报告</w:t>
      </w:r>
    </w:p>
    <w:p w:rsidR="0011635B" w:rsidRPr="0011635B" w:rsidRDefault="005007F4" w:rsidP="00360048">
      <w:pPr>
        <w:pStyle w:val="SingleTxtGC"/>
      </w:pPr>
      <w:r>
        <w:t>85</w:t>
      </w:r>
      <w:r w:rsidR="0011635B" w:rsidRPr="0011635B">
        <w:t>.</w:t>
      </w:r>
      <w:r w:rsidR="00360048">
        <w:rPr>
          <w:rFonts w:hint="eastAsia"/>
        </w:rPr>
        <w:t xml:space="preserve">  </w:t>
      </w:r>
      <w:r w:rsidR="0011635B" w:rsidRPr="00360048">
        <w:t>咨询委员会将收到报告员编写的委员会第十五届会议报告草稿，供其通过。</w:t>
      </w:r>
    </w:p>
    <w:p w:rsidR="00360048" w:rsidRPr="002D6A9C" w:rsidRDefault="00360048">
      <w:pPr>
        <w:spacing w:before="240"/>
        <w:jc w:val="center"/>
        <w:rPr>
          <w:u w:val="single"/>
        </w:rPr>
      </w:pPr>
      <w:r>
        <w:rPr>
          <w:rFonts w:hint="eastAsia"/>
          <w:u w:val="single"/>
        </w:rPr>
        <w:tab/>
      </w:r>
      <w:r>
        <w:rPr>
          <w:rFonts w:hint="eastAsia"/>
          <w:u w:val="single"/>
        </w:rPr>
        <w:tab/>
      </w:r>
      <w:r>
        <w:rPr>
          <w:rFonts w:hint="eastAsia"/>
          <w:u w:val="single"/>
        </w:rPr>
        <w:tab/>
      </w:r>
      <w:r>
        <w:rPr>
          <w:u w:val="single"/>
        </w:rPr>
        <w:tab/>
      </w:r>
    </w:p>
    <w:sectPr w:rsidR="00360048" w:rsidRPr="002D6A9C" w:rsidSect="005007F4">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7F4" w:rsidRPr="000D319F" w:rsidRDefault="005007F4" w:rsidP="000D319F">
      <w:pPr>
        <w:pStyle w:val="ae"/>
        <w:spacing w:after="240"/>
        <w:ind w:left="907"/>
        <w:rPr>
          <w:rFonts w:asciiTheme="majorBidi" w:eastAsia="宋体" w:hAnsiTheme="majorBidi" w:cstheme="majorBidi"/>
          <w:sz w:val="21"/>
          <w:szCs w:val="21"/>
          <w:lang w:val="en-US"/>
        </w:rPr>
      </w:pPr>
    </w:p>
    <w:p w:rsidR="005007F4" w:rsidRPr="000D319F" w:rsidRDefault="005007F4" w:rsidP="000D319F">
      <w:pPr>
        <w:pStyle w:val="ae"/>
        <w:spacing w:after="240"/>
        <w:ind w:left="907"/>
        <w:rPr>
          <w:rFonts w:eastAsia="楷体"/>
          <w:sz w:val="21"/>
          <w:szCs w:val="21"/>
          <w:lang w:val="en-US" w:eastAsia="zh-CN"/>
        </w:rPr>
      </w:pPr>
      <w:r w:rsidRPr="000D319F">
        <w:rPr>
          <w:rFonts w:eastAsia="楷体" w:hint="eastAsia"/>
          <w:sz w:val="21"/>
          <w:szCs w:val="21"/>
          <w:lang w:val="en-US" w:eastAsia="zh-CN"/>
        </w:rPr>
        <w:t>注</w:t>
      </w:r>
    </w:p>
  </w:endnote>
  <w:endnote w:type="continuationSeparator" w:id="0">
    <w:p w:rsidR="005007F4" w:rsidRPr="000D319F" w:rsidRDefault="005007F4" w:rsidP="000D319F">
      <w:pPr>
        <w:pStyle w:val="ae"/>
      </w:pPr>
    </w:p>
  </w:endnote>
  <w:endnote w:type="continuationNotice" w:id="1">
    <w:p w:rsidR="005007F4" w:rsidRDefault="005007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 New Roman">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7F4" w:rsidRPr="0011635B" w:rsidRDefault="005007F4" w:rsidP="0011635B">
    <w:pPr>
      <w:pStyle w:val="ae"/>
      <w:tabs>
        <w:tab w:val="clear" w:pos="431"/>
        <w:tab w:val="right" w:pos="9638"/>
      </w:tabs>
      <w:rPr>
        <w:rStyle w:val="af"/>
      </w:rPr>
    </w:pPr>
    <w:r>
      <w:rPr>
        <w:rStyle w:val="af"/>
      </w:rPr>
      <w:fldChar w:fldCharType="begin"/>
    </w:r>
    <w:r>
      <w:rPr>
        <w:rStyle w:val="af"/>
      </w:rPr>
      <w:instrText xml:space="preserve"> PAGE  \* MERGEFORMAT </w:instrText>
    </w:r>
    <w:r>
      <w:rPr>
        <w:rStyle w:val="af"/>
      </w:rPr>
      <w:fldChar w:fldCharType="separate"/>
    </w:r>
    <w:r w:rsidR="007D6FEA">
      <w:rPr>
        <w:rStyle w:val="af"/>
        <w:noProof/>
      </w:rPr>
      <w:t>10</w:t>
    </w:r>
    <w:r>
      <w:rPr>
        <w:rStyle w:val="af"/>
      </w:rPr>
      <w:fldChar w:fldCharType="end"/>
    </w:r>
    <w:r>
      <w:rPr>
        <w:rStyle w:val="af"/>
      </w:rPr>
      <w:tab/>
    </w:r>
    <w:proofErr w:type="spellStart"/>
    <w:r w:rsidRPr="0011635B">
      <w:rPr>
        <w:rStyle w:val="af"/>
        <w:b w:val="0"/>
        <w:snapToGrid w:val="0"/>
        <w:sz w:val="16"/>
      </w:rPr>
      <w:t>GE.15</w:t>
    </w:r>
    <w:proofErr w:type="spellEnd"/>
    <w:r w:rsidRPr="0011635B">
      <w:rPr>
        <w:rStyle w:val="af"/>
        <w:b w:val="0"/>
        <w:snapToGrid w:val="0"/>
        <w:sz w:val="16"/>
      </w:rPr>
      <w:t>-10568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7F4" w:rsidRPr="0011635B" w:rsidRDefault="005007F4" w:rsidP="0011635B">
    <w:pPr>
      <w:pStyle w:val="ae"/>
      <w:tabs>
        <w:tab w:val="clear" w:pos="431"/>
        <w:tab w:val="right" w:pos="9638"/>
      </w:tabs>
      <w:rPr>
        <w:rStyle w:val="af"/>
      </w:rPr>
    </w:pPr>
    <w:proofErr w:type="spellStart"/>
    <w:r>
      <w:t>GE.15</w:t>
    </w:r>
    <w:proofErr w:type="spellEnd"/>
    <w:r>
      <w:t>-10568</w:t>
    </w:r>
    <w:r>
      <w:tab/>
    </w:r>
    <w:r>
      <w:rPr>
        <w:rStyle w:val="af"/>
      </w:rPr>
      <w:fldChar w:fldCharType="begin"/>
    </w:r>
    <w:r>
      <w:rPr>
        <w:rStyle w:val="af"/>
      </w:rPr>
      <w:instrText xml:space="preserve"> PAGE  \* MERGEFORMAT </w:instrText>
    </w:r>
    <w:r>
      <w:rPr>
        <w:rStyle w:val="af"/>
      </w:rPr>
      <w:fldChar w:fldCharType="separate"/>
    </w:r>
    <w:r w:rsidR="007D6FEA">
      <w:rPr>
        <w:rStyle w:val="af"/>
        <w:noProof/>
      </w:rPr>
      <w:t>9</w:t>
    </w:r>
    <w:r>
      <w:rPr>
        <w:rStyle w:val="a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7F4" w:rsidRPr="008B4347" w:rsidRDefault="005007F4" w:rsidP="00A86E81">
    <w:pPr>
      <w:pStyle w:val="ae"/>
      <w:tabs>
        <w:tab w:val="left" w:pos="1701"/>
        <w:tab w:val="left" w:pos="2552"/>
        <w:tab w:val="left" w:pos="8448"/>
      </w:tabs>
      <w:spacing w:before="360"/>
      <w:rPr>
        <w:rFonts w:eastAsiaTheme="minorEastAsia"/>
        <w:b/>
        <w:sz w:val="21"/>
        <w:lang w:eastAsia="zh-CN"/>
      </w:rPr>
    </w:pPr>
    <w:proofErr w:type="spellStart"/>
    <w:r>
      <w:rPr>
        <w:sz w:val="20"/>
        <w:lang w:eastAsia="zh-CN"/>
      </w:rPr>
      <w:t>GE.15</w:t>
    </w:r>
    <w:proofErr w:type="spellEnd"/>
    <w:r>
      <w:rPr>
        <w:sz w:val="20"/>
        <w:lang w:eastAsia="zh-CN"/>
      </w:rPr>
      <w:t>-10568</w:t>
    </w:r>
    <w:r w:rsidRPr="00EE277A">
      <w:rPr>
        <w:sz w:val="20"/>
        <w:lang w:eastAsia="zh-CN"/>
      </w:rPr>
      <w:t xml:space="preserve"> (C)</w:t>
    </w:r>
    <w:r>
      <w:rPr>
        <w:sz w:val="20"/>
        <w:lang w:eastAsia="zh-CN"/>
      </w:rPr>
      <w:tab/>
      <w:t>0</w:t>
    </w:r>
    <w:r>
      <w:rPr>
        <w:rFonts w:eastAsiaTheme="minorEastAsia" w:hint="eastAsia"/>
        <w:sz w:val="20"/>
        <w:lang w:eastAsia="zh-CN"/>
      </w:rPr>
      <w:t>306</w:t>
    </w:r>
    <w:r>
      <w:rPr>
        <w:sz w:val="20"/>
        <w:lang w:eastAsia="zh-CN"/>
      </w:rPr>
      <w:t>1</w:t>
    </w:r>
    <w:r>
      <w:rPr>
        <w:rFonts w:eastAsiaTheme="minorEastAsia" w:hint="eastAsia"/>
        <w:sz w:val="20"/>
        <w:lang w:eastAsia="zh-CN"/>
      </w:rPr>
      <w:t>5</w:t>
    </w:r>
    <w:r>
      <w:rPr>
        <w:sz w:val="20"/>
        <w:lang w:eastAsia="zh-CN"/>
      </w:rPr>
      <w:tab/>
    </w:r>
    <w:r w:rsidRPr="00EE277A">
      <w:rPr>
        <w:sz w:val="20"/>
        <w:lang w:eastAsia="zh-CN"/>
      </w:rPr>
      <w:t>0</w:t>
    </w:r>
    <w:r w:rsidR="00A86E81">
      <w:rPr>
        <w:rFonts w:eastAsiaTheme="minorEastAsia" w:hint="eastAsia"/>
        <w:sz w:val="20"/>
        <w:lang w:eastAsia="zh-CN"/>
      </w:rPr>
      <w:t>4</w:t>
    </w:r>
    <w:r>
      <w:rPr>
        <w:rFonts w:eastAsiaTheme="minorEastAsia" w:hint="eastAsia"/>
        <w:sz w:val="20"/>
        <w:lang w:eastAsia="zh-CN"/>
      </w:rPr>
      <w:t>06</w:t>
    </w:r>
    <w:r>
      <w:rPr>
        <w:sz w:val="20"/>
        <w:lang w:eastAsia="zh-CN"/>
      </w:rPr>
      <w:t>1</w:t>
    </w:r>
    <w:r>
      <w:rPr>
        <w:rFonts w:eastAsiaTheme="minorEastAsia" w:hint="eastAsia"/>
        <w:sz w:val="20"/>
        <w:lang w:eastAsia="zh-CN"/>
      </w:rPr>
      <w:t>5</w:t>
    </w:r>
  </w:p>
  <w:p w:rsidR="005007F4" w:rsidRPr="00487939" w:rsidRDefault="005007F4" w:rsidP="005007F4">
    <w:pPr>
      <w:pStyle w:val="ae"/>
      <w:tabs>
        <w:tab w:val="clear" w:pos="431"/>
        <w:tab w:val="right" w:pos="8450"/>
      </w:tabs>
      <w:rPr>
        <w:sz w:val="20"/>
        <w:lang w:val="en-US" w:eastAsia="zh-CN"/>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b/>
        <w:noProof/>
        <w:snapToGrid/>
        <w:sz w:val="21"/>
        <w:lang w:val="en-US" w:eastAsia="zh-CN"/>
      </w:rPr>
      <w:drawing>
        <wp:anchor distT="0" distB="0" distL="114300" distR="114300" simplePos="0" relativeHeight="251658240" behindDoc="0" locked="0" layoutInCell="1" allowOverlap="1" wp14:anchorId="1223298F" wp14:editId="69FE0047">
          <wp:simplePos x="0" y="0"/>
          <wp:positionH relativeFrom="column">
            <wp:align>right</wp:align>
          </wp:positionH>
          <wp:positionV relativeFrom="paragraph">
            <wp:posOffset>-310515</wp:posOffset>
          </wp:positionV>
          <wp:extent cx="638175" cy="638175"/>
          <wp:effectExtent l="0" t="0" r="9525" b="9525"/>
          <wp:wrapNone/>
          <wp:docPr id="3" name="图片 1" descr="http://undocs.org/m2/QRCode.ashx?DS=A/HRC/AC/15/1/Add.1&amp;Size=2 &amp;Lan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A/HRC/AC/15/1/Add.1&amp;Size=2 &amp;Lang=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21"/>
      </w:rPr>
      <w:tab/>
    </w:r>
    <w:r>
      <w:rPr>
        <w:rFonts w:hint="eastAsia"/>
        <w:b/>
        <w:noProof/>
        <w:snapToGrid/>
        <w:sz w:val="21"/>
        <w:lang w:val="en-US" w:eastAsia="zh-CN"/>
      </w:rPr>
      <w:drawing>
        <wp:inline distT="0" distB="0" distL="0" distR="0" wp14:anchorId="505D9FE0" wp14:editId="32CB266C">
          <wp:extent cx="618490" cy="228600"/>
          <wp:effectExtent l="0" t="0" r="0" b="0"/>
          <wp:docPr id="2" name="图片 2" descr="recycle_Chi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recycle_Chines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8490" cy="2286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7F4" w:rsidRPr="000157B1" w:rsidRDefault="005007F4" w:rsidP="00943B69">
      <w:pPr>
        <w:pStyle w:val="ae"/>
        <w:tabs>
          <w:tab w:val="clear" w:pos="431"/>
          <w:tab w:val="right" w:pos="2155"/>
        </w:tabs>
        <w:spacing w:after="80" w:line="240" w:lineRule="atLeast"/>
        <w:ind w:left="680"/>
        <w:rPr>
          <w:u w:val="single"/>
          <w:lang w:eastAsia="zh-CN"/>
        </w:rPr>
      </w:pPr>
      <w:r>
        <w:rPr>
          <w:u w:val="single"/>
          <w:lang w:eastAsia="zh-CN"/>
        </w:rPr>
        <w:tab/>
      </w:r>
    </w:p>
  </w:footnote>
  <w:footnote w:type="continuationSeparator" w:id="0">
    <w:p w:rsidR="005007F4" w:rsidRPr="000157B1" w:rsidRDefault="005007F4" w:rsidP="00943B69">
      <w:pPr>
        <w:pStyle w:val="ae"/>
        <w:tabs>
          <w:tab w:val="clear" w:pos="431"/>
          <w:tab w:val="right" w:pos="2155"/>
        </w:tabs>
        <w:spacing w:after="80" w:line="240" w:lineRule="atLeast"/>
        <w:ind w:left="680"/>
        <w:rPr>
          <w:u w:val="single"/>
          <w:lang w:eastAsia="zh-CN"/>
        </w:rPr>
      </w:pPr>
      <w:r>
        <w:rPr>
          <w:u w:val="single"/>
          <w:lang w:eastAsia="zh-CN"/>
        </w:rPr>
        <w:tab/>
      </w:r>
    </w:p>
  </w:footnote>
  <w:footnote w:type="continuationNotice" w:id="1">
    <w:p w:rsidR="005007F4" w:rsidRDefault="005007F4"/>
  </w:footnote>
  <w:footnote w:id="2">
    <w:p w:rsidR="00687534" w:rsidRPr="00687534" w:rsidRDefault="00687534" w:rsidP="00687534">
      <w:pPr>
        <w:pStyle w:val="a6"/>
        <w:tabs>
          <w:tab w:val="clear" w:pos="431"/>
          <w:tab w:val="clear" w:pos="1021"/>
          <w:tab w:val="right" w:pos="1020"/>
        </w:tabs>
        <w:rPr>
          <w:rFonts w:hint="eastAsia"/>
        </w:rPr>
      </w:pPr>
      <w:r>
        <w:rPr>
          <w:rStyle w:val="a7"/>
          <w:rFonts w:eastAsia="宋体"/>
        </w:rPr>
        <w:tab/>
      </w:r>
      <w:r w:rsidRPr="00687534">
        <w:rPr>
          <w:rStyle w:val="a7"/>
          <w:rFonts w:eastAsia="宋体"/>
          <w:vertAlign w:val="baseline"/>
        </w:rPr>
        <w:t>*</w:t>
      </w:r>
      <w:r w:rsidRPr="00687534">
        <w:tab/>
      </w:r>
      <w:r w:rsidR="00B02F91">
        <w:rPr>
          <w:rFonts w:hint="eastAsia"/>
        </w:rPr>
        <w:t>任期届满年份如括号中所示。</w:t>
      </w:r>
    </w:p>
  </w:footnote>
  <w:footnote w:id="3">
    <w:p w:rsidR="005007F4" w:rsidRDefault="005007F4" w:rsidP="006A4AC4">
      <w:pPr>
        <w:pStyle w:val="a6"/>
        <w:tabs>
          <w:tab w:val="clear" w:pos="431"/>
          <w:tab w:val="clear" w:pos="1021"/>
          <w:tab w:val="right" w:pos="1020"/>
        </w:tabs>
        <w:rPr>
          <w:rFonts w:hint="eastAsia"/>
        </w:rPr>
      </w:pPr>
      <w:r>
        <w:tab/>
      </w:r>
      <w:r>
        <w:rPr>
          <w:rStyle w:val="a7"/>
          <w:rFonts w:eastAsia="宋体"/>
        </w:rPr>
        <w:footnoteRef/>
      </w:r>
      <w:r>
        <w:tab/>
      </w:r>
      <w:r w:rsidRPr="006A4AC4">
        <w:rPr>
          <w:rFonts w:hint="eastAsia"/>
        </w:rPr>
        <w:t>A/</w:t>
      </w:r>
      <w:proofErr w:type="spellStart"/>
      <w:r w:rsidRPr="006A4AC4">
        <w:rPr>
          <w:rFonts w:hint="eastAsia"/>
        </w:rPr>
        <w:t>HRC</w:t>
      </w:r>
      <w:proofErr w:type="spellEnd"/>
      <w:r w:rsidRPr="006A4AC4">
        <w:rPr>
          <w:rFonts w:hint="eastAsia"/>
        </w:rPr>
        <w:t>/AC/14/</w:t>
      </w:r>
      <w:proofErr w:type="spellStart"/>
      <w:r w:rsidRPr="006A4AC4">
        <w:rPr>
          <w:rFonts w:hint="eastAsia"/>
        </w:rPr>
        <w:t>CRP.1</w:t>
      </w:r>
      <w:proofErr w:type="spellEnd"/>
      <w:r w:rsidRPr="006A4AC4">
        <w:rPr>
          <w:rFonts w:hint="eastAsia"/>
        </w:rPr>
        <w:t>。</w:t>
      </w:r>
    </w:p>
  </w:footnote>
  <w:footnote w:id="4">
    <w:p w:rsidR="005007F4" w:rsidRDefault="005007F4" w:rsidP="005007F4">
      <w:pPr>
        <w:pStyle w:val="a6"/>
        <w:tabs>
          <w:tab w:val="clear" w:pos="431"/>
          <w:tab w:val="clear" w:pos="1021"/>
          <w:tab w:val="right" w:pos="1020"/>
        </w:tabs>
        <w:overflowPunct w:val="0"/>
      </w:pPr>
      <w:r>
        <w:tab/>
      </w:r>
      <w:r>
        <w:rPr>
          <w:rStyle w:val="a7"/>
          <w:rFonts w:eastAsia="宋体"/>
        </w:rPr>
        <w:footnoteRef/>
      </w:r>
      <w:r>
        <w:tab/>
      </w:r>
      <w:r>
        <w:rPr>
          <w:rFonts w:hint="eastAsia"/>
        </w:rPr>
        <w:t>见</w:t>
      </w:r>
      <w:r w:rsidRPr="008060C1">
        <w:t>A/</w:t>
      </w:r>
      <w:proofErr w:type="spellStart"/>
      <w:r w:rsidRPr="008060C1">
        <w:t>HRC</w:t>
      </w:r>
      <w:proofErr w:type="spellEnd"/>
      <w:r w:rsidRPr="008060C1">
        <w:t>/AC/13/2</w:t>
      </w:r>
      <w:r>
        <w:rPr>
          <w:rFonts w:hint="eastAsia"/>
        </w:rPr>
        <w:t>，附件四。</w:t>
      </w:r>
    </w:p>
  </w:footnote>
  <w:footnote w:id="5">
    <w:p w:rsidR="005007F4" w:rsidRDefault="005007F4" w:rsidP="005007F4">
      <w:pPr>
        <w:pStyle w:val="a6"/>
        <w:tabs>
          <w:tab w:val="clear" w:pos="431"/>
          <w:tab w:val="clear" w:pos="1021"/>
          <w:tab w:val="right" w:pos="1020"/>
        </w:tabs>
        <w:overflowPunct w:val="0"/>
      </w:pPr>
      <w:r>
        <w:tab/>
      </w:r>
      <w:r>
        <w:rPr>
          <w:rStyle w:val="a7"/>
          <w:rFonts w:eastAsia="宋体"/>
        </w:rPr>
        <w:footnoteRef/>
      </w:r>
      <w:r>
        <w:tab/>
      </w:r>
      <w:r>
        <w:rPr>
          <w:rFonts w:hint="eastAsia"/>
        </w:rPr>
        <w:t>见</w:t>
      </w:r>
      <w:r w:rsidRPr="008E7FF5">
        <w:t>A/</w:t>
      </w:r>
      <w:proofErr w:type="spellStart"/>
      <w:r w:rsidRPr="008E7FF5">
        <w:t>HRC</w:t>
      </w:r>
      <w:proofErr w:type="spellEnd"/>
      <w:r w:rsidRPr="008E7FF5">
        <w:t>/AC/12/2</w:t>
      </w:r>
      <w:r>
        <w:rPr>
          <w:rFonts w:hint="eastAsia"/>
        </w:rPr>
        <w:t>，附件四。</w:t>
      </w:r>
    </w:p>
  </w:footnote>
  <w:footnote w:id="6">
    <w:p w:rsidR="005007F4" w:rsidRDefault="005007F4" w:rsidP="005007F4">
      <w:pPr>
        <w:pStyle w:val="a6"/>
        <w:tabs>
          <w:tab w:val="clear" w:pos="431"/>
          <w:tab w:val="clear" w:pos="1021"/>
          <w:tab w:val="right" w:pos="1020"/>
        </w:tabs>
        <w:overflowPunct w:val="0"/>
      </w:pPr>
      <w:r>
        <w:tab/>
      </w:r>
      <w:r>
        <w:rPr>
          <w:rStyle w:val="a7"/>
          <w:rFonts w:eastAsia="宋体"/>
        </w:rPr>
        <w:footnoteRef/>
      </w:r>
      <w:r>
        <w:tab/>
      </w:r>
      <w:r>
        <w:rPr>
          <w:rFonts w:hint="eastAsia"/>
        </w:rPr>
        <w:t>同上。</w:t>
      </w:r>
    </w:p>
  </w:footnote>
  <w:footnote w:id="7">
    <w:p w:rsidR="005007F4" w:rsidRDefault="005007F4" w:rsidP="005007F4">
      <w:pPr>
        <w:pStyle w:val="a6"/>
        <w:tabs>
          <w:tab w:val="clear" w:pos="431"/>
          <w:tab w:val="clear" w:pos="1021"/>
          <w:tab w:val="right" w:pos="1020"/>
        </w:tabs>
        <w:overflowPunct w:val="0"/>
      </w:pPr>
      <w:r>
        <w:tab/>
      </w:r>
      <w:r>
        <w:rPr>
          <w:rStyle w:val="a7"/>
          <w:rFonts w:eastAsia="宋体"/>
        </w:rPr>
        <w:footnoteRef/>
      </w:r>
      <w:r>
        <w:tab/>
      </w:r>
      <w:r>
        <w:rPr>
          <w:rFonts w:hint="eastAsia"/>
        </w:rPr>
        <w:t>见</w:t>
      </w:r>
      <w:r w:rsidRPr="008E7FF5">
        <w:t>A/</w:t>
      </w:r>
      <w:proofErr w:type="spellStart"/>
      <w:r w:rsidRPr="008E7FF5">
        <w:t>HRC</w:t>
      </w:r>
      <w:proofErr w:type="spellEnd"/>
      <w:r w:rsidRPr="008E7FF5">
        <w:t>/AC/9/6</w:t>
      </w:r>
      <w:r>
        <w:rPr>
          <w:rFonts w:hint="eastAsia"/>
        </w:rPr>
        <w:t>，附件四。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7F4" w:rsidRDefault="005007F4" w:rsidP="0011635B">
    <w:pPr>
      <w:pStyle w:val="af0"/>
    </w:pPr>
    <w:r>
      <w:t>A/</w:t>
    </w:r>
    <w:proofErr w:type="spellStart"/>
    <w:r>
      <w:t>HRC</w:t>
    </w:r>
    <w:proofErr w:type="spellEnd"/>
    <w:r>
      <w:t>/AC/15/1/</w:t>
    </w:r>
    <w:proofErr w:type="spellStart"/>
    <w:r>
      <w:t>Add.1</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7F4" w:rsidRPr="00202A30" w:rsidRDefault="005007F4" w:rsidP="0011635B">
    <w:pPr>
      <w:pStyle w:val="af0"/>
      <w:jc w:val="right"/>
    </w:pPr>
    <w:r>
      <w:t>A/</w:t>
    </w:r>
    <w:proofErr w:type="spellStart"/>
    <w:r>
      <w:t>HRC</w:t>
    </w:r>
    <w:proofErr w:type="spellEnd"/>
    <w:r>
      <w:t>/AC/15/1/</w:t>
    </w:r>
    <w:proofErr w:type="spellStart"/>
    <w:r>
      <w:t>Add.1</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F7AC9"/>
    <w:multiLevelType w:val="hybridMultilevel"/>
    <w:tmpl w:val="4654706A"/>
    <w:lvl w:ilvl="0" w:tplc="2E54BC32">
      <w:start w:val="1"/>
      <w:numFmt w:val="lowerLetter"/>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47F1CD2"/>
    <w:multiLevelType w:val="hybridMultilevel"/>
    <w:tmpl w:val="69B0F7D0"/>
    <w:lvl w:ilvl="0" w:tplc="13BEC650">
      <w:start w:val="1"/>
      <w:numFmt w:val="lowerLetter"/>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3D86AAA"/>
    <w:multiLevelType w:val="hybridMultilevel"/>
    <w:tmpl w:val="065C6134"/>
    <w:lvl w:ilvl="0" w:tplc="D9B0BDC6">
      <w:start w:val="1"/>
      <w:numFmt w:val="bullet"/>
      <w:pStyle w:val="Bullet1GC"/>
      <w:lvlText w:val=""/>
      <w:lvlJc w:val="left"/>
      <w:pPr>
        <w:tabs>
          <w:tab w:val="num" w:pos="1996"/>
        </w:tabs>
        <w:ind w:left="1996" w:hanging="380"/>
      </w:pPr>
      <w:rPr>
        <w:rFonts w:ascii="Symbol" w:hAnsi="Symbol" w:hint="default"/>
      </w:rPr>
    </w:lvl>
    <w:lvl w:ilvl="1" w:tplc="04090003">
      <w:start w:val="1"/>
      <w:numFmt w:val="bullet"/>
      <w:lvlText w:val=""/>
      <w:lvlJc w:val="left"/>
      <w:pPr>
        <w:tabs>
          <w:tab w:val="num" w:pos="999"/>
        </w:tabs>
        <w:ind w:left="999" w:hanging="420"/>
      </w:pPr>
      <w:rPr>
        <w:rFonts w:ascii="Wingdings" w:hAnsi="Wingdings" w:hint="default"/>
      </w:rPr>
    </w:lvl>
    <w:lvl w:ilvl="2" w:tplc="04090005" w:tentative="1">
      <w:start w:val="1"/>
      <w:numFmt w:val="bullet"/>
      <w:lvlText w:val=""/>
      <w:lvlJc w:val="left"/>
      <w:pPr>
        <w:tabs>
          <w:tab w:val="num" w:pos="1419"/>
        </w:tabs>
        <w:ind w:left="1419" w:hanging="420"/>
      </w:pPr>
      <w:rPr>
        <w:rFonts w:ascii="Wingdings" w:hAnsi="Wingdings" w:hint="default"/>
      </w:rPr>
    </w:lvl>
    <w:lvl w:ilvl="3" w:tplc="04090001" w:tentative="1">
      <w:start w:val="1"/>
      <w:numFmt w:val="bullet"/>
      <w:lvlText w:val=""/>
      <w:lvlJc w:val="left"/>
      <w:pPr>
        <w:tabs>
          <w:tab w:val="num" w:pos="1839"/>
        </w:tabs>
        <w:ind w:left="1839" w:hanging="420"/>
      </w:pPr>
      <w:rPr>
        <w:rFonts w:ascii="Wingdings" w:hAnsi="Wingdings" w:hint="default"/>
      </w:rPr>
    </w:lvl>
    <w:lvl w:ilvl="4" w:tplc="04090003" w:tentative="1">
      <w:start w:val="1"/>
      <w:numFmt w:val="bullet"/>
      <w:lvlText w:val=""/>
      <w:lvlJc w:val="left"/>
      <w:pPr>
        <w:tabs>
          <w:tab w:val="num" w:pos="2259"/>
        </w:tabs>
        <w:ind w:left="2259" w:hanging="420"/>
      </w:pPr>
      <w:rPr>
        <w:rFonts w:ascii="Wingdings" w:hAnsi="Wingdings" w:hint="default"/>
      </w:rPr>
    </w:lvl>
    <w:lvl w:ilvl="5" w:tplc="04090005" w:tentative="1">
      <w:start w:val="1"/>
      <w:numFmt w:val="bullet"/>
      <w:lvlText w:val=""/>
      <w:lvlJc w:val="left"/>
      <w:pPr>
        <w:tabs>
          <w:tab w:val="num" w:pos="2679"/>
        </w:tabs>
        <w:ind w:left="2679" w:hanging="420"/>
      </w:pPr>
      <w:rPr>
        <w:rFonts w:ascii="Wingdings" w:hAnsi="Wingdings" w:hint="default"/>
      </w:rPr>
    </w:lvl>
    <w:lvl w:ilvl="6" w:tplc="04090001" w:tentative="1">
      <w:start w:val="1"/>
      <w:numFmt w:val="bullet"/>
      <w:lvlText w:val=""/>
      <w:lvlJc w:val="left"/>
      <w:pPr>
        <w:tabs>
          <w:tab w:val="num" w:pos="3099"/>
        </w:tabs>
        <w:ind w:left="3099" w:hanging="420"/>
      </w:pPr>
      <w:rPr>
        <w:rFonts w:ascii="Wingdings" w:hAnsi="Wingdings" w:hint="default"/>
      </w:rPr>
    </w:lvl>
    <w:lvl w:ilvl="7" w:tplc="04090003" w:tentative="1">
      <w:start w:val="1"/>
      <w:numFmt w:val="bullet"/>
      <w:lvlText w:val=""/>
      <w:lvlJc w:val="left"/>
      <w:pPr>
        <w:tabs>
          <w:tab w:val="num" w:pos="3519"/>
        </w:tabs>
        <w:ind w:left="3519" w:hanging="420"/>
      </w:pPr>
      <w:rPr>
        <w:rFonts w:ascii="Wingdings" w:hAnsi="Wingdings" w:hint="default"/>
      </w:rPr>
    </w:lvl>
    <w:lvl w:ilvl="8" w:tplc="04090005" w:tentative="1">
      <w:start w:val="1"/>
      <w:numFmt w:val="bullet"/>
      <w:lvlText w:val=""/>
      <w:lvlJc w:val="left"/>
      <w:pPr>
        <w:tabs>
          <w:tab w:val="num" w:pos="3939"/>
        </w:tabs>
        <w:ind w:left="3939" w:hanging="420"/>
      </w:pPr>
      <w:rPr>
        <w:rFonts w:ascii="Wingdings" w:hAnsi="Wingdings" w:hint="default"/>
      </w:rPr>
    </w:lvl>
  </w:abstractNum>
  <w:abstractNum w:abstractNumId="4">
    <w:nsid w:val="15662C53"/>
    <w:multiLevelType w:val="hybridMultilevel"/>
    <w:tmpl w:val="2A10FF4C"/>
    <w:lvl w:ilvl="0" w:tplc="6166126C">
      <w:start w:val="1"/>
      <w:numFmt w:val="bullet"/>
      <w:pStyle w:val="DashGC"/>
      <w:lvlText w:val=""/>
      <w:lvlJc w:val="left"/>
      <w:pPr>
        <w:tabs>
          <w:tab w:val="num" w:pos="1996"/>
        </w:tabs>
        <w:ind w:left="1996"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15DD6575"/>
    <w:multiLevelType w:val="multilevel"/>
    <w:tmpl w:val="0409001D"/>
    <w:styleLink w:val="1111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F4E0DDE"/>
    <w:multiLevelType w:val="hybridMultilevel"/>
    <w:tmpl w:val="79C03D66"/>
    <w:lvl w:ilvl="0" w:tplc="67048630">
      <w:start w:val="1"/>
      <w:numFmt w:val="lowerLetter"/>
      <w:lvlText w:val="(%1)"/>
      <w:lvlJc w:val="left"/>
      <w:pPr>
        <w:ind w:left="435" w:hanging="43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61476D"/>
    <w:multiLevelType w:val="hybridMultilevel"/>
    <w:tmpl w:val="AE2A10E0"/>
    <w:lvl w:ilvl="0" w:tplc="E1D66F32">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4744E1C"/>
    <w:multiLevelType w:val="hybridMultilevel"/>
    <w:tmpl w:val="96F48882"/>
    <w:lvl w:ilvl="0" w:tplc="44EC751E">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F86630C"/>
    <w:multiLevelType w:val="hybridMultilevel"/>
    <w:tmpl w:val="1396E076"/>
    <w:lvl w:ilvl="0" w:tplc="E1AC0F28">
      <w:start w:val="1"/>
      <w:numFmt w:val="lowerLetter"/>
      <w:lvlRestart w:val="0"/>
      <w:lvlText w:val="(%1)"/>
      <w:lvlJc w:val="left"/>
      <w:pPr>
        <w:tabs>
          <w:tab w:val="num" w:pos="2426"/>
        </w:tabs>
        <w:ind w:left="1134" w:firstLine="431"/>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06677AE"/>
    <w:multiLevelType w:val="multilevel"/>
    <w:tmpl w:val="0409001F"/>
    <w:styleLink w:val="11111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671861DB"/>
    <w:multiLevelType w:val="hybridMultilevel"/>
    <w:tmpl w:val="A9B633D4"/>
    <w:lvl w:ilvl="0" w:tplc="34446D32">
      <w:start w:val="1"/>
      <w:numFmt w:val="bullet"/>
      <w:pStyle w:val="Bullet2GC"/>
      <w:lvlText w:val=""/>
      <w:lvlJc w:val="left"/>
      <w:pPr>
        <w:tabs>
          <w:tab w:val="num" w:pos="2427"/>
        </w:tabs>
        <w:ind w:left="2427" w:hanging="380"/>
      </w:pPr>
      <w:rPr>
        <w:rFonts w:ascii="Symbol" w:hAnsi="Symbol"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2">
    <w:nsid w:val="7AB66BCB"/>
    <w:multiLevelType w:val="hybridMultilevel"/>
    <w:tmpl w:val="EDC6677E"/>
    <w:lvl w:ilvl="0" w:tplc="51D003D8">
      <w:start w:val="1"/>
      <w:numFmt w:val="lowerLetter"/>
      <w:lvlRestart w:val="0"/>
      <w:lvlText w:val="(%1)"/>
      <w:lvlJc w:val="left"/>
      <w:pPr>
        <w:tabs>
          <w:tab w:val="num" w:pos="2426"/>
        </w:tabs>
        <w:ind w:left="1134" w:firstLine="431"/>
      </w:pPr>
    </w:lvl>
    <w:lvl w:ilvl="1" w:tplc="4A8A0C5E">
      <w:start w:val="1"/>
      <w:numFmt w:val="lowerLetter"/>
      <w:lvlRestart w:val="0"/>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1"/>
  </w:num>
  <w:num w:numId="3">
    <w:abstractNumId w:val="4"/>
  </w:num>
  <w:num w:numId="4">
    <w:abstractNumId w:val="10"/>
  </w:num>
  <w:num w:numId="5">
    <w:abstractNumId w:val="5"/>
  </w:num>
  <w:num w:numId="6">
    <w:abstractNumId w:val="0"/>
  </w:num>
  <w:num w:numId="7">
    <w:abstractNumId w:val="12"/>
  </w:num>
  <w:num w:numId="8">
    <w:abstractNumId w:val="9"/>
  </w:num>
  <w:num w:numId="9">
    <w:abstractNumId w:val="1"/>
  </w:num>
  <w:num w:numId="10">
    <w:abstractNumId w:val="8"/>
  </w:num>
  <w:num w:numId="11">
    <w:abstractNumId w:val="2"/>
  </w:num>
  <w:num w:numId="12">
    <w:abstractNumId w:val="7"/>
  </w:num>
  <w:num w:numId="1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bordersDoNotSurroundHeader/>
  <w:bordersDoNotSurroundFooter/>
  <w:proofState w:spelling="clean" w:grammar="clean"/>
  <w:attachedTemplate r:id="rId1"/>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efaultTabStop w:val="431"/>
  <w:evenAndOddHeaders/>
  <w:drawingGridHorizontalSpacing w:val="142"/>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FA6"/>
    <w:rsid w:val="00011483"/>
    <w:rsid w:val="00011FA6"/>
    <w:rsid w:val="000D319F"/>
    <w:rsid w:val="000E4D0E"/>
    <w:rsid w:val="0011635B"/>
    <w:rsid w:val="00144B69"/>
    <w:rsid w:val="00145B9E"/>
    <w:rsid w:val="00153E86"/>
    <w:rsid w:val="00167E75"/>
    <w:rsid w:val="00186C47"/>
    <w:rsid w:val="001B1BD1"/>
    <w:rsid w:val="001C3EF2"/>
    <w:rsid w:val="001D17F6"/>
    <w:rsid w:val="001F1152"/>
    <w:rsid w:val="00204B42"/>
    <w:rsid w:val="002231C3"/>
    <w:rsid w:val="0024417F"/>
    <w:rsid w:val="00250F8D"/>
    <w:rsid w:val="00256232"/>
    <w:rsid w:val="002939D6"/>
    <w:rsid w:val="002A0AAE"/>
    <w:rsid w:val="002E1C97"/>
    <w:rsid w:val="002F5834"/>
    <w:rsid w:val="00326EBF"/>
    <w:rsid w:val="00327FE4"/>
    <w:rsid w:val="00360048"/>
    <w:rsid w:val="00366744"/>
    <w:rsid w:val="003C0C9C"/>
    <w:rsid w:val="003D08C1"/>
    <w:rsid w:val="00427F63"/>
    <w:rsid w:val="00495FFF"/>
    <w:rsid w:val="004C4A0A"/>
    <w:rsid w:val="005007F4"/>
    <w:rsid w:val="005E403A"/>
    <w:rsid w:val="00624BB7"/>
    <w:rsid w:val="00680656"/>
    <w:rsid w:val="00687534"/>
    <w:rsid w:val="006A4AC4"/>
    <w:rsid w:val="006B1119"/>
    <w:rsid w:val="006E3E46"/>
    <w:rsid w:val="006E71B1"/>
    <w:rsid w:val="00705D89"/>
    <w:rsid w:val="00731A42"/>
    <w:rsid w:val="00767E69"/>
    <w:rsid w:val="0077079A"/>
    <w:rsid w:val="007A5599"/>
    <w:rsid w:val="007D6FEA"/>
    <w:rsid w:val="007E5DAD"/>
    <w:rsid w:val="00806F68"/>
    <w:rsid w:val="00811540"/>
    <w:rsid w:val="00856233"/>
    <w:rsid w:val="00860F27"/>
    <w:rsid w:val="008B0560"/>
    <w:rsid w:val="008B2BFA"/>
    <w:rsid w:val="008B4347"/>
    <w:rsid w:val="0093206A"/>
    <w:rsid w:val="00936F03"/>
    <w:rsid w:val="00943B69"/>
    <w:rsid w:val="00944CB3"/>
    <w:rsid w:val="009B09D7"/>
    <w:rsid w:val="009D35ED"/>
    <w:rsid w:val="00A03CB6"/>
    <w:rsid w:val="00A1364C"/>
    <w:rsid w:val="00A21076"/>
    <w:rsid w:val="00A3739A"/>
    <w:rsid w:val="00A52DAF"/>
    <w:rsid w:val="00A84072"/>
    <w:rsid w:val="00A86E81"/>
    <w:rsid w:val="00A87B40"/>
    <w:rsid w:val="00B02F91"/>
    <w:rsid w:val="00B16570"/>
    <w:rsid w:val="00B423E7"/>
    <w:rsid w:val="00B53320"/>
    <w:rsid w:val="00BC6522"/>
    <w:rsid w:val="00BE633D"/>
    <w:rsid w:val="00C121D5"/>
    <w:rsid w:val="00C17349"/>
    <w:rsid w:val="00C351AA"/>
    <w:rsid w:val="00C60419"/>
    <w:rsid w:val="00C7253F"/>
    <w:rsid w:val="00D26A05"/>
    <w:rsid w:val="00D97B98"/>
    <w:rsid w:val="00DC671F"/>
    <w:rsid w:val="00DE4DA7"/>
    <w:rsid w:val="00E33B38"/>
    <w:rsid w:val="00E47FE5"/>
    <w:rsid w:val="00E574AF"/>
    <w:rsid w:val="00F714DA"/>
    <w:rsid w:val="00FB24E5"/>
    <w:rsid w:val="00FB456B"/>
    <w:rsid w:val="00FF5F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annotation text" w:uiPriority="0"/>
    <w:lsdException w:name="header" w:uiPriority="0" w:unhideWhenUsed="1" w:qFormat="1"/>
    <w:lsdException w:name="footer" w:uiPriority="0" w:unhideWhenUsed="1" w:qFormat="1"/>
    <w:lsdException w:name="caption" w:uiPriority="35" w:unhideWhenUsed="1" w:qFormat="1"/>
    <w:lsdException w:name="envelope address" w:uiPriority="0"/>
    <w:lsdException w:name="envelope return" w:uiPriority="0"/>
    <w:lsdException w:name="footnote reference" w:uiPriority="0" w:unhideWhenUsed="1" w:qFormat="1"/>
    <w:lsdException w:name="annotation reference" w:uiPriority="0"/>
    <w:lsdException w:name="page number" w:uiPriority="0" w:unhideWhenUsed="1" w:qFormat="1"/>
    <w:lsdException w:name="endnote reference" w:uiPriority="0" w:unhideWhenUsed="1" w:qFormat="1"/>
    <w:lsdException w:name="endnote text" w:uiPriority="0" w:unhideWhenUsed="1" w:qFormat="1"/>
    <w:lsdException w:name="Title" w:uiPriority="10"/>
    <w:lsdException w:name="Default Paragraph Font" w:uiPriority="1" w:unhideWhenUsed="1"/>
    <w:lsdException w:name="Subtitle" w:uiPriority="11"/>
    <w:lsdException w:name="Strong" w:uiPriority="22" w:qFormat="1"/>
    <w:lsdException w:name="Emphasis" w:uiPriority="0" w:qFormat="1"/>
    <w:lsdException w:name="HTML Top of Form" w:unhideWhenUsed="1"/>
    <w:lsdException w:name="HTML Bottom of Form" w:unhideWhenUsed="1"/>
    <w:lsdException w:name="HTML Acronym" w:uiPriority="0"/>
    <w:lsdException w:name="Normal Table" w:unhideWhenUsed="1"/>
    <w:lsdException w:name="annotation subject" w:uiPriority="0"/>
    <w:lsdException w:name="No List" w:uiPriority="0"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a">
    <w:name w:val="Normal"/>
    <w:qFormat/>
    <w:rsid w:val="0093206A"/>
    <w:pPr>
      <w:tabs>
        <w:tab w:val="left" w:pos="431"/>
      </w:tabs>
      <w:overflowPunct w:val="0"/>
      <w:adjustRightInd w:val="0"/>
      <w:snapToGrid w:val="0"/>
      <w:spacing w:line="320" w:lineRule="exact"/>
      <w:jc w:val="both"/>
    </w:pPr>
    <w:rPr>
      <w:snapToGrid w:val="0"/>
      <w:sz w:val="21"/>
    </w:rPr>
  </w:style>
  <w:style w:type="paragraph" w:styleId="1">
    <w:name w:val="heading 1"/>
    <w:aliases w:val="Table_G"/>
    <w:basedOn w:val="a"/>
    <w:next w:val="a"/>
    <w:link w:val="1Char"/>
    <w:qFormat/>
    <w:rsid w:val="008B0560"/>
    <w:pPr>
      <w:keepNext/>
      <w:keepLines/>
      <w:spacing w:before="480" w:line="276" w:lineRule="auto"/>
      <w:outlineLvl w:val="0"/>
    </w:pPr>
    <w:rPr>
      <w:rFonts w:eastAsia="Times New Roman"/>
      <w:b/>
      <w:bCs/>
      <w:snapToGrid/>
      <w:color w:val="365F91" w:themeColor="accent1" w:themeShade="BF"/>
      <w:sz w:val="28"/>
      <w:szCs w:val="28"/>
    </w:rPr>
  </w:style>
  <w:style w:type="paragraph" w:styleId="2">
    <w:name w:val="heading 2"/>
    <w:basedOn w:val="a"/>
    <w:next w:val="a"/>
    <w:link w:val="2Char"/>
    <w:qFormat/>
    <w:rsid w:val="008B0560"/>
    <w:pPr>
      <w:keepNext/>
      <w:keepLines/>
      <w:spacing w:before="200" w:line="276" w:lineRule="auto"/>
      <w:outlineLvl w:val="1"/>
    </w:pPr>
    <w:rPr>
      <w:rFonts w:eastAsia="Times New Roman"/>
      <w:b/>
      <w:bCs/>
      <w:snapToGrid/>
      <w:color w:val="4F81BD" w:themeColor="accent1"/>
      <w:sz w:val="26"/>
      <w:szCs w:val="26"/>
    </w:rPr>
  </w:style>
  <w:style w:type="paragraph" w:styleId="3">
    <w:name w:val="heading 3"/>
    <w:basedOn w:val="a"/>
    <w:next w:val="a"/>
    <w:link w:val="3Char"/>
    <w:qFormat/>
    <w:rsid w:val="008B0560"/>
    <w:pPr>
      <w:keepNext/>
      <w:keepLines/>
      <w:spacing w:before="200" w:line="276" w:lineRule="auto"/>
      <w:outlineLvl w:val="2"/>
    </w:pPr>
    <w:rPr>
      <w:rFonts w:eastAsia="Times New Roman"/>
      <w:b/>
      <w:bCs/>
      <w:snapToGrid/>
      <w:color w:val="4F81BD" w:themeColor="accent1"/>
      <w:sz w:val="22"/>
    </w:rPr>
  </w:style>
  <w:style w:type="paragraph" w:styleId="4">
    <w:name w:val="heading 4"/>
    <w:basedOn w:val="a"/>
    <w:next w:val="a"/>
    <w:link w:val="4Char"/>
    <w:qFormat/>
    <w:rsid w:val="008B0560"/>
    <w:pPr>
      <w:keepNext/>
      <w:keepLines/>
      <w:spacing w:before="200" w:line="276" w:lineRule="auto"/>
      <w:outlineLvl w:val="3"/>
    </w:pPr>
    <w:rPr>
      <w:rFonts w:eastAsia="Times New Roman"/>
      <w:b/>
      <w:bCs/>
      <w:i/>
      <w:iCs/>
      <w:snapToGrid/>
      <w:color w:val="4F81BD" w:themeColor="accent1"/>
      <w:sz w:val="22"/>
    </w:rPr>
  </w:style>
  <w:style w:type="paragraph" w:styleId="5">
    <w:name w:val="heading 5"/>
    <w:basedOn w:val="a"/>
    <w:next w:val="a"/>
    <w:link w:val="5Char"/>
    <w:qFormat/>
    <w:rsid w:val="008B0560"/>
    <w:pPr>
      <w:keepNext/>
      <w:keepLines/>
      <w:spacing w:before="200" w:line="276" w:lineRule="auto"/>
      <w:outlineLvl w:val="4"/>
    </w:pPr>
    <w:rPr>
      <w:rFonts w:eastAsia="Times New Roman"/>
      <w:snapToGrid/>
      <w:color w:val="243F60" w:themeColor="accent1" w:themeShade="7F"/>
      <w:sz w:val="22"/>
    </w:rPr>
  </w:style>
  <w:style w:type="paragraph" w:styleId="6">
    <w:name w:val="heading 6"/>
    <w:basedOn w:val="a"/>
    <w:next w:val="a"/>
    <w:link w:val="6Char"/>
    <w:qFormat/>
    <w:rsid w:val="008B0560"/>
    <w:pPr>
      <w:keepNext/>
      <w:keepLines/>
      <w:spacing w:before="200" w:line="276" w:lineRule="auto"/>
      <w:outlineLvl w:val="5"/>
    </w:pPr>
    <w:rPr>
      <w:rFonts w:eastAsia="Times New Roman"/>
      <w:i/>
      <w:iCs/>
      <w:snapToGrid/>
      <w:color w:val="243F60" w:themeColor="accent1" w:themeShade="7F"/>
      <w:sz w:val="22"/>
    </w:rPr>
  </w:style>
  <w:style w:type="paragraph" w:styleId="7">
    <w:name w:val="heading 7"/>
    <w:basedOn w:val="a"/>
    <w:next w:val="a"/>
    <w:link w:val="7Char"/>
    <w:qFormat/>
    <w:rsid w:val="008B0560"/>
    <w:pPr>
      <w:keepNext/>
      <w:keepLines/>
      <w:spacing w:before="200" w:line="276" w:lineRule="auto"/>
      <w:outlineLvl w:val="6"/>
    </w:pPr>
    <w:rPr>
      <w:rFonts w:eastAsia="Times New Roman"/>
      <w:i/>
      <w:iCs/>
      <w:snapToGrid/>
      <w:color w:val="404040" w:themeColor="text1" w:themeTint="BF"/>
      <w:sz w:val="22"/>
    </w:rPr>
  </w:style>
  <w:style w:type="paragraph" w:styleId="8">
    <w:name w:val="heading 8"/>
    <w:basedOn w:val="a"/>
    <w:next w:val="a"/>
    <w:link w:val="8Char"/>
    <w:qFormat/>
    <w:rsid w:val="008B0560"/>
    <w:pPr>
      <w:keepNext/>
      <w:keepLines/>
      <w:spacing w:before="200" w:line="276" w:lineRule="auto"/>
      <w:outlineLvl w:val="7"/>
    </w:pPr>
    <w:rPr>
      <w:rFonts w:eastAsia="Times New Roman"/>
      <w:snapToGrid/>
      <w:color w:val="4F81BD" w:themeColor="accent1"/>
    </w:rPr>
  </w:style>
  <w:style w:type="paragraph" w:styleId="9">
    <w:name w:val="heading 9"/>
    <w:basedOn w:val="a"/>
    <w:next w:val="a"/>
    <w:link w:val="9Char"/>
    <w:qFormat/>
    <w:rsid w:val="008B0560"/>
    <w:pPr>
      <w:keepNext/>
      <w:keepLines/>
      <w:spacing w:before="200" w:line="276" w:lineRule="auto"/>
      <w:outlineLvl w:val="8"/>
    </w:pPr>
    <w:rPr>
      <w:rFonts w:eastAsia="Times New Roman"/>
      <w:i/>
      <w:iCs/>
      <w:snapToGrid/>
      <w:color w:val="404040" w:themeColor="text1" w:themeTint="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HMGC">
    <w:name w:val="_ H __M_GC"/>
    <w:basedOn w:val="a"/>
    <w:next w:val="a"/>
    <w:qFormat/>
    <w:rsid w:val="00204B42"/>
    <w:pPr>
      <w:keepNext/>
      <w:keepLines/>
      <w:tabs>
        <w:tab w:val="clear" w:pos="431"/>
        <w:tab w:val="right" w:pos="851"/>
      </w:tabs>
      <w:spacing w:before="240" w:after="240" w:line="440" w:lineRule="exact"/>
      <w:ind w:left="1134" w:right="1134" w:hanging="1134"/>
      <w:outlineLvl w:val="0"/>
    </w:pPr>
    <w:rPr>
      <w:rFonts w:eastAsia="黑体"/>
      <w:sz w:val="34"/>
      <w:szCs w:val="34"/>
    </w:rPr>
  </w:style>
  <w:style w:type="paragraph" w:customStyle="1" w:styleId="HChGC">
    <w:name w:val="_ H _Ch_GC"/>
    <w:basedOn w:val="a"/>
    <w:next w:val="a"/>
    <w:qFormat/>
    <w:rsid w:val="00204B42"/>
    <w:pPr>
      <w:keepNext/>
      <w:keepLines/>
      <w:tabs>
        <w:tab w:val="clear" w:pos="431"/>
        <w:tab w:val="right" w:pos="851"/>
      </w:tabs>
      <w:spacing w:before="360" w:after="240" w:line="400" w:lineRule="exact"/>
      <w:ind w:left="1134" w:right="1134" w:hanging="1134"/>
      <w:outlineLvl w:val="1"/>
    </w:pPr>
    <w:rPr>
      <w:rFonts w:eastAsia="黑体"/>
      <w:sz w:val="28"/>
      <w:szCs w:val="28"/>
    </w:rPr>
  </w:style>
  <w:style w:type="paragraph" w:customStyle="1" w:styleId="H1GC">
    <w:name w:val="_ H_1_GC"/>
    <w:basedOn w:val="a"/>
    <w:next w:val="a"/>
    <w:link w:val="H1GCChar"/>
    <w:qFormat/>
    <w:rsid w:val="00204B42"/>
    <w:pPr>
      <w:keepNext/>
      <w:keepLines/>
      <w:tabs>
        <w:tab w:val="clear" w:pos="431"/>
        <w:tab w:val="right" w:pos="851"/>
      </w:tabs>
      <w:spacing w:before="360" w:after="240"/>
      <w:ind w:left="1134" w:right="1134" w:hanging="1134"/>
      <w:outlineLvl w:val="2"/>
    </w:pPr>
    <w:rPr>
      <w:rFonts w:eastAsia="黑体"/>
      <w:sz w:val="24"/>
      <w:szCs w:val="24"/>
    </w:rPr>
  </w:style>
  <w:style w:type="paragraph" w:customStyle="1" w:styleId="H23GC">
    <w:name w:val="_ H_2/3_GC"/>
    <w:basedOn w:val="a"/>
    <w:next w:val="a"/>
    <w:link w:val="H23GCChar"/>
    <w:qFormat/>
    <w:rsid w:val="001C3EF2"/>
    <w:pPr>
      <w:keepNext/>
      <w:keepLines/>
      <w:tabs>
        <w:tab w:val="clear" w:pos="431"/>
        <w:tab w:val="right" w:pos="851"/>
      </w:tabs>
      <w:spacing w:before="240" w:after="120"/>
      <w:ind w:left="1134" w:right="1134" w:hanging="1134"/>
      <w:outlineLvl w:val="3"/>
    </w:pPr>
    <w:rPr>
      <w:rFonts w:eastAsia="黑体"/>
      <w:snapToGrid/>
      <w:sz w:val="22"/>
      <w:szCs w:val="22"/>
    </w:rPr>
  </w:style>
  <w:style w:type="paragraph" w:customStyle="1" w:styleId="H4GC">
    <w:name w:val="_ H_4_GC"/>
    <w:basedOn w:val="a"/>
    <w:next w:val="a"/>
    <w:qFormat/>
    <w:rsid w:val="00204B42"/>
    <w:pPr>
      <w:keepNext/>
      <w:keepLines/>
      <w:tabs>
        <w:tab w:val="clear" w:pos="431"/>
        <w:tab w:val="right" w:pos="851"/>
      </w:tabs>
      <w:spacing w:before="240" w:after="120"/>
      <w:ind w:left="1134" w:right="1134" w:hanging="1134"/>
      <w:outlineLvl w:val="4"/>
    </w:pPr>
    <w:rPr>
      <w:rFonts w:eastAsia="楷体"/>
      <w:sz w:val="23"/>
      <w:szCs w:val="23"/>
    </w:rPr>
  </w:style>
  <w:style w:type="paragraph" w:customStyle="1" w:styleId="H56GC">
    <w:name w:val="_ H_5/6_GC"/>
    <w:basedOn w:val="a"/>
    <w:next w:val="a"/>
    <w:qFormat/>
    <w:rsid w:val="00204B42"/>
    <w:pPr>
      <w:keepNext/>
      <w:keepLines/>
      <w:tabs>
        <w:tab w:val="clear" w:pos="431"/>
        <w:tab w:val="right" w:pos="851"/>
      </w:tabs>
      <w:spacing w:before="240" w:after="120"/>
      <w:ind w:left="1134" w:right="1134" w:hanging="1134"/>
      <w:outlineLvl w:val="5"/>
    </w:pPr>
  </w:style>
  <w:style w:type="paragraph" w:customStyle="1" w:styleId="SingleTxtGC">
    <w:name w:val="_ Single Txt_GC"/>
    <w:basedOn w:val="a"/>
    <w:link w:val="SingleTxtGCChar"/>
    <w:qFormat/>
    <w:rsid w:val="00C17349"/>
    <w:pPr>
      <w:tabs>
        <w:tab w:val="left" w:pos="1134"/>
        <w:tab w:val="left" w:pos="1565"/>
        <w:tab w:val="left" w:pos="1996"/>
        <w:tab w:val="left" w:pos="2427"/>
      </w:tabs>
      <w:spacing w:after="120"/>
      <w:ind w:left="1134" w:right="1134"/>
    </w:pPr>
  </w:style>
  <w:style w:type="character" w:customStyle="1" w:styleId="SingleTxtGCChar">
    <w:name w:val="_ Single Txt_GC Char"/>
    <w:basedOn w:val="a0"/>
    <w:link w:val="SingleTxtGC"/>
    <w:locked/>
    <w:rsid w:val="00C17349"/>
    <w:rPr>
      <w:snapToGrid w:val="0"/>
      <w:sz w:val="21"/>
      <w:szCs w:val="21"/>
    </w:rPr>
  </w:style>
  <w:style w:type="paragraph" w:customStyle="1" w:styleId="SLGC">
    <w:name w:val="__S_L_GC"/>
    <w:basedOn w:val="a"/>
    <w:next w:val="a"/>
    <w:qFormat/>
    <w:rsid w:val="00C17349"/>
    <w:pPr>
      <w:keepNext/>
      <w:keepLines/>
      <w:spacing w:before="240" w:after="240" w:line="560" w:lineRule="exact"/>
      <w:ind w:left="1134" w:right="1134"/>
    </w:pPr>
    <w:rPr>
      <w:rFonts w:eastAsia="黑体"/>
      <w:sz w:val="56"/>
      <w:szCs w:val="56"/>
    </w:rPr>
  </w:style>
  <w:style w:type="paragraph" w:customStyle="1" w:styleId="SMGC">
    <w:name w:val="__S_M_GC"/>
    <w:basedOn w:val="a"/>
    <w:next w:val="a"/>
    <w:qFormat/>
    <w:rsid w:val="00C17349"/>
    <w:pPr>
      <w:keepNext/>
      <w:keepLines/>
      <w:spacing w:before="240" w:after="240" w:line="400" w:lineRule="exact"/>
      <w:ind w:left="1134" w:right="1134"/>
    </w:pPr>
    <w:rPr>
      <w:rFonts w:eastAsia="黑体"/>
      <w:sz w:val="40"/>
      <w:szCs w:val="40"/>
    </w:rPr>
  </w:style>
  <w:style w:type="paragraph" w:customStyle="1" w:styleId="SSGC">
    <w:name w:val="__S_S_GC"/>
    <w:basedOn w:val="a"/>
    <w:next w:val="a"/>
    <w:qFormat/>
    <w:rsid w:val="008B0560"/>
    <w:pPr>
      <w:keepNext/>
      <w:keepLines/>
      <w:spacing w:before="240" w:after="240" w:line="300" w:lineRule="exact"/>
      <w:ind w:left="1134" w:right="1134"/>
    </w:pPr>
    <w:rPr>
      <w:rFonts w:eastAsia="黑体"/>
      <w:sz w:val="28"/>
    </w:rPr>
  </w:style>
  <w:style w:type="paragraph" w:customStyle="1" w:styleId="XLargeGC">
    <w:name w:val="__XLarge_GC"/>
    <w:basedOn w:val="a"/>
    <w:next w:val="a"/>
    <w:qFormat/>
    <w:rsid w:val="00C17349"/>
    <w:pPr>
      <w:keepNext/>
      <w:keepLines/>
      <w:spacing w:before="240" w:after="240" w:line="400" w:lineRule="exact"/>
      <w:ind w:left="1134" w:right="1134"/>
    </w:pPr>
    <w:rPr>
      <w:rFonts w:eastAsia="黑体"/>
      <w:sz w:val="40"/>
      <w:szCs w:val="40"/>
    </w:rPr>
  </w:style>
  <w:style w:type="paragraph" w:customStyle="1" w:styleId="Bullet1GC">
    <w:name w:val="_Bullet 1_GC"/>
    <w:basedOn w:val="a"/>
    <w:qFormat/>
    <w:rsid w:val="00C17349"/>
    <w:pPr>
      <w:numPr>
        <w:numId w:val="1"/>
      </w:numPr>
      <w:spacing w:after="120"/>
      <w:ind w:right="1134"/>
    </w:pPr>
  </w:style>
  <w:style w:type="paragraph" w:customStyle="1" w:styleId="Bullet2GC">
    <w:name w:val="_Bullet 2_GC"/>
    <w:basedOn w:val="a"/>
    <w:qFormat/>
    <w:rsid w:val="00C17349"/>
    <w:pPr>
      <w:numPr>
        <w:numId w:val="2"/>
      </w:numPr>
      <w:spacing w:after="120"/>
      <w:ind w:right="1134"/>
    </w:pPr>
  </w:style>
  <w:style w:type="paragraph" w:customStyle="1" w:styleId="DashGC">
    <w:name w:val="_Dash_GC"/>
    <w:basedOn w:val="a"/>
    <w:qFormat/>
    <w:rsid w:val="00C17349"/>
    <w:pPr>
      <w:numPr>
        <w:numId w:val="3"/>
      </w:numPr>
      <w:spacing w:after="120"/>
      <w:ind w:right="1134"/>
    </w:pPr>
    <w:rPr>
      <w:lang w:val="fr-CH"/>
    </w:rPr>
  </w:style>
  <w:style w:type="paragraph" w:customStyle="1" w:styleId="a3">
    <w:name w:val="表数文字"/>
    <w:basedOn w:val="a"/>
    <w:qFormat/>
    <w:rsid w:val="00C17349"/>
    <w:pPr>
      <w:tabs>
        <w:tab w:val="left" w:pos="1134"/>
        <w:tab w:val="left" w:pos="1565"/>
        <w:tab w:val="left" w:pos="1996"/>
        <w:tab w:val="left" w:pos="2427"/>
      </w:tabs>
      <w:spacing w:before="40" w:after="40" w:line="240" w:lineRule="atLeast"/>
      <w:ind w:right="113"/>
    </w:pPr>
    <w:rPr>
      <w:sz w:val="18"/>
      <w:szCs w:val="18"/>
    </w:rPr>
  </w:style>
  <w:style w:type="paragraph" w:customStyle="1" w:styleId="a4">
    <w:name w:val="表中标题"/>
    <w:basedOn w:val="a"/>
    <w:qFormat/>
    <w:rsid w:val="00C17349"/>
    <w:pPr>
      <w:tabs>
        <w:tab w:val="left" w:pos="1134"/>
        <w:tab w:val="left" w:pos="1565"/>
        <w:tab w:val="left" w:pos="1996"/>
        <w:tab w:val="left" w:pos="2427"/>
      </w:tabs>
      <w:spacing w:before="80" w:after="80" w:line="200" w:lineRule="exact"/>
      <w:ind w:right="113"/>
    </w:pPr>
    <w:rPr>
      <w:rFonts w:eastAsia="楷体"/>
      <w:sz w:val="18"/>
    </w:rPr>
  </w:style>
  <w:style w:type="paragraph" w:customStyle="1" w:styleId="a5">
    <w:name w:val="表中文字"/>
    <w:basedOn w:val="a"/>
    <w:qFormat/>
    <w:rsid w:val="00C17349"/>
    <w:pPr>
      <w:tabs>
        <w:tab w:val="left" w:pos="1134"/>
        <w:tab w:val="left" w:pos="1565"/>
        <w:tab w:val="left" w:pos="1996"/>
        <w:tab w:val="left" w:pos="2427"/>
      </w:tabs>
      <w:spacing w:before="40" w:line="240" w:lineRule="atLeast"/>
      <w:ind w:right="113"/>
    </w:pPr>
    <w:rPr>
      <w:sz w:val="18"/>
      <w:szCs w:val="18"/>
    </w:rPr>
  </w:style>
  <w:style w:type="paragraph" w:styleId="a6">
    <w:name w:val="footnote text"/>
    <w:aliases w:val="5_G, Car,FA Fu"/>
    <w:basedOn w:val="a"/>
    <w:link w:val="Char"/>
    <w:qFormat/>
    <w:rsid w:val="00B423E7"/>
    <w:pPr>
      <w:keepLines/>
      <w:widowControl w:val="0"/>
      <w:tabs>
        <w:tab w:val="right" w:pos="1021"/>
      </w:tabs>
      <w:overflowPunct/>
      <w:spacing w:after="120" w:line="240" w:lineRule="exact"/>
      <w:ind w:left="1134" w:right="1134" w:hanging="1134"/>
    </w:pPr>
    <w:rPr>
      <w:sz w:val="18"/>
      <w:szCs w:val="18"/>
    </w:rPr>
  </w:style>
  <w:style w:type="character" w:customStyle="1" w:styleId="Char">
    <w:name w:val="脚注文本 Char"/>
    <w:aliases w:val="5_G Char, Car Char,FA Fu Char"/>
    <w:basedOn w:val="a0"/>
    <w:link w:val="a6"/>
    <w:rsid w:val="00B423E7"/>
    <w:rPr>
      <w:snapToGrid w:val="0"/>
      <w:sz w:val="18"/>
      <w:szCs w:val="18"/>
    </w:rPr>
  </w:style>
  <w:style w:type="character" w:styleId="a7">
    <w:name w:val="footnote reference"/>
    <w:aliases w:val="4_G"/>
    <w:basedOn w:val="a0"/>
    <w:qFormat/>
    <w:rsid w:val="000E4D0E"/>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8">
    <w:name w:val="目录段页次"/>
    <w:basedOn w:val="a"/>
    <w:qFormat/>
    <w:rsid w:val="0077079A"/>
    <w:pPr>
      <w:tabs>
        <w:tab w:val="clear" w:pos="431"/>
        <w:tab w:val="right" w:pos="851"/>
        <w:tab w:val="left" w:pos="1134"/>
        <w:tab w:val="left" w:pos="1565"/>
        <w:tab w:val="left" w:pos="1996"/>
        <w:tab w:val="right" w:leader="dot" w:pos="7655"/>
        <w:tab w:val="right" w:pos="8789"/>
        <w:tab w:val="right" w:pos="9554"/>
      </w:tabs>
      <w:ind w:left="1134" w:right="4253" w:hanging="1134"/>
    </w:pPr>
    <w:rPr>
      <w:szCs w:val="21"/>
    </w:rPr>
  </w:style>
  <w:style w:type="paragraph" w:customStyle="1" w:styleId="a9">
    <w:name w:val="目录页次"/>
    <w:basedOn w:val="a"/>
    <w:qFormat/>
    <w:rsid w:val="0077079A"/>
    <w:pPr>
      <w:tabs>
        <w:tab w:val="clear" w:pos="431"/>
        <w:tab w:val="right" w:pos="851"/>
        <w:tab w:val="left" w:pos="1134"/>
        <w:tab w:val="left" w:pos="1565"/>
        <w:tab w:val="left" w:pos="1996"/>
        <w:tab w:val="right" w:leader="dot" w:pos="8789"/>
        <w:tab w:val="right" w:pos="9554"/>
      </w:tabs>
      <w:ind w:left="1134" w:right="3119" w:hanging="1134"/>
    </w:pPr>
    <w:rPr>
      <w:szCs w:val="21"/>
    </w:rPr>
  </w:style>
  <w:style w:type="paragraph" w:customStyle="1" w:styleId="aa">
    <w:name w:val="缩进正文"/>
    <w:basedOn w:val="a"/>
    <w:qFormat/>
    <w:rsid w:val="00427F63"/>
    <w:pPr>
      <w:tabs>
        <w:tab w:val="left" w:pos="1134"/>
        <w:tab w:val="left" w:pos="1565"/>
        <w:tab w:val="left" w:pos="1996"/>
        <w:tab w:val="left" w:pos="2427"/>
      </w:tabs>
      <w:ind w:left="1565" w:right="1134"/>
    </w:pPr>
    <w:rPr>
      <w:szCs w:val="21"/>
    </w:rPr>
  </w:style>
  <w:style w:type="paragraph" w:styleId="ab">
    <w:name w:val="endnote text"/>
    <w:aliases w:val="2_G"/>
    <w:basedOn w:val="a6"/>
    <w:link w:val="Char0"/>
    <w:qFormat/>
    <w:rsid w:val="00B423E7"/>
  </w:style>
  <w:style w:type="character" w:customStyle="1" w:styleId="Char0">
    <w:name w:val="尾注文本 Char"/>
    <w:basedOn w:val="a0"/>
    <w:link w:val="ab"/>
    <w:rsid w:val="00B423E7"/>
    <w:rPr>
      <w:snapToGrid w:val="0"/>
      <w:sz w:val="18"/>
      <w:szCs w:val="18"/>
    </w:rPr>
  </w:style>
  <w:style w:type="character" w:styleId="ac">
    <w:name w:val="endnote reference"/>
    <w:aliases w:val="1_G"/>
    <w:basedOn w:val="a7"/>
    <w:qFormat/>
    <w:rsid w:val="00F714DA"/>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d">
    <w:name w:val="悬挂"/>
    <w:basedOn w:val="a"/>
    <w:qFormat/>
    <w:rsid w:val="00D97B98"/>
    <w:pPr>
      <w:tabs>
        <w:tab w:val="left" w:pos="1134"/>
        <w:tab w:val="left" w:pos="1565"/>
        <w:tab w:val="left" w:pos="1996"/>
        <w:tab w:val="left" w:pos="2427"/>
      </w:tabs>
      <w:spacing w:after="120"/>
      <w:ind w:left="1565" w:right="1134" w:hanging="431"/>
    </w:pPr>
  </w:style>
  <w:style w:type="paragraph" w:styleId="ae">
    <w:name w:val="footer"/>
    <w:aliases w:val="3_G"/>
    <w:basedOn w:val="a"/>
    <w:link w:val="Char1"/>
    <w:qFormat/>
    <w:rsid w:val="007E5DAD"/>
    <w:pPr>
      <w:overflowPunct/>
      <w:spacing w:line="240" w:lineRule="auto"/>
      <w:jc w:val="left"/>
    </w:pPr>
    <w:rPr>
      <w:rFonts w:eastAsia="Times New Roman"/>
      <w:sz w:val="16"/>
      <w:szCs w:val="16"/>
      <w:lang w:val="en-GB" w:eastAsia="en-US"/>
    </w:rPr>
  </w:style>
  <w:style w:type="character" w:customStyle="1" w:styleId="Char1">
    <w:name w:val="页脚 Char"/>
    <w:basedOn w:val="a0"/>
    <w:link w:val="ae"/>
    <w:rsid w:val="007E5DAD"/>
    <w:rPr>
      <w:rFonts w:eastAsia="Times New Roman"/>
      <w:snapToGrid w:val="0"/>
      <w:sz w:val="16"/>
      <w:szCs w:val="16"/>
      <w:lang w:val="en-GB" w:eastAsia="en-US"/>
    </w:rPr>
  </w:style>
  <w:style w:type="character" w:styleId="af">
    <w:name w:val="page number"/>
    <w:aliases w:val="7_G"/>
    <w:basedOn w:val="a0"/>
    <w:qFormat/>
    <w:rsid w:val="007E5DAD"/>
    <w:rPr>
      <w:rFonts w:ascii="Times New Roman" w:hAnsi="Times New Roman"/>
      <w:b/>
      <w:i w:val="0"/>
      <w:snapToGrid w:val="0"/>
      <w:spacing w:val="0"/>
      <w:kern w:val="0"/>
      <w:sz w:val="18"/>
      <w14:cntxtAlts w14:val="0"/>
    </w:rPr>
  </w:style>
  <w:style w:type="paragraph" w:styleId="af0">
    <w:name w:val="header"/>
    <w:aliases w:val="6_G"/>
    <w:basedOn w:val="a"/>
    <w:link w:val="Char2"/>
    <w:qFormat/>
    <w:rsid w:val="007E5DAD"/>
    <w:pPr>
      <w:pBdr>
        <w:bottom w:val="single" w:sz="4" w:space="4" w:color="auto"/>
      </w:pBdr>
      <w:tabs>
        <w:tab w:val="left" w:pos="992"/>
        <w:tab w:val="left" w:pos="5772"/>
        <w:tab w:val="left" w:pos="6634"/>
        <w:tab w:val="left" w:pos="7144"/>
        <w:tab w:val="left" w:pos="7655"/>
        <w:tab w:val="left" w:pos="8165"/>
      </w:tabs>
      <w:overflowPunct/>
      <w:spacing w:line="240" w:lineRule="auto"/>
      <w:jc w:val="left"/>
    </w:pPr>
    <w:rPr>
      <w:rFonts w:eastAsia="Times New Roman"/>
      <w:b/>
      <w:sz w:val="18"/>
      <w:szCs w:val="18"/>
      <w:lang w:val="en-GB" w:eastAsia="en-US"/>
    </w:rPr>
  </w:style>
  <w:style w:type="character" w:customStyle="1" w:styleId="Char2">
    <w:name w:val="页眉 Char"/>
    <w:basedOn w:val="a0"/>
    <w:link w:val="af0"/>
    <w:rsid w:val="007E5DAD"/>
    <w:rPr>
      <w:rFonts w:eastAsia="Times New Roman"/>
      <w:b/>
      <w:snapToGrid w:val="0"/>
      <w:sz w:val="18"/>
      <w:szCs w:val="18"/>
      <w:lang w:val="en-GB" w:eastAsia="en-US"/>
    </w:rPr>
  </w:style>
  <w:style w:type="character" w:customStyle="1" w:styleId="1Char">
    <w:name w:val="标题 1 Char"/>
    <w:basedOn w:val="a0"/>
    <w:link w:val="1"/>
    <w:uiPriority w:val="9"/>
    <w:semiHidden/>
    <w:rsid w:val="00153E86"/>
    <w:rPr>
      <w:rFonts w:ascii="Times New Roman" w:eastAsia="Times New Roman" w:hAnsi="Times New Roman" w:cs="Times New Roman"/>
      <w:b/>
      <w:bCs/>
      <w:color w:val="365F91" w:themeColor="accent1" w:themeShade="BF"/>
      <w:sz w:val="28"/>
      <w:szCs w:val="28"/>
    </w:rPr>
  </w:style>
  <w:style w:type="character" w:customStyle="1" w:styleId="2Char">
    <w:name w:val="标题 2 Char"/>
    <w:basedOn w:val="a0"/>
    <w:link w:val="2"/>
    <w:uiPriority w:val="9"/>
    <w:semiHidden/>
    <w:rsid w:val="00153E86"/>
    <w:rPr>
      <w:rFonts w:ascii="Times New Roman" w:eastAsia="Times New Roman" w:hAnsi="Times New Roman" w:cs="Times New Roman"/>
      <w:b/>
      <w:bCs/>
      <w:color w:val="4F81BD" w:themeColor="accent1"/>
      <w:sz w:val="26"/>
      <w:szCs w:val="26"/>
    </w:rPr>
  </w:style>
  <w:style w:type="character" w:customStyle="1" w:styleId="3Char">
    <w:name w:val="标题 3 Char"/>
    <w:basedOn w:val="a0"/>
    <w:link w:val="3"/>
    <w:uiPriority w:val="9"/>
    <w:semiHidden/>
    <w:rsid w:val="00153E86"/>
    <w:rPr>
      <w:rFonts w:ascii="Times New Roman" w:eastAsia="Times New Roman" w:hAnsi="Times New Roman" w:cs="Times New Roman"/>
      <w:b/>
      <w:bCs/>
      <w:color w:val="4F81BD" w:themeColor="accent1"/>
    </w:rPr>
  </w:style>
  <w:style w:type="character" w:customStyle="1" w:styleId="4Char">
    <w:name w:val="标题 4 Char"/>
    <w:basedOn w:val="a0"/>
    <w:link w:val="4"/>
    <w:uiPriority w:val="9"/>
    <w:semiHidden/>
    <w:rsid w:val="00153E86"/>
    <w:rPr>
      <w:rFonts w:ascii="Times New Roman" w:eastAsia="Times New Roman" w:hAnsi="Times New Roman" w:cs="Times New Roman"/>
      <w:b/>
      <w:bCs/>
      <w:i/>
      <w:iCs/>
      <w:color w:val="4F81BD" w:themeColor="accent1"/>
    </w:rPr>
  </w:style>
  <w:style w:type="character" w:customStyle="1" w:styleId="5Char">
    <w:name w:val="标题 5 Char"/>
    <w:basedOn w:val="a0"/>
    <w:link w:val="5"/>
    <w:uiPriority w:val="9"/>
    <w:semiHidden/>
    <w:rsid w:val="00153E86"/>
    <w:rPr>
      <w:rFonts w:ascii="Times New Roman" w:eastAsia="Times New Roman" w:hAnsi="Times New Roman" w:cs="Times New Roman"/>
      <w:color w:val="243F60" w:themeColor="accent1" w:themeShade="7F"/>
    </w:rPr>
  </w:style>
  <w:style w:type="character" w:customStyle="1" w:styleId="6Char">
    <w:name w:val="标题 6 Char"/>
    <w:basedOn w:val="a0"/>
    <w:link w:val="6"/>
    <w:uiPriority w:val="9"/>
    <w:semiHidden/>
    <w:rsid w:val="00153E86"/>
    <w:rPr>
      <w:rFonts w:ascii="Times New Roman" w:eastAsia="Times New Roman" w:hAnsi="Times New Roman" w:cs="Times New Roman"/>
      <w:i/>
      <w:iCs/>
      <w:color w:val="243F60" w:themeColor="accent1" w:themeShade="7F"/>
    </w:rPr>
  </w:style>
  <w:style w:type="character" w:customStyle="1" w:styleId="7Char">
    <w:name w:val="标题 7 Char"/>
    <w:basedOn w:val="a0"/>
    <w:link w:val="7"/>
    <w:uiPriority w:val="9"/>
    <w:semiHidden/>
    <w:rsid w:val="00153E86"/>
    <w:rPr>
      <w:rFonts w:ascii="Times New Roman" w:eastAsia="Times New Roman" w:hAnsi="Times New Roman" w:cs="Times New Roman"/>
      <w:i/>
      <w:iCs/>
      <w:color w:val="404040" w:themeColor="text1" w:themeTint="BF"/>
    </w:rPr>
  </w:style>
  <w:style w:type="character" w:customStyle="1" w:styleId="8Char">
    <w:name w:val="标题 8 Char"/>
    <w:basedOn w:val="a0"/>
    <w:link w:val="8"/>
    <w:uiPriority w:val="9"/>
    <w:semiHidden/>
    <w:rsid w:val="00153E86"/>
    <w:rPr>
      <w:rFonts w:ascii="Times New Roman" w:eastAsia="Times New Roman" w:hAnsi="Times New Roman" w:cs="Times New Roman"/>
      <w:color w:val="4F81BD" w:themeColor="accent1"/>
      <w:sz w:val="20"/>
      <w:szCs w:val="20"/>
    </w:rPr>
  </w:style>
  <w:style w:type="character" w:customStyle="1" w:styleId="9Char">
    <w:name w:val="标题 9 Char"/>
    <w:basedOn w:val="a0"/>
    <w:link w:val="9"/>
    <w:uiPriority w:val="9"/>
    <w:semiHidden/>
    <w:rsid w:val="00153E86"/>
    <w:rPr>
      <w:rFonts w:ascii="Times New Roman" w:eastAsia="Times New Roman" w:hAnsi="Times New Roman" w:cs="Times New Roman"/>
      <w:i/>
      <w:iCs/>
      <w:color w:val="404040" w:themeColor="text1" w:themeTint="BF"/>
      <w:sz w:val="20"/>
      <w:szCs w:val="20"/>
    </w:rPr>
  </w:style>
  <w:style w:type="paragraph" w:styleId="af1">
    <w:name w:val="Balloon Text"/>
    <w:basedOn w:val="a"/>
    <w:link w:val="Char3"/>
    <w:semiHidden/>
    <w:unhideWhenUsed/>
    <w:rsid w:val="0093206A"/>
    <w:pPr>
      <w:spacing w:line="240" w:lineRule="auto"/>
    </w:pPr>
    <w:rPr>
      <w:sz w:val="18"/>
      <w:szCs w:val="18"/>
    </w:rPr>
  </w:style>
  <w:style w:type="character" w:customStyle="1" w:styleId="Char3">
    <w:name w:val="批注框文本 Char"/>
    <w:basedOn w:val="a0"/>
    <w:link w:val="af1"/>
    <w:uiPriority w:val="99"/>
    <w:semiHidden/>
    <w:rsid w:val="0093206A"/>
    <w:rPr>
      <w:snapToGrid w:val="0"/>
      <w:sz w:val="18"/>
      <w:szCs w:val="18"/>
    </w:rPr>
  </w:style>
  <w:style w:type="character" w:styleId="af2">
    <w:name w:val="Hyperlink"/>
    <w:basedOn w:val="a0"/>
    <w:uiPriority w:val="99"/>
    <w:rsid w:val="0093206A"/>
    <w:rPr>
      <w:color w:val="0000FF" w:themeColor="hyperlink"/>
      <w:u w:val="none"/>
    </w:rPr>
  </w:style>
  <w:style w:type="character" w:styleId="af3">
    <w:name w:val="FollowedHyperlink"/>
    <w:basedOn w:val="a0"/>
    <w:uiPriority w:val="99"/>
    <w:semiHidden/>
    <w:rsid w:val="0093206A"/>
    <w:rPr>
      <w:color w:val="0000FF"/>
      <w:u w:val="none"/>
    </w:rPr>
  </w:style>
  <w:style w:type="paragraph" w:customStyle="1" w:styleId="HMG">
    <w:name w:val="_ H __M_G"/>
    <w:basedOn w:val="a"/>
    <w:next w:val="a"/>
    <w:rsid w:val="0011635B"/>
    <w:pPr>
      <w:keepNext/>
      <w:keepLines/>
      <w:tabs>
        <w:tab w:val="clear" w:pos="431"/>
        <w:tab w:val="right" w:pos="851"/>
      </w:tabs>
      <w:suppressAutoHyphens/>
      <w:overflowPunct/>
      <w:adjustRightInd/>
      <w:snapToGrid/>
      <w:spacing w:before="240" w:after="240" w:line="360" w:lineRule="exact"/>
      <w:ind w:left="1134" w:right="1134" w:hanging="1134"/>
      <w:jc w:val="left"/>
    </w:pPr>
    <w:rPr>
      <w:b/>
      <w:snapToGrid/>
      <w:sz w:val="34"/>
      <w:lang w:val="en-GB" w:eastAsia="en-US"/>
    </w:rPr>
  </w:style>
  <w:style w:type="paragraph" w:customStyle="1" w:styleId="HChG">
    <w:name w:val="_ H _Ch_G"/>
    <w:basedOn w:val="a"/>
    <w:next w:val="a"/>
    <w:rsid w:val="0011635B"/>
    <w:pPr>
      <w:keepNext/>
      <w:keepLines/>
      <w:tabs>
        <w:tab w:val="clear" w:pos="431"/>
        <w:tab w:val="right" w:pos="851"/>
      </w:tabs>
      <w:suppressAutoHyphens/>
      <w:overflowPunct/>
      <w:adjustRightInd/>
      <w:snapToGrid/>
      <w:spacing w:before="360" w:after="240" w:line="300" w:lineRule="exact"/>
      <w:ind w:left="1134" w:right="1134" w:hanging="1134"/>
      <w:jc w:val="left"/>
    </w:pPr>
    <w:rPr>
      <w:b/>
      <w:snapToGrid/>
      <w:sz w:val="28"/>
      <w:lang w:val="en-GB" w:eastAsia="en-US"/>
    </w:rPr>
  </w:style>
  <w:style w:type="paragraph" w:customStyle="1" w:styleId="ParaNoG">
    <w:name w:val="_ParaNo._G"/>
    <w:basedOn w:val="SingleTxtG"/>
    <w:rsid w:val="0011635B"/>
    <w:pPr>
      <w:numPr>
        <w:numId w:val="6"/>
      </w:numPr>
      <w:tabs>
        <w:tab w:val="clear" w:pos="0"/>
        <w:tab w:val="num" w:pos="1701"/>
      </w:tabs>
      <w:ind w:left="1701" w:hanging="170"/>
    </w:pPr>
  </w:style>
  <w:style w:type="paragraph" w:customStyle="1" w:styleId="SingleTxtG">
    <w:name w:val="_ Single Txt_G"/>
    <w:basedOn w:val="a"/>
    <w:link w:val="SingleTxtGChar"/>
    <w:rsid w:val="0011635B"/>
    <w:pPr>
      <w:tabs>
        <w:tab w:val="clear" w:pos="431"/>
      </w:tabs>
      <w:suppressAutoHyphens/>
      <w:overflowPunct/>
      <w:adjustRightInd/>
      <w:snapToGrid/>
      <w:spacing w:after="120" w:line="240" w:lineRule="atLeast"/>
      <w:ind w:left="1134" w:right="1134"/>
    </w:pPr>
    <w:rPr>
      <w:snapToGrid/>
      <w:sz w:val="20"/>
      <w:lang w:val="en-GB" w:eastAsia="en-US"/>
    </w:rPr>
  </w:style>
  <w:style w:type="paragraph" w:customStyle="1" w:styleId="SMG">
    <w:name w:val="__S_M_G"/>
    <w:basedOn w:val="a"/>
    <w:next w:val="a"/>
    <w:rsid w:val="0011635B"/>
    <w:pPr>
      <w:keepNext/>
      <w:keepLines/>
      <w:tabs>
        <w:tab w:val="clear" w:pos="431"/>
      </w:tabs>
      <w:suppressAutoHyphens/>
      <w:overflowPunct/>
      <w:adjustRightInd/>
      <w:snapToGrid/>
      <w:spacing w:before="240" w:after="240" w:line="420" w:lineRule="exact"/>
      <w:ind w:left="1134" w:right="1134"/>
      <w:jc w:val="left"/>
    </w:pPr>
    <w:rPr>
      <w:b/>
      <w:snapToGrid/>
      <w:sz w:val="40"/>
      <w:lang w:val="en-GB" w:eastAsia="en-US"/>
    </w:rPr>
  </w:style>
  <w:style w:type="paragraph" w:customStyle="1" w:styleId="SLG">
    <w:name w:val="__S_L_G"/>
    <w:basedOn w:val="a"/>
    <w:next w:val="a"/>
    <w:rsid w:val="0011635B"/>
    <w:pPr>
      <w:keepNext/>
      <w:keepLines/>
      <w:tabs>
        <w:tab w:val="clear" w:pos="431"/>
      </w:tabs>
      <w:suppressAutoHyphens/>
      <w:overflowPunct/>
      <w:adjustRightInd/>
      <w:snapToGrid/>
      <w:spacing w:before="240" w:after="240" w:line="580" w:lineRule="exact"/>
      <w:ind w:left="1134" w:right="1134"/>
      <w:jc w:val="left"/>
    </w:pPr>
    <w:rPr>
      <w:b/>
      <w:snapToGrid/>
      <w:sz w:val="56"/>
      <w:lang w:val="en-GB" w:eastAsia="en-US"/>
    </w:rPr>
  </w:style>
  <w:style w:type="paragraph" w:customStyle="1" w:styleId="SSG">
    <w:name w:val="__S_S_G"/>
    <w:basedOn w:val="a"/>
    <w:next w:val="a"/>
    <w:rsid w:val="0011635B"/>
    <w:pPr>
      <w:keepNext/>
      <w:keepLines/>
      <w:tabs>
        <w:tab w:val="clear" w:pos="431"/>
      </w:tabs>
      <w:suppressAutoHyphens/>
      <w:overflowPunct/>
      <w:adjustRightInd/>
      <w:snapToGrid/>
      <w:spacing w:before="240" w:after="240" w:line="300" w:lineRule="exact"/>
      <w:ind w:left="1134" w:right="1134"/>
      <w:jc w:val="left"/>
    </w:pPr>
    <w:rPr>
      <w:b/>
      <w:snapToGrid/>
      <w:sz w:val="28"/>
      <w:lang w:val="en-GB" w:eastAsia="en-US"/>
    </w:rPr>
  </w:style>
  <w:style w:type="paragraph" w:customStyle="1" w:styleId="XLargeG">
    <w:name w:val="__XLarge_G"/>
    <w:basedOn w:val="a"/>
    <w:next w:val="a"/>
    <w:rsid w:val="0011635B"/>
    <w:pPr>
      <w:keepNext/>
      <w:keepLines/>
      <w:tabs>
        <w:tab w:val="clear" w:pos="431"/>
      </w:tabs>
      <w:suppressAutoHyphens/>
      <w:overflowPunct/>
      <w:adjustRightInd/>
      <w:snapToGrid/>
      <w:spacing w:before="240" w:after="240" w:line="420" w:lineRule="exact"/>
      <w:ind w:left="1134" w:right="1134"/>
      <w:jc w:val="left"/>
    </w:pPr>
    <w:rPr>
      <w:b/>
      <w:snapToGrid/>
      <w:sz w:val="40"/>
      <w:lang w:val="en-GB" w:eastAsia="en-US"/>
    </w:rPr>
  </w:style>
  <w:style w:type="paragraph" w:customStyle="1" w:styleId="Bullet1G">
    <w:name w:val="_Bullet 1_G"/>
    <w:basedOn w:val="a"/>
    <w:rsid w:val="0011635B"/>
    <w:pPr>
      <w:tabs>
        <w:tab w:val="clear" w:pos="431"/>
        <w:tab w:val="num" w:pos="1701"/>
      </w:tabs>
      <w:suppressAutoHyphens/>
      <w:overflowPunct/>
      <w:adjustRightInd/>
      <w:snapToGrid/>
      <w:spacing w:after="120" w:line="240" w:lineRule="atLeast"/>
      <w:ind w:left="1701" w:right="1134" w:hanging="170"/>
    </w:pPr>
    <w:rPr>
      <w:snapToGrid/>
      <w:sz w:val="20"/>
      <w:lang w:val="en-GB" w:eastAsia="en-US"/>
    </w:rPr>
  </w:style>
  <w:style w:type="table" w:styleId="af4">
    <w:name w:val="Table Grid"/>
    <w:basedOn w:val="a1"/>
    <w:rsid w:val="0011635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11635B"/>
    <w:rPr>
      <w:lang w:val="en-GB" w:eastAsia="en-US"/>
    </w:rPr>
  </w:style>
  <w:style w:type="paragraph" w:customStyle="1" w:styleId="Default">
    <w:name w:val="Default"/>
    <w:rsid w:val="0011635B"/>
    <w:pPr>
      <w:autoSpaceDE w:val="0"/>
      <w:autoSpaceDN w:val="0"/>
      <w:adjustRightInd w:val="0"/>
    </w:pPr>
    <w:rPr>
      <w:color w:val="000000"/>
      <w:sz w:val="24"/>
      <w:szCs w:val="24"/>
      <w:lang w:val="en-GB" w:eastAsia="en-GB"/>
    </w:rPr>
  </w:style>
  <w:style w:type="paragraph" w:customStyle="1" w:styleId="Bullet2G">
    <w:name w:val="_Bullet 2_G"/>
    <w:basedOn w:val="a"/>
    <w:rsid w:val="0011635B"/>
    <w:pPr>
      <w:tabs>
        <w:tab w:val="clear" w:pos="431"/>
        <w:tab w:val="num" w:pos="2268"/>
      </w:tabs>
      <w:suppressAutoHyphens/>
      <w:overflowPunct/>
      <w:adjustRightInd/>
      <w:snapToGrid/>
      <w:spacing w:after="120" w:line="240" w:lineRule="atLeast"/>
      <w:ind w:left="2268" w:right="1134" w:hanging="170"/>
    </w:pPr>
    <w:rPr>
      <w:snapToGrid/>
      <w:sz w:val="20"/>
      <w:lang w:val="en-GB" w:eastAsia="en-US"/>
    </w:rPr>
  </w:style>
  <w:style w:type="paragraph" w:customStyle="1" w:styleId="H1G">
    <w:name w:val="_ H_1_G"/>
    <w:basedOn w:val="a"/>
    <w:next w:val="a"/>
    <w:link w:val="H1GChar"/>
    <w:rsid w:val="0011635B"/>
    <w:pPr>
      <w:keepNext/>
      <w:keepLines/>
      <w:tabs>
        <w:tab w:val="clear" w:pos="431"/>
        <w:tab w:val="right" w:pos="851"/>
      </w:tabs>
      <w:suppressAutoHyphens/>
      <w:overflowPunct/>
      <w:adjustRightInd/>
      <w:snapToGrid/>
      <w:spacing w:before="360" w:after="240" w:line="270" w:lineRule="exact"/>
      <w:ind w:left="1134" w:right="1134" w:hanging="1134"/>
      <w:jc w:val="left"/>
    </w:pPr>
    <w:rPr>
      <w:b/>
      <w:snapToGrid/>
      <w:sz w:val="24"/>
      <w:lang w:val="x-none" w:eastAsia="en-US"/>
    </w:rPr>
  </w:style>
  <w:style w:type="paragraph" w:customStyle="1" w:styleId="H23G">
    <w:name w:val="_ H_2/3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b/>
      <w:snapToGrid/>
      <w:sz w:val="20"/>
      <w:lang w:val="en-GB" w:eastAsia="en-US"/>
    </w:rPr>
  </w:style>
  <w:style w:type="paragraph" w:customStyle="1" w:styleId="H4G">
    <w:name w:val="_ H_4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i/>
      <w:snapToGrid/>
      <w:sz w:val="20"/>
      <w:lang w:val="en-GB" w:eastAsia="en-US"/>
    </w:rPr>
  </w:style>
  <w:style w:type="paragraph" w:customStyle="1" w:styleId="H56G">
    <w:name w:val="_ H_5/6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snapToGrid/>
      <w:sz w:val="20"/>
      <w:lang w:val="en-GB" w:eastAsia="en-US"/>
    </w:rPr>
  </w:style>
  <w:style w:type="numbering" w:styleId="1111110">
    <w:name w:val="Outline List 2"/>
    <w:basedOn w:val="a2"/>
    <w:semiHidden/>
    <w:rsid w:val="0011635B"/>
    <w:pPr>
      <w:numPr>
        <w:numId w:val="4"/>
      </w:numPr>
    </w:pPr>
  </w:style>
  <w:style w:type="numbering" w:styleId="111111">
    <w:name w:val="Outline List 1"/>
    <w:basedOn w:val="a2"/>
    <w:semiHidden/>
    <w:rsid w:val="0011635B"/>
    <w:pPr>
      <w:numPr>
        <w:numId w:val="5"/>
      </w:numPr>
    </w:pPr>
  </w:style>
  <w:style w:type="character" w:customStyle="1" w:styleId="FootnoteTextChar1">
    <w:name w:val="Footnote Text Char1"/>
    <w:aliases w:val="5_G Char1"/>
    <w:semiHidden/>
    <w:rsid w:val="0011635B"/>
    <w:rPr>
      <w:sz w:val="18"/>
      <w:lang w:val="en-GB" w:eastAsia="en-US" w:bidi="ar-SA"/>
    </w:rPr>
  </w:style>
  <w:style w:type="character" w:customStyle="1" w:styleId="apple-style-span">
    <w:name w:val="apple-style-span"/>
    <w:rsid w:val="0011635B"/>
  </w:style>
  <w:style w:type="character" w:customStyle="1" w:styleId="apple-converted-space">
    <w:name w:val="apple-converted-space"/>
    <w:rsid w:val="0011635B"/>
  </w:style>
  <w:style w:type="character" w:styleId="af5">
    <w:name w:val="Strong"/>
    <w:uiPriority w:val="22"/>
    <w:qFormat/>
    <w:rsid w:val="0011635B"/>
    <w:rPr>
      <w:b/>
      <w:bCs/>
    </w:rPr>
  </w:style>
  <w:style w:type="character" w:customStyle="1" w:styleId="H1GChar">
    <w:name w:val="_ H_1_G Char"/>
    <w:link w:val="H1G"/>
    <w:rsid w:val="0011635B"/>
    <w:rPr>
      <w:b/>
      <w:sz w:val="24"/>
      <w:lang w:val="x-none" w:eastAsia="en-US"/>
    </w:rPr>
  </w:style>
  <w:style w:type="character" w:styleId="af6">
    <w:name w:val="annotation reference"/>
    <w:rsid w:val="0011635B"/>
    <w:rPr>
      <w:sz w:val="16"/>
      <w:szCs w:val="16"/>
    </w:rPr>
  </w:style>
  <w:style w:type="paragraph" w:styleId="af7">
    <w:name w:val="annotation text"/>
    <w:basedOn w:val="a"/>
    <w:link w:val="Char4"/>
    <w:rsid w:val="0011635B"/>
    <w:pPr>
      <w:tabs>
        <w:tab w:val="clear" w:pos="431"/>
      </w:tabs>
      <w:suppressAutoHyphens/>
      <w:overflowPunct/>
      <w:adjustRightInd/>
      <w:snapToGrid/>
      <w:spacing w:line="240" w:lineRule="atLeast"/>
      <w:jc w:val="left"/>
    </w:pPr>
    <w:rPr>
      <w:snapToGrid/>
      <w:sz w:val="20"/>
      <w:lang w:val="x-none" w:eastAsia="en-US"/>
    </w:rPr>
  </w:style>
  <w:style w:type="character" w:customStyle="1" w:styleId="Char4">
    <w:name w:val="批注文字 Char"/>
    <w:basedOn w:val="a0"/>
    <w:link w:val="af7"/>
    <w:rsid w:val="0011635B"/>
    <w:rPr>
      <w:lang w:val="x-none" w:eastAsia="en-US"/>
    </w:rPr>
  </w:style>
  <w:style w:type="paragraph" w:styleId="af8">
    <w:name w:val="annotation subject"/>
    <w:basedOn w:val="af7"/>
    <w:next w:val="af7"/>
    <w:link w:val="Char5"/>
    <w:rsid w:val="0011635B"/>
    <w:rPr>
      <w:b/>
      <w:bCs/>
    </w:rPr>
  </w:style>
  <w:style w:type="character" w:customStyle="1" w:styleId="Char5">
    <w:name w:val="批注主题 Char"/>
    <w:basedOn w:val="Char4"/>
    <w:link w:val="af8"/>
    <w:rsid w:val="0011635B"/>
    <w:rPr>
      <w:b/>
      <w:bCs/>
      <w:lang w:val="x-none" w:eastAsia="en-US"/>
    </w:rPr>
  </w:style>
  <w:style w:type="character" w:styleId="af9">
    <w:name w:val="Emphasis"/>
    <w:qFormat/>
    <w:rsid w:val="0011635B"/>
    <w:rPr>
      <w:i/>
      <w:iCs/>
    </w:rPr>
  </w:style>
  <w:style w:type="paragraph" w:styleId="afa">
    <w:name w:val="envelope return"/>
    <w:basedOn w:val="a"/>
    <w:semiHidden/>
    <w:rsid w:val="0011635B"/>
    <w:pPr>
      <w:tabs>
        <w:tab w:val="clear" w:pos="431"/>
      </w:tabs>
      <w:suppressAutoHyphens/>
      <w:overflowPunct/>
      <w:adjustRightInd/>
      <w:snapToGrid/>
      <w:spacing w:line="240" w:lineRule="atLeast"/>
      <w:jc w:val="left"/>
    </w:pPr>
    <w:rPr>
      <w:rFonts w:ascii="Arial" w:hAnsi="Arial" w:cs="Arial"/>
      <w:snapToGrid/>
      <w:sz w:val="20"/>
      <w:lang w:val="en-GB" w:eastAsia="en-US"/>
    </w:rPr>
  </w:style>
  <w:style w:type="character" w:styleId="HTML">
    <w:name w:val="HTML Acronym"/>
    <w:basedOn w:val="a0"/>
    <w:semiHidden/>
    <w:rsid w:val="0011635B"/>
  </w:style>
  <w:style w:type="paragraph" w:styleId="afb">
    <w:name w:val="Normal (Web)"/>
    <w:basedOn w:val="a"/>
    <w:uiPriority w:val="99"/>
    <w:unhideWhenUsed/>
    <w:rsid w:val="0011635B"/>
    <w:pPr>
      <w:tabs>
        <w:tab w:val="clear" w:pos="431"/>
      </w:tabs>
      <w:overflowPunct/>
      <w:adjustRightInd/>
      <w:snapToGrid/>
      <w:spacing w:before="100" w:beforeAutospacing="1" w:after="100" w:afterAutospacing="1" w:line="240" w:lineRule="auto"/>
      <w:jc w:val="left"/>
    </w:pPr>
    <w:rPr>
      <w:rFonts w:ascii="Times" w:hAnsi="Times"/>
      <w:snapToGrid/>
      <w:sz w:val="20"/>
      <w:lang w:val="fr-FR" w:eastAsia="fr-FR"/>
    </w:rPr>
  </w:style>
  <w:style w:type="character" w:customStyle="1" w:styleId="H1GCChar">
    <w:name w:val="_ H_1_GC Char"/>
    <w:link w:val="H1GC"/>
    <w:rsid w:val="0011635B"/>
    <w:rPr>
      <w:rFonts w:eastAsia="黑体"/>
      <w:snapToGrid w:val="0"/>
      <w:sz w:val="24"/>
      <w:szCs w:val="24"/>
    </w:rPr>
  </w:style>
  <w:style w:type="character" w:customStyle="1" w:styleId="H23GCChar">
    <w:name w:val="_ H_2/3_GC Char"/>
    <w:link w:val="H23GC"/>
    <w:rsid w:val="0011635B"/>
    <w:rPr>
      <w:rFonts w:eastAsia="黑体"/>
      <w:sz w:val="22"/>
      <w:szCs w:val="22"/>
    </w:rPr>
  </w:style>
  <w:style w:type="paragraph" w:styleId="afc">
    <w:name w:val="envelope address"/>
    <w:basedOn w:val="a"/>
    <w:semiHidden/>
    <w:rsid w:val="0011635B"/>
    <w:pPr>
      <w:framePr w:w="7920" w:h="1980" w:hRule="exact" w:hSpace="180" w:wrap="auto" w:hAnchor="page" w:xAlign="center" w:yAlign="bottom"/>
      <w:tabs>
        <w:tab w:val="clear" w:pos="431"/>
      </w:tabs>
      <w:suppressAutoHyphens/>
      <w:overflowPunct/>
      <w:adjustRightInd/>
      <w:snapToGrid/>
      <w:spacing w:line="240" w:lineRule="atLeast"/>
      <w:ind w:left="2880"/>
      <w:jc w:val="left"/>
    </w:pPr>
    <w:rPr>
      <w:rFonts w:ascii="Arial" w:hAnsi="Arial" w:cs="Arial"/>
      <w:snapToGrid/>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1" w:qFormat="1"/>
    <w:lsdException w:name="annotation text" w:uiPriority="0"/>
    <w:lsdException w:name="header" w:uiPriority="0" w:unhideWhenUsed="1" w:qFormat="1"/>
    <w:lsdException w:name="footer" w:uiPriority="0" w:unhideWhenUsed="1" w:qFormat="1"/>
    <w:lsdException w:name="caption" w:uiPriority="35" w:unhideWhenUsed="1" w:qFormat="1"/>
    <w:lsdException w:name="envelope address" w:uiPriority="0"/>
    <w:lsdException w:name="envelope return" w:uiPriority="0"/>
    <w:lsdException w:name="footnote reference" w:uiPriority="0" w:unhideWhenUsed="1" w:qFormat="1"/>
    <w:lsdException w:name="annotation reference" w:uiPriority="0"/>
    <w:lsdException w:name="page number" w:uiPriority="0" w:unhideWhenUsed="1" w:qFormat="1"/>
    <w:lsdException w:name="endnote reference" w:uiPriority="0" w:unhideWhenUsed="1" w:qFormat="1"/>
    <w:lsdException w:name="endnote text" w:uiPriority="0" w:unhideWhenUsed="1" w:qFormat="1"/>
    <w:lsdException w:name="Title" w:uiPriority="10"/>
    <w:lsdException w:name="Default Paragraph Font" w:uiPriority="1" w:unhideWhenUsed="1"/>
    <w:lsdException w:name="Subtitle" w:uiPriority="11"/>
    <w:lsdException w:name="Strong" w:uiPriority="22" w:qFormat="1"/>
    <w:lsdException w:name="Emphasis" w:uiPriority="0" w:qFormat="1"/>
    <w:lsdException w:name="HTML Top of Form" w:unhideWhenUsed="1"/>
    <w:lsdException w:name="HTML Bottom of Form" w:unhideWhenUsed="1"/>
    <w:lsdException w:name="HTML Acronym" w:uiPriority="0"/>
    <w:lsdException w:name="Normal Table" w:unhideWhenUsed="1"/>
    <w:lsdException w:name="annotation subject" w:uiPriority="0"/>
    <w:lsdException w:name="No List" w:uiPriority="0" w:unhideWhenUsed="1"/>
    <w:lsdException w:name="Outline List 1" w:uiPriority="0" w:unhideWhenUsed="1"/>
    <w:lsdException w:name="Outline List 2" w:uiPriority="0"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iPriority="0" w:unhideWhenUsed="1"/>
    <w:lsdException w:name="Table Grid" w:semiHidden="0" w:uiPriority="0"/>
    <w:lsdException w:name="Table Theme" w:unhideWhenUsed="1"/>
    <w:lsdException w:name="No Spacing"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unhideWhenUsed="1" w:qFormat="1"/>
  </w:latentStyles>
  <w:style w:type="paragraph" w:default="1" w:styleId="a">
    <w:name w:val="Normal"/>
    <w:qFormat/>
    <w:rsid w:val="0093206A"/>
    <w:pPr>
      <w:tabs>
        <w:tab w:val="left" w:pos="431"/>
      </w:tabs>
      <w:overflowPunct w:val="0"/>
      <w:adjustRightInd w:val="0"/>
      <w:snapToGrid w:val="0"/>
      <w:spacing w:line="320" w:lineRule="exact"/>
      <w:jc w:val="both"/>
    </w:pPr>
    <w:rPr>
      <w:snapToGrid w:val="0"/>
      <w:sz w:val="21"/>
    </w:rPr>
  </w:style>
  <w:style w:type="paragraph" w:styleId="1">
    <w:name w:val="heading 1"/>
    <w:aliases w:val="Table_G"/>
    <w:basedOn w:val="a"/>
    <w:next w:val="a"/>
    <w:link w:val="1Char"/>
    <w:qFormat/>
    <w:rsid w:val="008B0560"/>
    <w:pPr>
      <w:keepNext/>
      <w:keepLines/>
      <w:spacing w:before="480" w:line="276" w:lineRule="auto"/>
      <w:outlineLvl w:val="0"/>
    </w:pPr>
    <w:rPr>
      <w:rFonts w:eastAsia="Times New Roman"/>
      <w:b/>
      <w:bCs/>
      <w:snapToGrid/>
      <w:color w:val="365F91" w:themeColor="accent1" w:themeShade="BF"/>
      <w:sz w:val="28"/>
      <w:szCs w:val="28"/>
    </w:rPr>
  </w:style>
  <w:style w:type="paragraph" w:styleId="2">
    <w:name w:val="heading 2"/>
    <w:basedOn w:val="a"/>
    <w:next w:val="a"/>
    <w:link w:val="2Char"/>
    <w:qFormat/>
    <w:rsid w:val="008B0560"/>
    <w:pPr>
      <w:keepNext/>
      <w:keepLines/>
      <w:spacing w:before="200" w:line="276" w:lineRule="auto"/>
      <w:outlineLvl w:val="1"/>
    </w:pPr>
    <w:rPr>
      <w:rFonts w:eastAsia="Times New Roman"/>
      <w:b/>
      <w:bCs/>
      <w:snapToGrid/>
      <w:color w:val="4F81BD" w:themeColor="accent1"/>
      <w:sz w:val="26"/>
      <w:szCs w:val="26"/>
    </w:rPr>
  </w:style>
  <w:style w:type="paragraph" w:styleId="3">
    <w:name w:val="heading 3"/>
    <w:basedOn w:val="a"/>
    <w:next w:val="a"/>
    <w:link w:val="3Char"/>
    <w:qFormat/>
    <w:rsid w:val="008B0560"/>
    <w:pPr>
      <w:keepNext/>
      <w:keepLines/>
      <w:spacing w:before="200" w:line="276" w:lineRule="auto"/>
      <w:outlineLvl w:val="2"/>
    </w:pPr>
    <w:rPr>
      <w:rFonts w:eastAsia="Times New Roman"/>
      <w:b/>
      <w:bCs/>
      <w:snapToGrid/>
      <w:color w:val="4F81BD" w:themeColor="accent1"/>
      <w:sz w:val="22"/>
    </w:rPr>
  </w:style>
  <w:style w:type="paragraph" w:styleId="4">
    <w:name w:val="heading 4"/>
    <w:basedOn w:val="a"/>
    <w:next w:val="a"/>
    <w:link w:val="4Char"/>
    <w:qFormat/>
    <w:rsid w:val="008B0560"/>
    <w:pPr>
      <w:keepNext/>
      <w:keepLines/>
      <w:spacing w:before="200" w:line="276" w:lineRule="auto"/>
      <w:outlineLvl w:val="3"/>
    </w:pPr>
    <w:rPr>
      <w:rFonts w:eastAsia="Times New Roman"/>
      <w:b/>
      <w:bCs/>
      <w:i/>
      <w:iCs/>
      <w:snapToGrid/>
      <w:color w:val="4F81BD" w:themeColor="accent1"/>
      <w:sz w:val="22"/>
    </w:rPr>
  </w:style>
  <w:style w:type="paragraph" w:styleId="5">
    <w:name w:val="heading 5"/>
    <w:basedOn w:val="a"/>
    <w:next w:val="a"/>
    <w:link w:val="5Char"/>
    <w:qFormat/>
    <w:rsid w:val="008B0560"/>
    <w:pPr>
      <w:keepNext/>
      <w:keepLines/>
      <w:spacing w:before="200" w:line="276" w:lineRule="auto"/>
      <w:outlineLvl w:val="4"/>
    </w:pPr>
    <w:rPr>
      <w:rFonts w:eastAsia="Times New Roman"/>
      <w:snapToGrid/>
      <w:color w:val="243F60" w:themeColor="accent1" w:themeShade="7F"/>
      <w:sz w:val="22"/>
    </w:rPr>
  </w:style>
  <w:style w:type="paragraph" w:styleId="6">
    <w:name w:val="heading 6"/>
    <w:basedOn w:val="a"/>
    <w:next w:val="a"/>
    <w:link w:val="6Char"/>
    <w:qFormat/>
    <w:rsid w:val="008B0560"/>
    <w:pPr>
      <w:keepNext/>
      <w:keepLines/>
      <w:spacing w:before="200" w:line="276" w:lineRule="auto"/>
      <w:outlineLvl w:val="5"/>
    </w:pPr>
    <w:rPr>
      <w:rFonts w:eastAsia="Times New Roman"/>
      <w:i/>
      <w:iCs/>
      <w:snapToGrid/>
      <w:color w:val="243F60" w:themeColor="accent1" w:themeShade="7F"/>
      <w:sz w:val="22"/>
    </w:rPr>
  </w:style>
  <w:style w:type="paragraph" w:styleId="7">
    <w:name w:val="heading 7"/>
    <w:basedOn w:val="a"/>
    <w:next w:val="a"/>
    <w:link w:val="7Char"/>
    <w:qFormat/>
    <w:rsid w:val="008B0560"/>
    <w:pPr>
      <w:keepNext/>
      <w:keepLines/>
      <w:spacing w:before="200" w:line="276" w:lineRule="auto"/>
      <w:outlineLvl w:val="6"/>
    </w:pPr>
    <w:rPr>
      <w:rFonts w:eastAsia="Times New Roman"/>
      <w:i/>
      <w:iCs/>
      <w:snapToGrid/>
      <w:color w:val="404040" w:themeColor="text1" w:themeTint="BF"/>
      <w:sz w:val="22"/>
    </w:rPr>
  </w:style>
  <w:style w:type="paragraph" w:styleId="8">
    <w:name w:val="heading 8"/>
    <w:basedOn w:val="a"/>
    <w:next w:val="a"/>
    <w:link w:val="8Char"/>
    <w:qFormat/>
    <w:rsid w:val="008B0560"/>
    <w:pPr>
      <w:keepNext/>
      <w:keepLines/>
      <w:spacing w:before="200" w:line="276" w:lineRule="auto"/>
      <w:outlineLvl w:val="7"/>
    </w:pPr>
    <w:rPr>
      <w:rFonts w:eastAsia="Times New Roman"/>
      <w:snapToGrid/>
      <w:color w:val="4F81BD" w:themeColor="accent1"/>
    </w:rPr>
  </w:style>
  <w:style w:type="paragraph" w:styleId="9">
    <w:name w:val="heading 9"/>
    <w:basedOn w:val="a"/>
    <w:next w:val="a"/>
    <w:link w:val="9Char"/>
    <w:qFormat/>
    <w:rsid w:val="008B0560"/>
    <w:pPr>
      <w:keepNext/>
      <w:keepLines/>
      <w:spacing w:before="200" w:line="276" w:lineRule="auto"/>
      <w:outlineLvl w:val="8"/>
    </w:pPr>
    <w:rPr>
      <w:rFonts w:eastAsia="Times New Roman"/>
      <w:i/>
      <w:iCs/>
      <w:snapToGrid/>
      <w:color w:val="404040" w:themeColor="text1" w:themeTint="B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HMGC">
    <w:name w:val="_ H __M_GC"/>
    <w:basedOn w:val="a"/>
    <w:next w:val="a"/>
    <w:qFormat/>
    <w:rsid w:val="00204B42"/>
    <w:pPr>
      <w:keepNext/>
      <w:keepLines/>
      <w:tabs>
        <w:tab w:val="clear" w:pos="431"/>
        <w:tab w:val="right" w:pos="851"/>
      </w:tabs>
      <w:spacing w:before="240" w:after="240" w:line="440" w:lineRule="exact"/>
      <w:ind w:left="1134" w:right="1134" w:hanging="1134"/>
      <w:outlineLvl w:val="0"/>
    </w:pPr>
    <w:rPr>
      <w:rFonts w:eastAsia="黑体"/>
      <w:sz w:val="34"/>
      <w:szCs w:val="34"/>
    </w:rPr>
  </w:style>
  <w:style w:type="paragraph" w:customStyle="1" w:styleId="HChGC">
    <w:name w:val="_ H _Ch_GC"/>
    <w:basedOn w:val="a"/>
    <w:next w:val="a"/>
    <w:qFormat/>
    <w:rsid w:val="00204B42"/>
    <w:pPr>
      <w:keepNext/>
      <w:keepLines/>
      <w:tabs>
        <w:tab w:val="clear" w:pos="431"/>
        <w:tab w:val="right" w:pos="851"/>
      </w:tabs>
      <w:spacing w:before="360" w:after="240" w:line="400" w:lineRule="exact"/>
      <w:ind w:left="1134" w:right="1134" w:hanging="1134"/>
      <w:outlineLvl w:val="1"/>
    </w:pPr>
    <w:rPr>
      <w:rFonts w:eastAsia="黑体"/>
      <w:sz w:val="28"/>
      <w:szCs w:val="28"/>
    </w:rPr>
  </w:style>
  <w:style w:type="paragraph" w:customStyle="1" w:styleId="H1GC">
    <w:name w:val="_ H_1_GC"/>
    <w:basedOn w:val="a"/>
    <w:next w:val="a"/>
    <w:link w:val="H1GCChar"/>
    <w:qFormat/>
    <w:rsid w:val="00204B42"/>
    <w:pPr>
      <w:keepNext/>
      <w:keepLines/>
      <w:tabs>
        <w:tab w:val="clear" w:pos="431"/>
        <w:tab w:val="right" w:pos="851"/>
      </w:tabs>
      <w:spacing w:before="360" w:after="240"/>
      <w:ind w:left="1134" w:right="1134" w:hanging="1134"/>
      <w:outlineLvl w:val="2"/>
    </w:pPr>
    <w:rPr>
      <w:rFonts w:eastAsia="黑体"/>
      <w:sz w:val="24"/>
      <w:szCs w:val="24"/>
    </w:rPr>
  </w:style>
  <w:style w:type="paragraph" w:customStyle="1" w:styleId="H23GC">
    <w:name w:val="_ H_2/3_GC"/>
    <w:basedOn w:val="a"/>
    <w:next w:val="a"/>
    <w:link w:val="H23GCChar"/>
    <w:qFormat/>
    <w:rsid w:val="001C3EF2"/>
    <w:pPr>
      <w:keepNext/>
      <w:keepLines/>
      <w:tabs>
        <w:tab w:val="clear" w:pos="431"/>
        <w:tab w:val="right" w:pos="851"/>
      </w:tabs>
      <w:spacing w:before="240" w:after="120"/>
      <w:ind w:left="1134" w:right="1134" w:hanging="1134"/>
      <w:outlineLvl w:val="3"/>
    </w:pPr>
    <w:rPr>
      <w:rFonts w:eastAsia="黑体"/>
      <w:snapToGrid/>
      <w:sz w:val="22"/>
      <w:szCs w:val="22"/>
    </w:rPr>
  </w:style>
  <w:style w:type="paragraph" w:customStyle="1" w:styleId="H4GC">
    <w:name w:val="_ H_4_GC"/>
    <w:basedOn w:val="a"/>
    <w:next w:val="a"/>
    <w:qFormat/>
    <w:rsid w:val="00204B42"/>
    <w:pPr>
      <w:keepNext/>
      <w:keepLines/>
      <w:tabs>
        <w:tab w:val="clear" w:pos="431"/>
        <w:tab w:val="right" w:pos="851"/>
      </w:tabs>
      <w:spacing w:before="240" w:after="120"/>
      <w:ind w:left="1134" w:right="1134" w:hanging="1134"/>
      <w:outlineLvl w:val="4"/>
    </w:pPr>
    <w:rPr>
      <w:rFonts w:eastAsia="楷体"/>
      <w:sz w:val="23"/>
      <w:szCs w:val="23"/>
    </w:rPr>
  </w:style>
  <w:style w:type="paragraph" w:customStyle="1" w:styleId="H56GC">
    <w:name w:val="_ H_5/6_GC"/>
    <w:basedOn w:val="a"/>
    <w:next w:val="a"/>
    <w:qFormat/>
    <w:rsid w:val="00204B42"/>
    <w:pPr>
      <w:keepNext/>
      <w:keepLines/>
      <w:tabs>
        <w:tab w:val="clear" w:pos="431"/>
        <w:tab w:val="right" w:pos="851"/>
      </w:tabs>
      <w:spacing w:before="240" w:after="120"/>
      <w:ind w:left="1134" w:right="1134" w:hanging="1134"/>
      <w:outlineLvl w:val="5"/>
    </w:pPr>
  </w:style>
  <w:style w:type="paragraph" w:customStyle="1" w:styleId="SingleTxtGC">
    <w:name w:val="_ Single Txt_GC"/>
    <w:basedOn w:val="a"/>
    <w:link w:val="SingleTxtGCChar"/>
    <w:qFormat/>
    <w:rsid w:val="00C17349"/>
    <w:pPr>
      <w:tabs>
        <w:tab w:val="left" w:pos="1134"/>
        <w:tab w:val="left" w:pos="1565"/>
        <w:tab w:val="left" w:pos="1996"/>
        <w:tab w:val="left" w:pos="2427"/>
      </w:tabs>
      <w:spacing w:after="120"/>
      <w:ind w:left="1134" w:right="1134"/>
    </w:pPr>
  </w:style>
  <w:style w:type="character" w:customStyle="1" w:styleId="SingleTxtGCChar">
    <w:name w:val="_ Single Txt_GC Char"/>
    <w:basedOn w:val="a0"/>
    <w:link w:val="SingleTxtGC"/>
    <w:locked/>
    <w:rsid w:val="00C17349"/>
    <w:rPr>
      <w:snapToGrid w:val="0"/>
      <w:sz w:val="21"/>
      <w:szCs w:val="21"/>
    </w:rPr>
  </w:style>
  <w:style w:type="paragraph" w:customStyle="1" w:styleId="SLGC">
    <w:name w:val="__S_L_GC"/>
    <w:basedOn w:val="a"/>
    <w:next w:val="a"/>
    <w:qFormat/>
    <w:rsid w:val="00C17349"/>
    <w:pPr>
      <w:keepNext/>
      <w:keepLines/>
      <w:spacing w:before="240" w:after="240" w:line="560" w:lineRule="exact"/>
      <w:ind w:left="1134" w:right="1134"/>
    </w:pPr>
    <w:rPr>
      <w:rFonts w:eastAsia="黑体"/>
      <w:sz w:val="56"/>
      <w:szCs w:val="56"/>
    </w:rPr>
  </w:style>
  <w:style w:type="paragraph" w:customStyle="1" w:styleId="SMGC">
    <w:name w:val="__S_M_GC"/>
    <w:basedOn w:val="a"/>
    <w:next w:val="a"/>
    <w:qFormat/>
    <w:rsid w:val="00C17349"/>
    <w:pPr>
      <w:keepNext/>
      <w:keepLines/>
      <w:spacing w:before="240" w:after="240" w:line="400" w:lineRule="exact"/>
      <w:ind w:left="1134" w:right="1134"/>
    </w:pPr>
    <w:rPr>
      <w:rFonts w:eastAsia="黑体"/>
      <w:sz w:val="40"/>
      <w:szCs w:val="40"/>
    </w:rPr>
  </w:style>
  <w:style w:type="paragraph" w:customStyle="1" w:styleId="SSGC">
    <w:name w:val="__S_S_GC"/>
    <w:basedOn w:val="a"/>
    <w:next w:val="a"/>
    <w:qFormat/>
    <w:rsid w:val="008B0560"/>
    <w:pPr>
      <w:keepNext/>
      <w:keepLines/>
      <w:spacing w:before="240" w:after="240" w:line="300" w:lineRule="exact"/>
      <w:ind w:left="1134" w:right="1134"/>
    </w:pPr>
    <w:rPr>
      <w:rFonts w:eastAsia="黑体"/>
      <w:sz w:val="28"/>
    </w:rPr>
  </w:style>
  <w:style w:type="paragraph" w:customStyle="1" w:styleId="XLargeGC">
    <w:name w:val="__XLarge_GC"/>
    <w:basedOn w:val="a"/>
    <w:next w:val="a"/>
    <w:qFormat/>
    <w:rsid w:val="00C17349"/>
    <w:pPr>
      <w:keepNext/>
      <w:keepLines/>
      <w:spacing w:before="240" w:after="240" w:line="400" w:lineRule="exact"/>
      <w:ind w:left="1134" w:right="1134"/>
    </w:pPr>
    <w:rPr>
      <w:rFonts w:eastAsia="黑体"/>
      <w:sz w:val="40"/>
      <w:szCs w:val="40"/>
    </w:rPr>
  </w:style>
  <w:style w:type="paragraph" w:customStyle="1" w:styleId="Bullet1GC">
    <w:name w:val="_Bullet 1_GC"/>
    <w:basedOn w:val="a"/>
    <w:qFormat/>
    <w:rsid w:val="00C17349"/>
    <w:pPr>
      <w:numPr>
        <w:numId w:val="1"/>
      </w:numPr>
      <w:spacing w:after="120"/>
      <w:ind w:right="1134"/>
    </w:pPr>
  </w:style>
  <w:style w:type="paragraph" w:customStyle="1" w:styleId="Bullet2GC">
    <w:name w:val="_Bullet 2_GC"/>
    <w:basedOn w:val="a"/>
    <w:qFormat/>
    <w:rsid w:val="00C17349"/>
    <w:pPr>
      <w:numPr>
        <w:numId w:val="2"/>
      </w:numPr>
      <w:spacing w:after="120"/>
      <w:ind w:right="1134"/>
    </w:pPr>
  </w:style>
  <w:style w:type="paragraph" w:customStyle="1" w:styleId="DashGC">
    <w:name w:val="_Dash_GC"/>
    <w:basedOn w:val="a"/>
    <w:qFormat/>
    <w:rsid w:val="00C17349"/>
    <w:pPr>
      <w:numPr>
        <w:numId w:val="3"/>
      </w:numPr>
      <w:spacing w:after="120"/>
      <w:ind w:right="1134"/>
    </w:pPr>
    <w:rPr>
      <w:lang w:val="fr-CH"/>
    </w:rPr>
  </w:style>
  <w:style w:type="paragraph" w:customStyle="1" w:styleId="a3">
    <w:name w:val="表数文字"/>
    <w:basedOn w:val="a"/>
    <w:qFormat/>
    <w:rsid w:val="00C17349"/>
    <w:pPr>
      <w:tabs>
        <w:tab w:val="left" w:pos="1134"/>
        <w:tab w:val="left" w:pos="1565"/>
        <w:tab w:val="left" w:pos="1996"/>
        <w:tab w:val="left" w:pos="2427"/>
      </w:tabs>
      <w:spacing w:before="40" w:after="40" w:line="240" w:lineRule="atLeast"/>
      <w:ind w:right="113"/>
    </w:pPr>
    <w:rPr>
      <w:sz w:val="18"/>
      <w:szCs w:val="18"/>
    </w:rPr>
  </w:style>
  <w:style w:type="paragraph" w:customStyle="1" w:styleId="a4">
    <w:name w:val="表中标题"/>
    <w:basedOn w:val="a"/>
    <w:qFormat/>
    <w:rsid w:val="00C17349"/>
    <w:pPr>
      <w:tabs>
        <w:tab w:val="left" w:pos="1134"/>
        <w:tab w:val="left" w:pos="1565"/>
        <w:tab w:val="left" w:pos="1996"/>
        <w:tab w:val="left" w:pos="2427"/>
      </w:tabs>
      <w:spacing w:before="80" w:after="80" w:line="200" w:lineRule="exact"/>
      <w:ind w:right="113"/>
    </w:pPr>
    <w:rPr>
      <w:rFonts w:eastAsia="楷体"/>
      <w:sz w:val="18"/>
    </w:rPr>
  </w:style>
  <w:style w:type="paragraph" w:customStyle="1" w:styleId="a5">
    <w:name w:val="表中文字"/>
    <w:basedOn w:val="a"/>
    <w:qFormat/>
    <w:rsid w:val="00C17349"/>
    <w:pPr>
      <w:tabs>
        <w:tab w:val="left" w:pos="1134"/>
        <w:tab w:val="left" w:pos="1565"/>
        <w:tab w:val="left" w:pos="1996"/>
        <w:tab w:val="left" w:pos="2427"/>
      </w:tabs>
      <w:spacing w:before="40" w:line="240" w:lineRule="atLeast"/>
      <w:ind w:right="113"/>
    </w:pPr>
    <w:rPr>
      <w:sz w:val="18"/>
      <w:szCs w:val="18"/>
    </w:rPr>
  </w:style>
  <w:style w:type="paragraph" w:styleId="a6">
    <w:name w:val="footnote text"/>
    <w:aliases w:val="5_G, Car,FA Fu"/>
    <w:basedOn w:val="a"/>
    <w:link w:val="Char"/>
    <w:qFormat/>
    <w:rsid w:val="00B423E7"/>
    <w:pPr>
      <w:keepLines/>
      <w:widowControl w:val="0"/>
      <w:tabs>
        <w:tab w:val="right" w:pos="1021"/>
      </w:tabs>
      <w:overflowPunct/>
      <w:spacing w:after="120" w:line="240" w:lineRule="exact"/>
      <w:ind w:left="1134" w:right="1134" w:hanging="1134"/>
    </w:pPr>
    <w:rPr>
      <w:sz w:val="18"/>
      <w:szCs w:val="18"/>
    </w:rPr>
  </w:style>
  <w:style w:type="character" w:customStyle="1" w:styleId="Char">
    <w:name w:val="脚注文本 Char"/>
    <w:aliases w:val="5_G Char, Car Char,FA Fu Char"/>
    <w:basedOn w:val="a0"/>
    <w:link w:val="a6"/>
    <w:rsid w:val="00B423E7"/>
    <w:rPr>
      <w:snapToGrid w:val="0"/>
      <w:sz w:val="18"/>
      <w:szCs w:val="18"/>
    </w:rPr>
  </w:style>
  <w:style w:type="character" w:styleId="a7">
    <w:name w:val="footnote reference"/>
    <w:aliases w:val="4_G"/>
    <w:basedOn w:val="a0"/>
    <w:qFormat/>
    <w:rsid w:val="000E4D0E"/>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8">
    <w:name w:val="目录段页次"/>
    <w:basedOn w:val="a"/>
    <w:qFormat/>
    <w:rsid w:val="0077079A"/>
    <w:pPr>
      <w:tabs>
        <w:tab w:val="clear" w:pos="431"/>
        <w:tab w:val="right" w:pos="851"/>
        <w:tab w:val="left" w:pos="1134"/>
        <w:tab w:val="left" w:pos="1565"/>
        <w:tab w:val="left" w:pos="1996"/>
        <w:tab w:val="right" w:leader="dot" w:pos="7655"/>
        <w:tab w:val="right" w:pos="8789"/>
        <w:tab w:val="right" w:pos="9554"/>
      </w:tabs>
      <w:ind w:left="1134" w:right="4253" w:hanging="1134"/>
    </w:pPr>
    <w:rPr>
      <w:szCs w:val="21"/>
    </w:rPr>
  </w:style>
  <w:style w:type="paragraph" w:customStyle="1" w:styleId="a9">
    <w:name w:val="目录页次"/>
    <w:basedOn w:val="a"/>
    <w:qFormat/>
    <w:rsid w:val="0077079A"/>
    <w:pPr>
      <w:tabs>
        <w:tab w:val="clear" w:pos="431"/>
        <w:tab w:val="right" w:pos="851"/>
        <w:tab w:val="left" w:pos="1134"/>
        <w:tab w:val="left" w:pos="1565"/>
        <w:tab w:val="left" w:pos="1996"/>
        <w:tab w:val="right" w:leader="dot" w:pos="8789"/>
        <w:tab w:val="right" w:pos="9554"/>
      </w:tabs>
      <w:ind w:left="1134" w:right="3119" w:hanging="1134"/>
    </w:pPr>
    <w:rPr>
      <w:szCs w:val="21"/>
    </w:rPr>
  </w:style>
  <w:style w:type="paragraph" w:customStyle="1" w:styleId="aa">
    <w:name w:val="缩进正文"/>
    <w:basedOn w:val="a"/>
    <w:qFormat/>
    <w:rsid w:val="00427F63"/>
    <w:pPr>
      <w:tabs>
        <w:tab w:val="left" w:pos="1134"/>
        <w:tab w:val="left" w:pos="1565"/>
        <w:tab w:val="left" w:pos="1996"/>
        <w:tab w:val="left" w:pos="2427"/>
      </w:tabs>
      <w:ind w:left="1565" w:right="1134"/>
    </w:pPr>
    <w:rPr>
      <w:szCs w:val="21"/>
    </w:rPr>
  </w:style>
  <w:style w:type="paragraph" w:styleId="ab">
    <w:name w:val="endnote text"/>
    <w:aliases w:val="2_G"/>
    <w:basedOn w:val="a6"/>
    <w:link w:val="Char0"/>
    <w:qFormat/>
    <w:rsid w:val="00B423E7"/>
  </w:style>
  <w:style w:type="character" w:customStyle="1" w:styleId="Char0">
    <w:name w:val="尾注文本 Char"/>
    <w:basedOn w:val="a0"/>
    <w:link w:val="ab"/>
    <w:rsid w:val="00B423E7"/>
    <w:rPr>
      <w:snapToGrid w:val="0"/>
      <w:sz w:val="18"/>
      <w:szCs w:val="18"/>
    </w:rPr>
  </w:style>
  <w:style w:type="character" w:styleId="ac">
    <w:name w:val="endnote reference"/>
    <w:aliases w:val="1_G"/>
    <w:basedOn w:val="a7"/>
    <w:qFormat/>
    <w:rsid w:val="00F714DA"/>
    <w:rPr>
      <w:rFonts w:ascii="Times New Roman" w:eastAsia="Times New Roman" w:hAnsi="Times New Roman"/>
      <w:caps w:val="0"/>
      <w:smallCaps w:val="0"/>
      <w:strike w:val="0"/>
      <w:dstrike w:val="0"/>
      <w:snapToGrid w:val="0"/>
      <w:vanish w:val="0"/>
      <w:color w:val="0000FF"/>
      <w:spacing w:val="0"/>
      <w:w w:val="100"/>
      <w:kern w:val="0"/>
      <w:position w:val="0"/>
      <w:sz w:val="21"/>
      <w:vertAlign w:val="superscript"/>
      <w14:cntxtAlts w14:val="0"/>
    </w:rPr>
  </w:style>
  <w:style w:type="paragraph" w:customStyle="1" w:styleId="ad">
    <w:name w:val="悬挂"/>
    <w:basedOn w:val="a"/>
    <w:qFormat/>
    <w:rsid w:val="00D97B98"/>
    <w:pPr>
      <w:tabs>
        <w:tab w:val="left" w:pos="1134"/>
        <w:tab w:val="left" w:pos="1565"/>
        <w:tab w:val="left" w:pos="1996"/>
        <w:tab w:val="left" w:pos="2427"/>
      </w:tabs>
      <w:spacing w:after="120"/>
      <w:ind w:left="1565" w:right="1134" w:hanging="431"/>
    </w:pPr>
  </w:style>
  <w:style w:type="paragraph" w:styleId="ae">
    <w:name w:val="footer"/>
    <w:aliases w:val="3_G"/>
    <w:basedOn w:val="a"/>
    <w:link w:val="Char1"/>
    <w:qFormat/>
    <w:rsid w:val="007E5DAD"/>
    <w:pPr>
      <w:overflowPunct/>
      <w:spacing w:line="240" w:lineRule="auto"/>
      <w:jc w:val="left"/>
    </w:pPr>
    <w:rPr>
      <w:rFonts w:eastAsia="Times New Roman"/>
      <w:sz w:val="16"/>
      <w:szCs w:val="16"/>
      <w:lang w:val="en-GB" w:eastAsia="en-US"/>
    </w:rPr>
  </w:style>
  <w:style w:type="character" w:customStyle="1" w:styleId="Char1">
    <w:name w:val="页脚 Char"/>
    <w:basedOn w:val="a0"/>
    <w:link w:val="ae"/>
    <w:rsid w:val="007E5DAD"/>
    <w:rPr>
      <w:rFonts w:eastAsia="Times New Roman"/>
      <w:snapToGrid w:val="0"/>
      <w:sz w:val="16"/>
      <w:szCs w:val="16"/>
      <w:lang w:val="en-GB" w:eastAsia="en-US"/>
    </w:rPr>
  </w:style>
  <w:style w:type="character" w:styleId="af">
    <w:name w:val="page number"/>
    <w:aliases w:val="7_G"/>
    <w:basedOn w:val="a0"/>
    <w:qFormat/>
    <w:rsid w:val="007E5DAD"/>
    <w:rPr>
      <w:rFonts w:ascii="Times New Roman" w:hAnsi="Times New Roman"/>
      <w:b/>
      <w:i w:val="0"/>
      <w:snapToGrid w:val="0"/>
      <w:spacing w:val="0"/>
      <w:kern w:val="0"/>
      <w:sz w:val="18"/>
      <w14:cntxtAlts w14:val="0"/>
    </w:rPr>
  </w:style>
  <w:style w:type="paragraph" w:styleId="af0">
    <w:name w:val="header"/>
    <w:aliases w:val="6_G"/>
    <w:basedOn w:val="a"/>
    <w:link w:val="Char2"/>
    <w:qFormat/>
    <w:rsid w:val="007E5DAD"/>
    <w:pPr>
      <w:pBdr>
        <w:bottom w:val="single" w:sz="4" w:space="4" w:color="auto"/>
      </w:pBdr>
      <w:tabs>
        <w:tab w:val="left" w:pos="992"/>
        <w:tab w:val="left" w:pos="5772"/>
        <w:tab w:val="left" w:pos="6634"/>
        <w:tab w:val="left" w:pos="7144"/>
        <w:tab w:val="left" w:pos="7655"/>
        <w:tab w:val="left" w:pos="8165"/>
      </w:tabs>
      <w:overflowPunct/>
      <w:spacing w:line="240" w:lineRule="auto"/>
      <w:jc w:val="left"/>
    </w:pPr>
    <w:rPr>
      <w:rFonts w:eastAsia="Times New Roman"/>
      <w:b/>
      <w:sz w:val="18"/>
      <w:szCs w:val="18"/>
      <w:lang w:val="en-GB" w:eastAsia="en-US"/>
    </w:rPr>
  </w:style>
  <w:style w:type="character" w:customStyle="1" w:styleId="Char2">
    <w:name w:val="页眉 Char"/>
    <w:basedOn w:val="a0"/>
    <w:link w:val="af0"/>
    <w:rsid w:val="007E5DAD"/>
    <w:rPr>
      <w:rFonts w:eastAsia="Times New Roman"/>
      <w:b/>
      <w:snapToGrid w:val="0"/>
      <w:sz w:val="18"/>
      <w:szCs w:val="18"/>
      <w:lang w:val="en-GB" w:eastAsia="en-US"/>
    </w:rPr>
  </w:style>
  <w:style w:type="character" w:customStyle="1" w:styleId="1Char">
    <w:name w:val="标题 1 Char"/>
    <w:basedOn w:val="a0"/>
    <w:link w:val="1"/>
    <w:uiPriority w:val="9"/>
    <w:semiHidden/>
    <w:rsid w:val="00153E86"/>
    <w:rPr>
      <w:rFonts w:ascii="Times New Roman" w:eastAsia="Times New Roman" w:hAnsi="Times New Roman" w:cs="Times New Roman"/>
      <w:b/>
      <w:bCs/>
      <w:color w:val="365F91" w:themeColor="accent1" w:themeShade="BF"/>
      <w:sz w:val="28"/>
      <w:szCs w:val="28"/>
    </w:rPr>
  </w:style>
  <w:style w:type="character" w:customStyle="1" w:styleId="2Char">
    <w:name w:val="标题 2 Char"/>
    <w:basedOn w:val="a0"/>
    <w:link w:val="2"/>
    <w:uiPriority w:val="9"/>
    <w:semiHidden/>
    <w:rsid w:val="00153E86"/>
    <w:rPr>
      <w:rFonts w:ascii="Times New Roman" w:eastAsia="Times New Roman" w:hAnsi="Times New Roman" w:cs="Times New Roman"/>
      <w:b/>
      <w:bCs/>
      <w:color w:val="4F81BD" w:themeColor="accent1"/>
      <w:sz w:val="26"/>
      <w:szCs w:val="26"/>
    </w:rPr>
  </w:style>
  <w:style w:type="character" w:customStyle="1" w:styleId="3Char">
    <w:name w:val="标题 3 Char"/>
    <w:basedOn w:val="a0"/>
    <w:link w:val="3"/>
    <w:uiPriority w:val="9"/>
    <w:semiHidden/>
    <w:rsid w:val="00153E86"/>
    <w:rPr>
      <w:rFonts w:ascii="Times New Roman" w:eastAsia="Times New Roman" w:hAnsi="Times New Roman" w:cs="Times New Roman"/>
      <w:b/>
      <w:bCs/>
      <w:color w:val="4F81BD" w:themeColor="accent1"/>
    </w:rPr>
  </w:style>
  <w:style w:type="character" w:customStyle="1" w:styleId="4Char">
    <w:name w:val="标题 4 Char"/>
    <w:basedOn w:val="a0"/>
    <w:link w:val="4"/>
    <w:uiPriority w:val="9"/>
    <w:semiHidden/>
    <w:rsid w:val="00153E86"/>
    <w:rPr>
      <w:rFonts w:ascii="Times New Roman" w:eastAsia="Times New Roman" w:hAnsi="Times New Roman" w:cs="Times New Roman"/>
      <w:b/>
      <w:bCs/>
      <w:i/>
      <w:iCs/>
      <w:color w:val="4F81BD" w:themeColor="accent1"/>
    </w:rPr>
  </w:style>
  <w:style w:type="character" w:customStyle="1" w:styleId="5Char">
    <w:name w:val="标题 5 Char"/>
    <w:basedOn w:val="a0"/>
    <w:link w:val="5"/>
    <w:uiPriority w:val="9"/>
    <w:semiHidden/>
    <w:rsid w:val="00153E86"/>
    <w:rPr>
      <w:rFonts w:ascii="Times New Roman" w:eastAsia="Times New Roman" w:hAnsi="Times New Roman" w:cs="Times New Roman"/>
      <w:color w:val="243F60" w:themeColor="accent1" w:themeShade="7F"/>
    </w:rPr>
  </w:style>
  <w:style w:type="character" w:customStyle="1" w:styleId="6Char">
    <w:name w:val="标题 6 Char"/>
    <w:basedOn w:val="a0"/>
    <w:link w:val="6"/>
    <w:uiPriority w:val="9"/>
    <w:semiHidden/>
    <w:rsid w:val="00153E86"/>
    <w:rPr>
      <w:rFonts w:ascii="Times New Roman" w:eastAsia="Times New Roman" w:hAnsi="Times New Roman" w:cs="Times New Roman"/>
      <w:i/>
      <w:iCs/>
      <w:color w:val="243F60" w:themeColor="accent1" w:themeShade="7F"/>
    </w:rPr>
  </w:style>
  <w:style w:type="character" w:customStyle="1" w:styleId="7Char">
    <w:name w:val="标题 7 Char"/>
    <w:basedOn w:val="a0"/>
    <w:link w:val="7"/>
    <w:uiPriority w:val="9"/>
    <w:semiHidden/>
    <w:rsid w:val="00153E86"/>
    <w:rPr>
      <w:rFonts w:ascii="Times New Roman" w:eastAsia="Times New Roman" w:hAnsi="Times New Roman" w:cs="Times New Roman"/>
      <w:i/>
      <w:iCs/>
      <w:color w:val="404040" w:themeColor="text1" w:themeTint="BF"/>
    </w:rPr>
  </w:style>
  <w:style w:type="character" w:customStyle="1" w:styleId="8Char">
    <w:name w:val="标题 8 Char"/>
    <w:basedOn w:val="a0"/>
    <w:link w:val="8"/>
    <w:uiPriority w:val="9"/>
    <w:semiHidden/>
    <w:rsid w:val="00153E86"/>
    <w:rPr>
      <w:rFonts w:ascii="Times New Roman" w:eastAsia="Times New Roman" w:hAnsi="Times New Roman" w:cs="Times New Roman"/>
      <w:color w:val="4F81BD" w:themeColor="accent1"/>
      <w:sz w:val="20"/>
      <w:szCs w:val="20"/>
    </w:rPr>
  </w:style>
  <w:style w:type="character" w:customStyle="1" w:styleId="9Char">
    <w:name w:val="标题 9 Char"/>
    <w:basedOn w:val="a0"/>
    <w:link w:val="9"/>
    <w:uiPriority w:val="9"/>
    <w:semiHidden/>
    <w:rsid w:val="00153E86"/>
    <w:rPr>
      <w:rFonts w:ascii="Times New Roman" w:eastAsia="Times New Roman" w:hAnsi="Times New Roman" w:cs="Times New Roman"/>
      <w:i/>
      <w:iCs/>
      <w:color w:val="404040" w:themeColor="text1" w:themeTint="BF"/>
      <w:sz w:val="20"/>
      <w:szCs w:val="20"/>
    </w:rPr>
  </w:style>
  <w:style w:type="paragraph" w:styleId="af1">
    <w:name w:val="Balloon Text"/>
    <w:basedOn w:val="a"/>
    <w:link w:val="Char3"/>
    <w:semiHidden/>
    <w:unhideWhenUsed/>
    <w:rsid w:val="0093206A"/>
    <w:pPr>
      <w:spacing w:line="240" w:lineRule="auto"/>
    </w:pPr>
    <w:rPr>
      <w:sz w:val="18"/>
      <w:szCs w:val="18"/>
    </w:rPr>
  </w:style>
  <w:style w:type="character" w:customStyle="1" w:styleId="Char3">
    <w:name w:val="批注框文本 Char"/>
    <w:basedOn w:val="a0"/>
    <w:link w:val="af1"/>
    <w:uiPriority w:val="99"/>
    <w:semiHidden/>
    <w:rsid w:val="0093206A"/>
    <w:rPr>
      <w:snapToGrid w:val="0"/>
      <w:sz w:val="18"/>
      <w:szCs w:val="18"/>
    </w:rPr>
  </w:style>
  <w:style w:type="character" w:styleId="af2">
    <w:name w:val="Hyperlink"/>
    <w:basedOn w:val="a0"/>
    <w:uiPriority w:val="99"/>
    <w:rsid w:val="0093206A"/>
    <w:rPr>
      <w:color w:val="0000FF" w:themeColor="hyperlink"/>
      <w:u w:val="none"/>
    </w:rPr>
  </w:style>
  <w:style w:type="character" w:styleId="af3">
    <w:name w:val="FollowedHyperlink"/>
    <w:basedOn w:val="a0"/>
    <w:uiPriority w:val="99"/>
    <w:semiHidden/>
    <w:rsid w:val="0093206A"/>
    <w:rPr>
      <w:color w:val="0000FF"/>
      <w:u w:val="none"/>
    </w:rPr>
  </w:style>
  <w:style w:type="paragraph" w:customStyle="1" w:styleId="HMG">
    <w:name w:val="_ H __M_G"/>
    <w:basedOn w:val="a"/>
    <w:next w:val="a"/>
    <w:rsid w:val="0011635B"/>
    <w:pPr>
      <w:keepNext/>
      <w:keepLines/>
      <w:tabs>
        <w:tab w:val="clear" w:pos="431"/>
        <w:tab w:val="right" w:pos="851"/>
      </w:tabs>
      <w:suppressAutoHyphens/>
      <w:overflowPunct/>
      <w:adjustRightInd/>
      <w:snapToGrid/>
      <w:spacing w:before="240" w:after="240" w:line="360" w:lineRule="exact"/>
      <w:ind w:left="1134" w:right="1134" w:hanging="1134"/>
      <w:jc w:val="left"/>
    </w:pPr>
    <w:rPr>
      <w:b/>
      <w:snapToGrid/>
      <w:sz w:val="34"/>
      <w:lang w:val="en-GB" w:eastAsia="en-US"/>
    </w:rPr>
  </w:style>
  <w:style w:type="paragraph" w:customStyle="1" w:styleId="HChG">
    <w:name w:val="_ H _Ch_G"/>
    <w:basedOn w:val="a"/>
    <w:next w:val="a"/>
    <w:rsid w:val="0011635B"/>
    <w:pPr>
      <w:keepNext/>
      <w:keepLines/>
      <w:tabs>
        <w:tab w:val="clear" w:pos="431"/>
        <w:tab w:val="right" w:pos="851"/>
      </w:tabs>
      <w:suppressAutoHyphens/>
      <w:overflowPunct/>
      <w:adjustRightInd/>
      <w:snapToGrid/>
      <w:spacing w:before="360" w:after="240" w:line="300" w:lineRule="exact"/>
      <w:ind w:left="1134" w:right="1134" w:hanging="1134"/>
      <w:jc w:val="left"/>
    </w:pPr>
    <w:rPr>
      <w:b/>
      <w:snapToGrid/>
      <w:sz w:val="28"/>
      <w:lang w:val="en-GB" w:eastAsia="en-US"/>
    </w:rPr>
  </w:style>
  <w:style w:type="paragraph" w:customStyle="1" w:styleId="ParaNoG">
    <w:name w:val="_ParaNo._G"/>
    <w:basedOn w:val="SingleTxtG"/>
    <w:rsid w:val="0011635B"/>
    <w:pPr>
      <w:numPr>
        <w:numId w:val="6"/>
      </w:numPr>
      <w:tabs>
        <w:tab w:val="clear" w:pos="0"/>
        <w:tab w:val="num" w:pos="1701"/>
      </w:tabs>
      <w:ind w:left="1701" w:hanging="170"/>
    </w:pPr>
  </w:style>
  <w:style w:type="paragraph" w:customStyle="1" w:styleId="SingleTxtG">
    <w:name w:val="_ Single Txt_G"/>
    <w:basedOn w:val="a"/>
    <w:link w:val="SingleTxtGChar"/>
    <w:rsid w:val="0011635B"/>
    <w:pPr>
      <w:tabs>
        <w:tab w:val="clear" w:pos="431"/>
      </w:tabs>
      <w:suppressAutoHyphens/>
      <w:overflowPunct/>
      <w:adjustRightInd/>
      <w:snapToGrid/>
      <w:spacing w:after="120" w:line="240" w:lineRule="atLeast"/>
      <w:ind w:left="1134" w:right="1134"/>
    </w:pPr>
    <w:rPr>
      <w:snapToGrid/>
      <w:sz w:val="20"/>
      <w:lang w:val="en-GB" w:eastAsia="en-US"/>
    </w:rPr>
  </w:style>
  <w:style w:type="paragraph" w:customStyle="1" w:styleId="SMG">
    <w:name w:val="__S_M_G"/>
    <w:basedOn w:val="a"/>
    <w:next w:val="a"/>
    <w:rsid w:val="0011635B"/>
    <w:pPr>
      <w:keepNext/>
      <w:keepLines/>
      <w:tabs>
        <w:tab w:val="clear" w:pos="431"/>
      </w:tabs>
      <w:suppressAutoHyphens/>
      <w:overflowPunct/>
      <w:adjustRightInd/>
      <w:snapToGrid/>
      <w:spacing w:before="240" w:after="240" w:line="420" w:lineRule="exact"/>
      <w:ind w:left="1134" w:right="1134"/>
      <w:jc w:val="left"/>
    </w:pPr>
    <w:rPr>
      <w:b/>
      <w:snapToGrid/>
      <w:sz w:val="40"/>
      <w:lang w:val="en-GB" w:eastAsia="en-US"/>
    </w:rPr>
  </w:style>
  <w:style w:type="paragraph" w:customStyle="1" w:styleId="SLG">
    <w:name w:val="__S_L_G"/>
    <w:basedOn w:val="a"/>
    <w:next w:val="a"/>
    <w:rsid w:val="0011635B"/>
    <w:pPr>
      <w:keepNext/>
      <w:keepLines/>
      <w:tabs>
        <w:tab w:val="clear" w:pos="431"/>
      </w:tabs>
      <w:suppressAutoHyphens/>
      <w:overflowPunct/>
      <w:adjustRightInd/>
      <w:snapToGrid/>
      <w:spacing w:before="240" w:after="240" w:line="580" w:lineRule="exact"/>
      <w:ind w:left="1134" w:right="1134"/>
      <w:jc w:val="left"/>
    </w:pPr>
    <w:rPr>
      <w:b/>
      <w:snapToGrid/>
      <w:sz w:val="56"/>
      <w:lang w:val="en-GB" w:eastAsia="en-US"/>
    </w:rPr>
  </w:style>
  <w:style w:type="paragraph" w:customStyle="1" w:styleId="SSG">
    <w:name w:val="__S_S_G"/>
    <w:basedOn w:val="a"/>
    <w:next w:val="a"/>
    <w:rsid w:val="0011635B"/>
    <w:pPr>
      <w:keepNext/>
      <w:keepLines/>
      <w:tabs>
        <w:tab w:val="clear" w:pos="431"/>
      </w:tabs>
      <w:suppressAutoHyphens/>
      <w:overflowPunct/>
      <w:adjustRightInd/>
      <w:snapToGrid/>
      <w:spacing w:before="240" w:after="240" w:line="300" w:lineRule="exact"/>
      <w:ind w:left="1134" w:right="1134"/>
      <w:jc w:val="left"/>
    </w:pPr>
    <w:rPr>
      <w:b/>
      <w:snapToGrid/>
      <w:sz w:val="28"/>
      <w:lang w:val="en-GB" w:eastAsia="en-US"/>
    </w:rPr>
  </w:style>
  <w:style w:type="paragraph" w:customStyle="1" w:styleId="XLargeG">
    <w:name w:val="__XLarge_G"/>
    <w:basedOn w:val="a"/>
    <w:next w:val="a"/>
    <w:rsid w:val="0011635B"/>
    <w:pPr>
      <w:keepNext/>
      <w:keepLines/>
      <w:tabs>
        <w:tab w:val="clear" w:pos="431"/>
      </w:tabs>
      <w:suppressAutoHyphens/>
      <w:overflowPunct/>
      <w:adjustRightInd/>
      <w:snapToGrid/>
      <w:spacing w:before="240" w:after="240" w:line="420" w:lineRule="exact"/>
      <w:ind w:left="1134" w:right="1134"/>
      <w:jc w:val="left"/>
    </w:pPr>
    <w:rPr>
      <w:b/>
      <w:snapToGrid/>
      <w:sz w:val="40"/>
      <w:lang w:val="en-GB" w:eastAsia="en-US"/>
    </w:rPr>
  </w:style>
  <w:style w:type="paragraph" w:customStyle="1" w:styleId="Bullet1G">
    <w:name w:val="_Bullet 1_G"/>
    <w:basedOn w:val="a"/>
    <w:rsid w:val="0011635B"/>
    <w:pPr>
      <w:tabs>
        <w:tab w:val="clear" w:pos="431"/>
        <w:tab w:val="num" w:pos="1701"/>
      </w:tabs>
      <w:suppressAutoHyphens/>
      <w:overflowPunct/>
      <w:adjustRightInd/>
      <w:snapToGrid/>
      <w:spacing w:after="120" w:line="240" w:lineRule="atLeast"/>
      <w:ind w:left="1701" w:right="1134" w:hanging="170"/>
    </w:pPr>
    <w:rPr>
      <w:snapToGrid/>
      <w:sz w:val="20"/>
      <w:lang w:val="en-GB" w:eastAsia="en-US"/>
    </w:rPr>
  </w:style>
  <w:style w:type="table" w:styleId="af4">
    <w:name w:val="Table Grid"/>
    <w:basedOn w:val="a1"/>
    <w:rsid w:val="0011635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11635B"/>
    <w:rPr>
      <w:lang w:val="en-GB" w:eastAsia="en-US"/>
    </w:rPr>
  </w:style>
  <w:style w:type="paragraph" w:customStyle="1" w:styleId="Default">
    <w:name w:val="Default"/>
    <w:rsid w:val="0011635B"/>
    <w:pPr>
      <w:autoSpaceDE w:val="0"/>
      <w:autoSpaceDN w:val="0"/>
      <w:adjustRightInd w:val="0"/>
    </w:pPr>
    <w:rPr>
      <w:color w:val="000000"/>
      <w:sz w:val="24"/>
      <w:szCs w:val="24"/>
      <w:lang w:val="en-GB" w:eastAsia="en-GB"/>
    </w:rPr>
  </w:style>
  <w:style w:type="paragraph" w:customStyle="1" w:styleId="Bullet2G">
    <w:name w:val="_Bullet 2_G"/>
    <w:basedOn w:val="a"/>
    <w:rsid w:val="0011635B"/>
    <w:pPr>
      <w:tabs>
        <w:tab w:val="clear" w:pos="431"/>
        <w:tab w:val="num" w:pos="2268"/>
      </w:tabs>
      <w:suppressAutoHyphens/>
      <w:overflowPunct/>
      <w:adjustRightInd/>
      <w:snapToGrid/>
      <w:spacing w:after="120" w:line="240" w:lineRule="atLeast"/>
      <w:ind w:left="2268" w:right="1134" w:hanging="170"/>
    </w:pPr>
    <w:rPr>
      <w:snapToGrid/>
      <w:sz w:val="20"/>
      <w:lang w:val="en-GB" w:eastAsia="en-US"/>
    </w:rPr>
  </w:style>
  <w:style w:type="paragraph" w:customStyle="1" w:styleId="H1G">
    <w:name w:val="_ H_1_G"/>
    <w:basedOn w:val="a"/>
    <w:next w:val="a"/>
    <w:link w:val="H1GChar"/>
    <w:rsid w:val="0011635B"/>
    <w:pPr>
      <w:keepNext/>
      <w:keepLines/>
      <w:tabs>
        <w:tab w:val="clear" w:pos="431"/>
        <w:tab w:val="right" w:pos="851"/>
      </w:tabs>
      <w:suppressAutoHyphens/>
      <w:overflowPunct/>
      <w:adjustRightInd/>
      <w:snapToGrid/>
      <w:spacing w:before="360" w:after="240" w:line="270" w:lineRule="exact"/>
      <w:ind w:left="1134" w:right="1134" w:hanging="1134"/>
      <w:jc w:val="left"/>
    </w:pPr>
    <w:rPr>
      <w:b/>
      <w:snapToGrid/>
      <w:sz w:val="24"/>
      <w:lang w:val="x-none" w:eastAsia="en-US"/>
    </w:rPr>
  </w:style>
  <w:style w:type="paragraph" w:customStyle="1" w:styleId="H23G">
    <w:name w:val="_ H_2/3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b/>
      <w:snapToGrid/>
      <w:sz w:val="20"/>
      <w:lang w:val="en-GB" w:eastAsia="en-US"/>
    </w:rPr>
  </w:style>
  <w:style w:type="paragraph" w:customStyle="1" w:styleId="H4G">
    <w:name w:val="_ H_4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i/>
      <w:snapToGrid/>
      <w:sz w:val="20"/>
      <w:lang w:val="en-GB" w:eastAsia="en-US"/>
    </w:rPr>
  </w:style>
  <w:style w:type="paragraph" w:customStyle="1" w:styleId="H56G">
    <w:name w:val="_ H_5/6_G"/>
    <w:basedOn w:val="a"/>
    <w:next w:val="a"/>
    <w:rsid w:val="0011635B"/>
    <w:pPr>
      <w:keepNext/>
      <w:keepLines/>
      <w:tabs>
        <w:tab w:val="clear" w:pos="431"/>
        <w:tab w:val="right" w:pos="851"/>
      </w:tabs>
      <w:suppressAutoHyphens/>
      <w:overflowPunct/>
      <w:adjustRightInd/>
      <w:snapToGrid/>
      <w:spacing w:before="240" w:after="120" w:line="240" w:lineRule="exact"/>
      <w:ind w:left="1134" w:right="1134" w:hanging="1134"/>
      <w:jc w:val="left"/>
    </w:pPr>
    <w:rPr>
      <w:snapToGrid/>
      <w:sz w:val="20"/>
      <w:lang w:val="en-GB" w:eastAsia="en-US"/>
    </w:rPr>
  </w:style>
  <w:style w:type="numbering" w:styleId="1111110">
    <w:name w:val="Outline List 2"/>
    <w:basedOn w:val="a2"/>
    <w:semiHidden/>
    <w:rsid w:val="0011635B"/>
    <w:pPr>
      <w:numPr>
        <w:numId w:val="4"/>
      </w:numPr>
    </w:pPr>
  </w:style>
  <w:style w:type="numbering" w:styleId="111111">
    <w:name w:val="Outline List 1"/>
    <w:basedOn w:val="a2"/>
    <w:semiHidden/>
    <w:rsid w:val="0011635B"/>
    <w:pPr>
      <w:numPr>
        <w:numId w:val="5"/>
      </w:numPr>
    </w:pPr>
  </w:style>
  <w:style w:type="character" w:customStyle="1" w:styleId="FootnoteTextChar1">
    <w:name w:val="Footnote Text Char1"/>
    <w:aliases w:val="5_G Char1"/>
    <w:semiHidden/>
    <w:rsid w:val="0011635B"/>
    <w:rPr>
      <w:sz w:val="18"/>
      <w:lang w:val="en-GB" w:eastAsia="en-US" w:bidi="ar-SA"/>
    </w:rPr>
  </w:style>
  <w:style w:type="character" w:customStyle="1" w:styleId="apple-style-span">
    <w:name w:val="apple-style-span"/>
    <w:rsid w:val="0011635B"/>
  </w:style>
  <w:style w:type="character" w:customStyle="1" w:styleId="apple-converted-space">
    <w:name w:val="apple-converted-space"/>
    <w:rsid w:val="0011635B"/>
  </w:style>
  <w:style w:type="character" w:styleId="af5">
    <w:name w:val="Strong"/>
    <w:uiPriority w:val="22"/>
    <w:qFormat/>
    <w:rsid w:val="0011635B"/>
    <w:rPr>
      <w:b/>
      <w:bCs/>
    </w:rPr>
  </w:style>
  <w:style w:type="character" w:customStyle="1" w:styleId="H1GChar">
    <w:name w:val="_ H_1_G Char"/>
    <w:link w:val="H1G"/>
    <w:rsid w:val="0011635B"/>
    <w:rPr>
      <w:b/>
      <w:sz w:val="24"/>
      <w:lang w:val="x-none" w:eastAsia="en-US"/>
    </w:rPr>
  </w:style>
  <w:style w:type="character" w:styleId="af6">
    <w:name w:val="annotation reference"/>
    <w:rsid w:val="0011635B"/>
    <w:rPr>
      <w:sz w:val="16"/>
      <w:szCs w:val="16"/>
    </w:rPr>
  </w:style>
  <w:style w:type="paragraph" w:styleId="af7">
    <w:name w:val="annotation text"/>
    <w:basedOn w:val="a"/>
    <w:link w:val="Char4"/>
    <w:rsid w:val="0011635B"/>
    <w:pPr>
      <w:tabs>
        <w:tab w:val="clear" w:pos="431"/>
      </w:tabs>
      <w:suppressAutoHyphens/>
      <w:overflowPunct/>
      <w:adjustRightInd/>
      <w:snapToGrid/>
      <w:spacing w:line="240" w:lineRule="atLeast"/>
      <w:jc w:val="left"/>
    </w:pPr>
    <w:rPr>
      <w:snapToGrid/>
      <w:sz w:val="20"/>
      <w:lang w:val="x-none" w:eastAsia="en-US"/>
    </w:rPr>
  </w:style>
  <w:style w:type="character" w:customStyle="1" w:styleId="Char4">
    <w:name w:val="批注文字 Char"/>
    <w:basedOn w:val="a0"/>
    <w:link w:val="af7"/>
    <w:rsid w:val="0011635B"/>
    <w:rPr>
      <w:lang w:val="x-none" w:eastAsia="en-US"/>
    </w:rPr>
  </w:style>
  <w:style w:type="paragraph" w:styleId="af8">
    <w:name w:val="annotation subject"/>
    <w:basedOn w:val="af7"/>
    <w:next w:val="af7"/>
    <w:link w:val="Char5"/>
    <w:rsid w:val="0011635B"/>
    <w:rPr>
      <w:b/>
      <w:bCs/>
    </w:rPr>
  </w:style>
  <w:style w:type="character" w:customStyle="1" w:styleId="Char5">
    <w:name w:val="批注主题 Char"/>
    <w:basedOn w:val="Char4"/>
    <w:link w:val="af8"/>
    <w:rsid w:val="0011635B"/>
    <w:rPr>
      <w:b/>
      <w:bCs/>
      <w:lang w:val="x-none" w:eastAsia="en-US"/>
    </w:rPr>
  </w:style>
  <w:style w:type="character" w:styleId="af9">
    <w:name w:val="Emphasis"/>
    <w:qFormat/>
    <w:rsid w:val="0011635B"/>
    <w:rPr>
      <w:i/>
      <w:iCs/>
    </w:rPr>
  </w:style>
  <w:style w:type="paragraph" w:styleId="afa">
    <w:name w:val="envelope return"/>
    <w:basedOn w:val="a"/>
    <w:semiHidden/>
    <w:rsid w:val="0011635B"/>
    <w:pPr>
      <w:tabs>
        <w:tab w:val="clear" w:pos="431"/>
      </w:tabs>
      <w:suppressAutoHyphens/>
      <w:overflowPunct/>
      <w:adjustRightInd/>
      <w:snapToGrid/>
      <w:spacing w:line="240" w:lineRule="atLeast"/>
      <w:jc w:val="left"/>
    </w:pPr>
    <w:rPr>
      <w:rFonts w:ascii="Arial" w:hAnsi="Arial" w:cs="Arial"/>
      <w:snapToGrid/>
      <w:sz w:val="20"/>
      <w:lang w:val="en-GB" w:eastAsia="en-US"/>
    </w:rPr>
  </w:style>
  <w:style w:type="character" w:styleId="HTML">
    <w:name w:val="HTML Acronym"/>
    <w:basedOn w:val="a0"/>
    <w:semiHidden/>
    <w:rsid w:val="0011635B"/>
  </w:style>
  <w:style w:type="paragraph" w:styleId="afb">
    <w:name w:val="Normal (Web)"/>
    <w:basedOn w:val="a"/>
    <w:uiPriority w:val="99"/>
    <w:unhideWhenUsed/>
    <w:rsid w:val="0011635B"/>
    <w:pPr>
      <w:tabs>
        <w:tab w:val="clear" w:pos="431"/>
      </w:tabs>
      <w:overflowPunct/>
      <w:adjustRightInd/>
      <w:snapToGrid/>
      <w:spacing w:before="100" w:beforeAutospacing="1" w:after="100" w:afterAutospacing="1" w:line="240" w:lineRule="auto"/>
      <w:jc w:val="left"/>
    </w:pPr>
    <w:rPr>
      <w:rFonts w:ascii="Times" w:hAnsi="Times"/>
      <w:snapToGrid/>
      <w:sz w:val="20"/>
      <w:lang w:val="fr-FR" w:eastAsia="fr-FR"/>
    </w:rPr>
  </w:style>
  <w:style w:type="character" w:customStyle="1" w:styleId="H1GCChar">
    <w:name w:val="_ H_1_GC Char"/>
    <w:link w:val="H1GC"/>
    <w:rsid w:val="0011635B"/>
    <w:rPr>
      <w:rFonts w:eastAsia="黑体"/>
      <w:snapToGrid w:val="0"/>
      <w:sz w:val="24"/>
      <w:szCs w:val="24"/>
    </w:rPr>
  </w:style>
  <w:style w:type="character" w:customStyle="1" w:styleId="H23GCChar">
    <w:name w:val="_ H_2/3_GC Char"/>
    <w:link w:val="H23GC"/>
    <w:rsid w:val="0011635B"/>
    <w:rPr>
      <w:rFonts w:eastAsia="黑体"/>
      <w:sz w:val="22"/>
      <w:szCs w:val="22"/>
    </w:rPr>
  </w:style>
  <w:style w:type="paragraph" w:styleId="afc">
    <w:name w:val="envelope address"/>
    <w:basedOn w:val="a"/>
    <w:semiHidden/>
    <w:rsid w:val="0011635B"/>
    <w:pPr>
      <w:framePr w:w="7920" w:h="1980" w:hRule="exact" w:hSpace="180" w:wrap="auto" w:hAnchor="page" w:xAlign="center" w:yAlign="bottom"/>
      <w:tabs>
        <w:tab w:val="clear" w:pos="431"/>
      </w:tabs>
      <w:suppressAutoHyphens/>
      <w:overflowPunct/>
      <w:adjustRightInd/>
      <w:snapToGrid/>
      <w:spacing w:line="240" w:lineRule="atLeast"/>
      <w:ind w:left="2880"/>
      <w:jc w:val="left"/>
    </w:pPr>
    <w:rPr>
      <w:rFonts w:ascii="Arial" w:hAnsi="Arial" w:cs="Arial"/>
      <w:snapToGrid/>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DFC973-CA2E-4777-BEFD-7F62F8A14CE8}"/>
</file>

<file path=customXml/itemProps2.xml><?xml version="1.0" encoding="utf-8"?>
<ds:datastoreItem xmlns:ds="http://schemas.openxmlformats.org/officeDocument/2006/customXml" ds:itemID="{58285DCA-D44C-4515-A0BD-8EA22E32E4C5}"/>
</file>

<file path=customXml/itemProps3.xml><?xml version="1.0" encoding="utf-8"?>
<ds:datastoreItem xmlns:ds="http://schemas.openxmlformats.org/officeDocument/2006/customXml" ds:itemID="{CE90128A-EB04-4DBD-8E99-65D6C754DC6C}"/>
</file>

<file path=customXml/itemProps4.xml><?xml version="1.0" encoding="utf-8"?>
<ds:datastoreItem xmlns:ds="http://schemas.openxmlformats.org/officeDocument/2006/customXml" ds:itemID="{3967BC9D-8208-4390-831A-FE1D652667FC}"/>
</file>

<file path=docProps/app.xml><?xml version="1.0" encoding="utf-8"?>
<Properties xmlns="http://schemas.openxmlformats.org/officeDocument/2006/extended-properties" xmlns:vt="http://schemas.openxmlformats.org/officeDocument/2006/docPropsVTypes">
  <Template>A.dotm</Template>
  <TotalTime>0</TotalTime>
  <Pages>11</Pages>
  <Words>8240</Words>
  <Characters>9078</Characters>
  <Application>Microsoft Office Word</Application>
  <DocSecurity>0</DocSecurity>
  <Lines>330</Lines>
  <Paragraphs>134</Paragraphs>
  <ScaleCrop>false</ScaleCrop>
  <Company>DCM</Company>
  <LinksUpToDate>false</LinksUpToDate>
  <CharactersWithSpaces>9324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1510568</dc:title>
  <dc:subject>A/HRC/AC/15/1/Add.1</dc:subject>
  <dc:creator>rnie</dc:creator>
  <cp:keywords/>
  <dc:description/>
  <cp:lastModifiedBy>NIE R.Z</cp:lastModifiedBy>
  <cp:revision>2</cp:revision>
  <cp:lastPrinted>2015-06-04T14:45:00Z</cp:lastPrinted>
  <dcterms:created xsi:type="dcterms:W3CDTF">2015-06-04T15:29:00Z</dcterms:created>
  <dcterms:modified xsi:type="dcterms:W3CDTF">2015-06-04T15:29:00Z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2957900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