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14:paraId="5F62F7AE" w14:textId="77777777" w:rsidTr="00E806EE">
        <w:trPr>
          <w:trHeight w:val="851"/>
        </w:trPr>
        <w:tc>
          <w:tcPr>
            <w:tcW w:w="1259" w:type="dxa"/>
            <w:tcBorders>
              <w:top w:val="nil"/>
              <w:left w:val="nil"/>
              <w:bottom w:val="single" w:sz="4" w:space="0" w:color="auto"/>
              <w:right w:val="nil"/>
            </w:tcBorders>
          </w:tcPr>
          <w:p w14:paraId="4B271378" w14:textId="7CCCE495" w:rsidR="00446DE4" w:rsidRPr="00E806EE"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3522BBFC" w14:textId="4151DE60"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109280C6" w14:textId="77777777" w:rsidR="00446DE4" w:rsidRPr="00DE3EC0" w:rsidRDefault="005D0BA8" w:rsidP="00820215">
            <w:pPr>
              <w:jc w:val="right"/>
            </w:pPr>
            <w:r w:rsidRPr="005D0BA8">
              <w:rPr>
                <w:sz w:val="40"/>
              </w:rPr>
              <w:t>A</w:t>
            </w:r>
            <w:r w:rsidR="00077C33">
              <w:t>/HRC/32/38</w:t>
            </w:r>
          </w:p>
        </w:tc>
      </w:tr>
      <w:tr w:rsidR="003107FA" w14:paraId="31ADC99C" w14:textId="77777777" w:rsidTr="00E806EE">
        <w:trPr>
          <w:trHeight w:val="2835"/>
        </w:trPr>
        <w:tc>
          <w:tcPr>
            <w:tcW w:w="1259" w:type="dxa"/>
            <w:tcBorders>
              <w:top w:val="single" w:sz="4" w:space="0" w:color="auto"/>
              <w:left w:val="nil"/>
              <w:bottom w:val="single" w:sz="12" w:space="0" w:color="auto"/>
              <w:right w:val="nil"/>
            </w:tcBorders>
          </w:tcPr>
          <w:p w14:paraId="72C4C08C" w14:textId="5908CA9D"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14:paraId="011BC21C" w14:textId="7D08CB6A" w:rsidR="003107FA" w:rsidRPr="00B3317B" w:rsidRDefault="00BD4895" w:rsidP="00EF5BDB">
            <w:pPr>
              <w:spacing w:before="120" w:line="420" w:lineRule="exact"/>
              <w:rPr>
                <w:b/>
                <w:sz w:val="40"/>
                <w:szCs w:val="40"/>
              </w:rPr>
            </w:pPr>
            <w:r>
              <w:rPr>
                <w:b/>
                <w:sz w:val="40"/>
                <w:szCs w:val="40"/>
              </w:rPr>
              <w:t>Advance E</w:t>
            </w:r>
            <w:bookmarkStart w:id="0" w:name="_GoBack"/>
            <w:bookmarkEnd w:id="0"/>
            <w:r>
              <w:rPr>
                <w:b/>
                <w:sz w:val="40"/>
                <w:szCs w:val="40"/>
              </w:rPr>
              <w:t>dited Version</w:t>
            </w:r>
          </w:p>
        </w:tc>
        <w:tc>
          <w:tcPr>
            <w:tcW w:w="2930" w:type="dxa"/>
            <w:tcBorders>
              <w:top w:val="single" w:sz="4" w:space="0" w:color="auto"/>
              <w:left w:val="nil"/>
              <w:bottom w:val="single" w:sz="12" w:space="0" w:color="auto"/>
              <w:right w:val="nil"/>
            </w:tcBorders>
          </w:tcPr>
          <w:p w14:paraId="20F25A68" w14:textId="77777777" w:rsidR="003107FA" w:rsidRDefault="005D0BA8" w:rsidP="005D0BA8">
            <w:pPr>
              <w:spacing w:before="240" w:line="240" w:lineRule="exact"/>
            </w:pPr>
            <w:r>
              <w:t>Distr.: General</w:t>
            </w:r>
          </w:p>
          <w:p w14:paraId="0C82FE09" w14:textId="77C48BAD" w:rsidR="005D0BA8" w:rsidRDefault="00F56AF4" w:rsidP="005D0BA8">
            <w:pPr>
              <w:spacing w:line="240" w:lineRule="exact"/>
            </w:pPr>
            <w:r>
              <w:t>1</w:t>
            </w:r>
            <w:r w:rsidR="000C1522">
              <w:t>1</w:t>
            </w:r>
            <w:r w:rsidR="00AA7119">
              <w:t xml:space="preserve"> </w:t>
            </w:r>
            <w:r w:rsidR="00960705">
              <w:t xml:space="preserve">May </w:t>
            </w:r>
            <w:r w:rsidR="00820215">
              <w:t>2016</w:t>
            </w:r>
          </w:p>
          <w:p w14:paraId="18584B5E" w14:textId="77777777" w:rsidR="005D0BA8" w:rsidRDefault="005D0BA8" w:rsidP="005D0BA8">
            <w:pPr>
              <w:spacing w:line="240" w:lineRule="exact"/>
            </w:pPr>
          </w:p>
          <w:p w14:paraId="0E5017CD" w14:textId="77777777" w:rsidR="005D0BA8" w:rsidRDefault="00016965" w:rsidP="00F63D2D">
            <w:pPr>
              <w:spacing w:line="240" w:lineRule="exact"/>
            </w:pPr>
            <w:r>
              <w:t>Original: English</w:t>
            </w:r>
          </w:p>
        </w:tc>
      </w:tr>
    </w:tbl>
    <w:p w14:paraId="731C355B" w14:textId="77777777" w:rsidR="005D0BA8" w:rsidRPr="0022042E" w:rsidRDefault="005D0BA8" w:rsidP="005D0BA8">
      <w:pPr>
        <w:pStyle w:val="Body1"/>
        <w:spacing w:before="120"/>
        <w:rPr>
          <w:b/>
          <w:sz w:val="24"/>
        </w:rPr>
      </w:pPr>
      <w:r w:rsidRPr="00A53669">
        <w:rPr>
          <w:rFonts w:hAnsi="Arial Unicode MS"/>
          <w:b/>
          <w:sz w:val="24"/>
        </w:rPr>
        <w:t>Human Rights Council</w:t>
      </w:r>
    </w:p>
    <w:p w14:paraId="1C37D7CA" w14:textId="746CCF72" w:rsidR="005D0BA8" w:rsidRPr="00F07071" w:rsidRDefault="005D0BA8" w:rsidP="005D0BA8">
      <w:pPr>
        <w:pStyle w:val="Body1"/>
        <w:rPr>
          <w:b/>
        </w:rPr>
      </w:pPr>
      <w:r>
        <w:rPr>
          <w:rFonts w:hAnsi="Arial Unicode MS"/>
          <w:b/>
        </w:rPr>
        <w:t>Thirty-</w:t>
      </w:r>
      <w:r w:rsidR="00F25825">
        <w:rPr>
          <w:rFonts w:hAnsi="Arial Unicode MS"/>
          <w:b/>
        </w:rPr>
        <w:t>second</w:t>
      </w:r>
      <w:r w:rsidR="00F25825" w:rsidRPr="00F07071">
        <w:rPr>
          <w:rFonts w:hAnsi="Arial Unicode MS"/>
          <w:b/>
        </w:rPr>
        <w:t xml:space="preserve"> </w:t>
      </w:r>
      <w:proofErr w:type="gramStart"/>
      <w:r w:rsidRPr="00F07071">
        <w:rPr>
          <w:rFonts w:hAnsi="Arial Unicode MS"/>
          <w:b/>
        </w:rPr>
        <w:t>session</w:t>
      </w:r>
      <w:proofErr w:type="gramEnd"/>
    </w:p>
    <w:p w14:paraId="255E15A9" w14:textId="77777777" w:rsidR="005D0BA8" w:rsidRPr="00F25825" w:rsidRDefault="005D0BA8" w:rsidP="005D0BA8">
      <w:pPr>
        <w:pStyle w:val="Body1"/>
      </w:pPr>
      <w:r w:rsidRPr="00F25825">
        <w:rPr>
          <w:rFonts w:hAnsi="Arial Unicode MS"/>
        </w:rPr>
        <w:t xml:space="preserve">Agenda item </w:t>
      </w:r>
      <w:proofErr w:type="gramStart"/>
      <w:r w:rsidRPr="00F25825">
        <w:rPr>
          <w:rFonts w:hAnsi="Arial Unicode MS"/>
        </w:rPr>
        <w:t>3</w:t>
      </w:r>
      <w:proofErr w:type="gramEnd"/>
    </w:p>
    <w:p w14:paraId="2571AD7E" w14:textId="77777777" w:rsidR="005D0BA8" w:rsidRPr="003501A4" w:rsidRDefault="005D0BA8" w:rsidP="005D0BA8">
      <w:pPr>
        <w:pStyle w:val="Body1"/>
        <w:rPr>
          <w:b/>
        </w:rPr>
      </w:pPr>
      <w:r w:rsidRPr="003501A4">
        <w:rPr>
          <w:rFonts w:hAnsi="Arial Unicode MS"/>
          <w:b/>
        </w:rPr>
        <w:t>Promotion and protection of all human rights, civil,</w:t>
      </w:r>
    </w:p>
    <w:p w14:paraId="15197DFD" w14:textId="77777777" w:rsidR="005D0BA8" w:rsidRPr="000E1494" w:rsidRDefault="005D0BA8" w:rsidP="005D0BA8">
      <w:pPr>
        <w:pStyle w:val="Body1"/>
        <w:rPr>
          <w:b/>
        </w:rPr>
      </w:pPr>
      <w:proofErr w:type="gramStart"/>
      <w:r w:rsidRPr="004A512F">
        <w:rPr>
          <w:rFonts w:hAnsi="Arial Unicode MS"/>
          <w:b/>
        </w:rPr>
        <w:t>political</w:t>
      </w:r>
      <w:proofErr w:type="gramEnd"/>
      <w:r w:rsidRPr="004A512F">
        <w:rPr>
          <w:rFonts w:hAnsi="Arial Unicode MS"/>
          <w:b/>
        </w:rPr>
        <w:t>, economic, socia</w:t>
      </w:r>
      <w:r w:rsidRPr="002D521C">
        <w:rPr>
          <w:rFonts w:hAnsi="Arial Unicode MS"/>
          <w:b/>
        </w:rPr>
        <w:t>l and cultural rights,</w:t>
      </w:r>
    </w:p>
    <w:p w14:paraId="0E0303C4" w14:textId="77777777" w:rsidR="005D0BA8" w:rsidRPr="00C21C94" w:rsidRDefault="005D0BA8" w:rsidP="005D0BA8">
      <w:pPr>
        <w:pStyle w:val="Body1"/>
        <w:rPr>
          <w:b/>
        </w:rPr>
      </w:pPr>
      <w:proofErr w:type="gramStart"/>
      <w:r w:rsidRPr="00A91F3B">
        <w:rPr>
          <w:rFonts w:hAnsi="Arial Unicode MS"/>
          <w:b/>
        </w:rPr>
        <w:t>including</w:t>
      </w:r>
      <w:proofErr w:type="gramEnd"/>
      <w:r w:rsidRPr="00A91F3B">
        <w:rPr>
          <w:rFonts w:hAnsi="Arial Unicode MS"/>
          <w:b/>
        </w:rPr>
        <w:t xml:space="preserve"> the right to development</w:t>
      </w:r>
    </w:p>
    <w:p w14:paraId="24B43A2A" w14:textId="77777777" w:rsidR="005D0BA8" w:rsidRDefault="005D0BA8" w:rsidP="005D0BA8">
      <w:pPr>
        <w:keepNext/>
        <w:keepLines/>
        <w:tabs>
          <w:tab w:val="right" w:pos="851"/>
        </w:tabs>
        <w:spacing w:before="360" w:after="240" w:line="300" w:lineRule="exact"/>
        <w:ind w:left="1134" w:right="1134" w:hanging="1134"/>
        <w:outlineLvl w:val="0"/>
        <w:rPr>
          <w:rFonts w:eastAsia="Arial Unicode MS" w:hAnsi="Arial Unicode MS"/>
          <w:b/>
          <w:color w:val="000000"/>
          <w:sz w:val="28"/>
          <w:u w:color="000000"/>
        </w:rPr>
      </w:pPr>
      <w:bookmarkStart w:id="1" w:name="_TOC315167142"/>
      <w:r w:rsidRPr="008D51EA">
        <w:rPr>
          <w:rFonts w:eastAsia="Arial Unicode MS" w:hAnsi="Arial Unicode MS"/>
          <w:b/>
          <w:color w:val="000000"/>
          <w:sz w:val="28"/>
          <w:u w:color="000000"/>
        </w:rPr>
        <w:tab/>
      </w:r>
      <w:r w:rsidRPr="008D51EA">
        <w:rPr>
          <w:rFonts w:eastAsia="Arial Unicode MS" w:hAnsi="Arial Unicode MS"/>
          <w:b/>
          <w:color w:val="000000"/>
          <w:sz w:val="28"/>
          <w:u w:color="000000"/>
        </w:rPr>
        <w:tab/>
        <w:t xml:space="preserve">Report of the Special Rapporteur on </w:t>
      </w:r>
      <w:r w:rsidR="00820215">
        <w:rPr>
          <w:rFonts w:eastAsia="Arial Unicode MS" w:hAnsi="Arial Unicode MS"/>
          <w:b/>
          <w:color w:val="000000"/>
          <w:sz w:val="28"/>
          <w:u w:color="000000"/>
        </w:rPr>
        <w:t>the promotion and protection of the right to freedom of opinion and expression</w:t>
      </w:r>
      <w:bookmarkEnd w:id="1"/>
      <w:r w:rsidR="00077C33" w:rsidRPr="007D4F53">
        <w:rPr>
          <w:rStyle w:val="FootnoteReference"/>
          <w:sz w:val="24"/>
          <w:szCs w:val="24"/>
        </w:rPr>
        <w:footnoteReference w:customMarkFollows="1" w:id="2"/>
        <w:t>*</w:t>
      </w:r>
    </w:p>
    <w:p w14:paraId="31282D6F" w14:textId="77777777" w:rsidR="00077C33" w:rsidRPr="00927A6D" w:rsidRDefault="00077C33" w:rsidP="00077C33">
      <w:pPr>
        <w:pStyle w:val="H1G"/>
      </w:pPr>
      <w:r w:rsidRPr="00927A6D">
        <w:tab/>
      </w:r>
      <w:r w:rsidRPr="00927A6D">
        <w:tab/>
        <w:t>Note by the Secretariat</w:t>
      </w:r>
    </w:p>
    <w:p w14:paraId="6D63BC6F" w14:textId="63A71048" w:rsidR="000966D6" w:rsidRDefault="00820215">
      <w:pPr>
        <w:pStyle w:val="SingleTxtG"/>
      </w:pPr>
      <w:r>
        <w:tab/>
      </w:r>
      <w:r w:rsidR="00CB54CF" w:rsidRPr="002725CF">
        <w:t>Th</w:t>
      </w:r>
      <w:r w:rsidR="00CB54CF" w:rsidRPr="00ED1CC9">
        <w:t xml:space="preserve">e </w:t>
      </w:r>
      <w:r w:rsidR="00CB54CF">
        <w:t>Secretariat has the honour to transmit to the Human Rights Council the</w:t>
      </w:r>
      <w:r w:rsidR="00CB54CF" w:rsidRPr="002725CF">
        <w:t xml:space="preserve"> report </w:t>
      </w:r>
      <w:r w:rsidR="00CB54CF">
        <w:t>of</w:t>
      </w:r>
      <w:r w:rsidR="00CB54CF" w:rsidRPr="002725CF">
        <w:t xml:space="preserve"> the </w:t>
      </w:r>
      <w:r w:rsidR="00CB54CF" w:rsidRPr="00DF1574">
        <w:rPr>
          <w:bCs/>
        </w:rPr>
        <w:t>Special Rapporteur on the promotion and protection of the right to freedom of opinion and expression</w:t>
      </w:r>
      <w:r w:rsidR="00CB54CF" w:rsidRPr="003B26F7">
        <w:rPr>
          <w:bCs/>
        </w:rPr>
        <w:t>,</w:t>
      </w:r>
      <w:r w:rsidR="00910247">
        <w:rPr>
          <w:bCs/>
        </w:rPr>
        <w:t xml:space="preserve"> David Kaye,</w:t>
      </w:r>
      <w:r w:rsidR="00CB54CF" w:rsidRPr="002725CF">
        <w:t xml:space="preserve"> </w:t>
      </w:r>
      <w:r w:rsidR="00CB54CF">
        <w:t xml:space="preserve">prepared </w:t>
      </w:r>
      <w:r w:rsidR="000966D6" w:rsidRPr="000838CE">
        <w:t>in accordance with Council resolution 25/2</w:t>
      </w:r>
      <w:r w:rsidR="00CB54CF">
        <w:t>. The report</w:t>
      </w:r>
      <w:r w:rsidR="000966D6" w:rsidRPr="000838CE">
        <w:t xml:space="preserve"> marks the beginning of a series of </w:t>
      </w:r>
      <w:r w:rsidR="000966D6">
        <w:t>studies of</w:t>
      </w:r>
      <w:r w:rsidR="000966D6" w:rsidRPr="000838CE">
        <w:t xml:space="preserve"> issues at the intersection of State regulation,</w:t>
      </w:r>
      <w:r w:rsidR="000966D6">
        <w:t xml:space="preserve"> the</w:t>
      </w:r>
      <w:r w:rsidR="000966D6" w:rsidRPr="000838CE">
        <w:t xml:space="preserve"> private sector and freedom of expression </w:t>
      </w:r>
      <w:r w:rsidR="000966D6">
        <w:t>in a digital age</w:t>
      </w:r>
      <w:r w:rsidR="000966D6" w:rsidRPr="000838CE">
        <w:t xml:space="preserve">. </w:t>
      </w:r>
      <w:r w:rsidR="000966D6">
        <w:t>I</w:t>
      </w:r>
      <w:r w:rsidR="00CB54CF">
        <w:t>n i</w:t>
      </w:r>
      <w:r w:rsidR="000966D6">
        <w:t>t</w:t>
      </w:r>
      <w:r w:rsidR="00CB54CF">
        <w:t>, the Special Rapporteur</w:t>
      </w:r>
      <w:r w:rsidR="000966D6" w:rsidRPr="000838CE">
        <w:t xml:space="preserve"> </w:t>
      </w:r>
      <w:r w:rsidR="000966D6">
        <w:t>examines</w:t>
      </w:r>
      <w:r w:rsidR="000966D6" w:rsidRPr="000838CE">
        <w:t xml:space="preserve"> the legal framework that pertains to freedom of expression and principles applicable to the private sector, </w:t>
      </w:r>
      <w:r w:rsidR="000966D6">
        <w:t>identifies</w:t>
      </w:r>
      <w:r w:rsidR="000966D6" w:rsidRPr="000838CE">
        <w:t xml:space="preserve"> key participants in the </w:t>
      </w:r>
      <w:r w:rsidR="00960705">
        <w:t>i</w:t>
      </w:r>
      <w:r w:rsidR="000966D6" w:rsidRPr="000838CE">
        <w:t xml:space="preserve">nformation and </w:t>
      </w:r>
      <w:r w:rsidR="00960705">
        <w:t>c</w:t>
      </w:r>
      <w:r w:rsidR="000966D6" w:rsidRPr="000838CE">
        <w:t>ommunication</w:t>
      </w:r>
      <w:r w:rsidR="00960705">
        <w:t>s</w:t>
      </w:r>
      <w:r w:rsidR="000966D6" w:rsidRPr="000838CE">
        <w:t xml:space="preserve"> </w:t>
      </w:r>
      <w:r w:rsidR="00960705">
        <w:t>t</w:t>
      </w:r>
      <w:r w:rsidR="000966D6" w:rsidRPr="000838CE">
        <w:t xml:space="preserve">echnology sector that implicate freedom of expression, and introduces legal and policy issues that </w:t>
      </w:r>
      <w:r w:rsidR="00CB54CF">
        <w:t>he</w:t>
      </w:r>
      <w:r w:rsidR="000966D6" w:rsidRPr="000838CE">
        <w:t xml:space="preserve"> will explore over the course of his </w:t>
      </w:r>
      <w:r w:rsidR="000966D6">
        <w:t>mandate</w:t>
      </w:r>
      <w:r w:rsidR="000966D6" w:rsidRPr="000838CE">
        <w:t>.</w:t>
      </w:r>
    </w:p>
    <w:p w14:paraId="2640E89C" w14:textId="77777777" w:rsidR="0017559B" w:rsidRPr="00C65C92" w:rsidRDefault="000966D6" w:rsidP="005D0BA8">
      <w:pPr>
        <w:pStyle w:val="HChG"/>
        <w:rPr>
          <w:szCs w:val="28"/>
        </w:rPr>
      </w:pPr>
      <w:r w:rsidRPr="000838CE">
        <w:rPr>
          <w:i/>
        </w:rPr>
        <w:t xml:space="preserve"> </w:t>
      </w:r>
      <w:r w:rsidR="005D0BA8">
        <w:br w:type="page"/>
      </w:r>
    </w:p>
    <w:p w14:paraId="23286CEF" w14:textId="77777777" w:rsidR="00077C33" w:rsidRDefault="00077C33" w:rsidP="00077C33">
      <w:pPr>
        <w:keepNext/>
        <w:keepLines/>
        <w:tabs>
          <w:tab w:val="right" w:pos="851"/>
        </w:tabs>
        <w:spacing w:before="360" w:after="240" w:line="300" w:lineRule="exact"/>
        <w:ind w:left="1134" w:right="1134" w:hanging="1134"/>
        <w:outlineLvl w:val="0"/>
        <w:rPr>
          <w:rFonts w:eastAsia="Arial Unicode MS" w:hAnsi="Arial Unicode MS"/>
          <w:b/>
          <w:color w:val="000000"/>
          <w:sz w:val="28"/>
          <w:u w:color="000000"/>
        </w:rPr>
      </w:pPr>
      <w:r w:rsidRPr="008D51EA">
        <w:rPr>
          <w:rFonts w:eastAsia="Arial Unicode MS" w:hAnsi="Arial Unicode MS"/>
          <w:b/>
          <w:color w:val="000000"/>
          <w:sz w:val="28"/>
          <w:u w:color="000000"/>
        </w:rPr>
        <w:lastRenderedPageBreak/>
        <w:tab/>
      </w:r>
      <w:r>
        <w:rPr>
          <w:rFonts w:eastAsia="Arial Unicode MS" w:hAnsi="Arial Unicode MS"/>
          <w:b/>
          <w:color w:val="000000"/>
          <w:sz w:val="28"/>
          <w:u w:color="000000"/>
        </w:rPr>
        <w:tab/>
      </w:r>
      <w:r w:rsidRPr="008D51EA">
        <w:rPr>
          <w:rFonts w:eastAsia="Arial Unicode MS" w:hAnsi="Arial Unicode MS"/>
          <w:b/>
          <w:color w:val="000000"/>
          <w:sz w:val="28"/>
          <w:u w:color="000000"/>
        </w:rPr>
        <w:t xml:space="preserve">Report of the Special Rapporteur on </w:t>
      </w:r>
      <w:r>
        <w:rPr>
          <w:rFonts w:eastAsia="Arial Unicode MS" w:hAnsi="Arial Unicode MS"/>
          <w:b/>
          <w:color w:val="000000"/>
          <w:sz w:val="28"/>
          <w:u w:color="000000"/>
        </w:rPr>
        <w:t>the promotion and protection of the right to freedom of opinion and expression</w:t>
      </w:r>
    </w:p>
    <w:p w14:paraId="60E7D281" w14:textId="77777777" w:rsidR="005D0BA8" w:rsidRPr="000C6FBC" w:rsidRDefault="005D0BA8" w:rsidP="005D0BA8">
      <w:pPr>
        <w:pStyle w:val="HChG"/>
        <w:rPr>
          <w:b w:val="0"/>
        </w:rPr>
      </w:pPr>
      <w:r w:rsidRPr="000C6FBC">
        <w:rPr>
          <w:b w:val="0"/>
        </w:rPr>
        <w:t>Contents</w:t>
      </w:r>
    </w:p>
    <w:p w14:paraId="38839C38" w14:textId="77777777" w:rsidR="005D0BA8" w:rsidRPr="0017559B" w:rsidRDefault="005D0BA8" w:rsidP="005D0BA8">
      <w:pPr>
        <w:tabs>
          <w:tab w:val="right" w:pos="8929"/>
          <w:tab w:val="right" w:pos="9638"/>
        </w:tabs>
        <w:spacing w:after="120"/>
        <w:ind w:left="283"/>
      </w:pPr>
      <w:r w:rsidRPr="0017559B">
        <w:rPr>
          <w:i/>
          <w:sz w:val="18"/>
        </w:rPr>
        <w:tab/>
      </w:r>
      <w:r w:rsidR="00016965">
        <w:rPr>
          <w:i/>
          <w:sz w:val="18"/>
        </w:rPr>
        <w:tab/>
      </w:r>
      <w:r w:rsidRPr="0017559B">
        <w:rPr>
          <w:i/>
          <w:sz w:val="18"/>
        </w:rPr>
        <w:t>Page</w:t>
      </w:r>
    </w:p>
    <w:p w14:paraId="2C0CE5C3" w14:textId="77777777" w:rsidR="005D0BA8" w:rsidRPr="0017559B" w:rsidRDefault="00C27334" w:rsidP="00016965">
      <w:pPr>
        <w:tabs>
          <w:tab w:val="right" w:pos="850"/>
          <w:tab w:val="left" w:pos="1134"/>
          <w:tab w:val="left" w:pos="1559"/>
          <w:tab w:val="left" w:pos="1984"/>
          <w:tab w:val="left" w:leader="dot" w:pos="8929"/>
          <w:tab w:val="right" w:pos="9638"/>
        </w:tabs>
        <w:spacing w:after="120"/>
      </w:pPr>
      <w:r w:rsidRPr="0017559B">
        <w:tab/>
        <w:t>I.</w:t>
      </w:r>
      <w:r w:rsidRPr="0017559B">
        <w:tab/>
        <w:t>Introduction</w:t>
      </w:r>
      <w:r w:rsidRPr="0017559B">
        <w:tab/>
      </w:r>
      <w:r w:rsidRPr="0017559B">
        <w:tab/>
      </w:r>
      <w:r w:rsidR="000A50DB">
        <w:t>3</w:t>
      </w:r>
    </w:p>
    <w:p w14:paraId="05D74661" w14:textId="7D622D44" w:rsidR="005D0BA8" w:rsidRDefault="005D0BA8" w:rsidP="00016965">
      <w:pPr>
        <w:tabs>
          <w:tab w:val="right" w:pos="850"/>
          <w:tab w:val="left" w:pos="1134"/>
          <w:tab w:val="left" w:pos="1559"/>
          <w:tab w:val="left" w:pos="1984"/>
          <w:tab w:val="left" w:leader="dot" w:pos="8929"/>
          <w:tab w:val="right" w:pos="9638"/>
        </w:tabs>
        <w:spacing w:after="120"/>
      </w:pPr>
      <w:r w:rsidRPr="0017559B">
        <w:tab/>
      </w:r>
      <w:r w:rsidRPr="0009638D">
        <w:t>II.</w:t>
      </w:r>
      <w:r w:rsidRPr="0009638D">
        <w:tab/>
      </w:r>
      <w:r w:rsidR="00AC6ED1" w:rsidRPr="00AC6ED1">
        <w:t xml:space="preserve">Freedom of expression, States and the </w:t>
      </w:r>
      <w:r w:rsidR="00960705">
        <w:t>p</w:t>
      </w:r>
      <w:r w:rsidR="00AC6ED1" w:rsidRPr="00AC6ED1">
        <w:t xml:space="preserve">rivate </w:t>
      </w:r>
      <w:r w:rsidR="00960705">
        <w:t>s</w:t>
      </w:r>
      <w:r w:rsidR="00AC6ED1" w:rsidRPr="00AC6ED1">
        <w:t xml:space="preserve">ector in the </w:t>
      </w:r>
      <w:r w:rsidR="00960705">
        <w:t>d</w:t>
      </w:r>
      <w:r w:rsidR="00AC6ED1" w:rsidRPr="00AC6ED1">
        <w:t xml:space="preserve">igital </w:t>
      </w:r>
      <w:r w:rsidR="00960705">
        <w:t>a</w:t>
      </w:r>
      <w:r w:rsidR="00AC6ED1" w:rsidRPr="00AC6ED1">
        <w:t>ge</w:t>
      </w:r>
      <w:r w:rsidR="008F1670">
        <w:tab/>
      </w:r>
      <w:r w:rsidR="008F1670">
        <w:tab/>
      </w:r>
      <w:r w:rsidR="000A50DB">
        <w:t>4</w:t>
      </w:r>
    </w:p>
    <w:p w14:paraId="2EB3B73A" w14:textId="3A6F73BA" w:rsidR="00B07839" w:rsidRDefault="00B07839" w:rsidP="00B07839">
      <w:pPr>
        <w:tabs>
          <w:tab w:val="right" w:pos="850"/>
          <w:tab w:val="left" w:pos="1134"/>
          <w:tab w:val="left" w:pos="1559"/>
          <w:tab w:val="left" w:pos="1984"/>
          <w:tab w:val="left" w:leader="dot" w:pos="8929"/>
          <w:tab w:val="right" w:pos="9638"/>
        </w:tabs>
        <w:spacing w:after="120"/>
      </w:pPr>
      <w:r>
        <w:tab/>
      </w:r>
      <w:r>
        <w:tab/>
        <w:t>A.</w:t>
      </w:r>
      <w:r>
        <w:tab/>
      </w:r>
      <w:r w:rsidR="00960705">
        <w:t>I</w:t>
      </w:r>
      <w:r w:rsidRPr="008F1670">
        <w:t>nternational</w:t>
      </w:r>
      <w:r>
        <w:t xml:space="preserve"> legal framework</w:t>
      </w:r>
      <w:r>
        <w:tab/>
      </w:r>
      <w:r>
        <w:tab/>
      </w:r>
      <w:r w:rsidR="000A50DB">
        <w:t>4</w:t>
      </w:r>
    </w:p>
    <w:p w14:paraId="3F890A8E" w14:textId="77777777" w:rsidR="00B07839" w:rsidRDefault="00B07839" w:rsidP="00B07839">
      <w:pPr>
        <w:tabs>
          <w:tab w:val="right" w:pos="850"/>
          <w:tab w:val="left" w:pos="1134"/>
          <w:tab w:val="left" w:pos="1559"/>
          <w:tab w:val="left" w:pos="1984"/>
          <w:tab w:val="left" w:leader="dot" w:pos="8929"/>
          <w:tab w:val="right" w:pos="9638"/>
        </w:tabs>
        <w:spacing w:after="120"/>
      </w:pPr>
      <w:r>
        <w:tab/>
      </w:r>
      <w:r>
        <w:tab/>
        <w:t>B.</w:t>
      </w:r>
      <w:r>
        <w:tab/>
        <w:t>A framework for private sector responsibilities</w:t>
      </w:r>
      <w:r>
        <w:tab/>
      </w:r>
      <w:r>
        <w:tab/>
      </w:r>
      <w:r w:rsidR="000A50DB">
        <w:t>5</w:t>
      </w:r>
    </w:p>
    <w:p w14:paraId="0766C54D" w14:textId="77777777" w:rsidR="005D0BA8" w:rsidRDefault="005D0BA8" w:rsidP="00016965">
      <w:pPr>
        <w:tabs>
          <w:tab w:val="right" w:pos="850"/>
          <w:tab w:val="left" w:pos="1134"/>
          <w:tab w:val="left" w:pos="1559"/>
          <w:tab w:val="left" w:pos="1984"/>
          <w:tab w:val="left" w:leader="dot" w:pos="8929"/>
          <w:tab w:val="right" w:pos="9638"/>
        </w:tabs>
        <w:spacing w:after="120"/>
      </w:pPr>
      <w:r w:rsidRPr="0009638D">
        <w:tab/>
        <w:t>III.</w:t>
      </w:r>
      <w:r w:rsidRPr="0009638D">
        <w:tab/>
      </w:r>
      <w:r w:rsidR="00B07839">
        <w:t xml:space="preserve">Private sector roles and </w:t>
      </w:r>
      <w:r w:rsidR="00B07839" w:rsidRPr="0069772A">
        <w:t>public/private</w:t>
      </w:r>
      <w:r w:rsidR="00B07839">
        <w:t xml:space="preserve"> regulation</w:t>
      </w:r>
      <w:r w:rsidRPr="0009638D">
        <w:tab/>
      </w:r>
      <w:r w:rsidRPr="0009638D">
        <w:tab/>
      </w:r>
      <w:r w:rsidR="000A50DB">
        <w:t>6</w:t>
      </w:r>
    </w:p>
    <w:p w14:paraId="0CABDB0A" w14:textId="7AE88C43" w:rsidR="008F1670" w:rsidRDefault="008F1670" w:rsidP="00016965">
      <w:pPr>
        <w:tabs>
          <w:tab w:val="right" w:pos="850"/>
          <w:tab w:val="left" w:pos="1134"/>
          <w:tab w:val="left" w:pos="1559"/>
          <w:tab w:val="left" w:pos="1984"/>
          <w:tab w:val="left" w:leader="dot" w:pos="8929"/>
          <w:tab w:val="right" w:pos="9638"/>
        </w:tabs>
        <w:spacing w:after="120"/>
      </w:pPr>
      <w:r>
        <w:tab/>
      </w:r>
      <w:r>
        <w:tab/>
        <w:t>A.</w:t>
      </w:r>
      <w:r>
        <w:tab/>
      </w:r>
      <w:r w:rsidR="0069772A">
        <w:t>I</w:t>
      </w:r>
      <w:r w:rsidR="009B6C46">
        <w:t xml:space="preserve">mpact </w:t>
      </w:r>
      <w:r w:rsidR="00BA409F">
        <w:t xml:space="preserve">of private enterprise </w:t>
      </w:r>
      <w:r w:rsidR="009B6C46">
        <w:t>on freedom of expression</w:t>
      </w:r>
      <w:r>
        <w:tab/>
      </w:r>
      <w:r>
        <w:tab/>
      </w:r>
      <w:r w:rsidR="000A50DB">
        <w:t>6</w:t>
      </w:r>
    </w:p>
    <w:p w14:paraId="37FECDB9" w14:textId="77777777" w:rsidR="008F1670" w:rsidRDefault="008F1670" w:rsidP="00016965">
      <w:pPr>
        <w:tabs>
          <w:tab w:val="right" w:pos="850"/>
          <w:tab w:val="left" w:pos="1134"/>
          <w:tab w:val="left" w:pos="1559"/>
          <w:tab w:val="left" w:pos="1984"/>
          <w:tab w:val="left" w:leader="dot" w:pos="8929"/>
          <w:tab w:val="right" w:pos="9638"/>
        </w:tabs>
        <w:spacing w:after="120"/>
      </w:pPr>
      <w:r>
        <w:tab/>
      </w:r>
      <w:r>
        <w:tab/>
        <w:t>B.</w:t>
      </w:r>
      <w:r>
        <w:tab/>
      </w:r>
      <w:r w:rsidR="009B6C46">
        <w:t>Regulation in the digital age</w:t>
      </w:r>
      <w:r w:rsidR="00D6385D">
        <w:tab/>
      </w:r>
      <w:r w:rsidR="00D6385D">
        <w:tab/>
      </w:r>
      <w:r w:rsidR="000A50DB">
        <w:t>8</w:t>
      </w:r>
    </w:p>
    <w:p w14:paraId="452709CC" w14:textId="77777777" w:rsidR="005D0BA8" w:rsidRDefault="005D0BA8" w:rsidP="00016965">
      <w:pPr>
        <w:tabs>
          <w:tab w:val="right" w:pos="850"/>
          <w:tab w:val="left" w:pos="1134"/>
          <w:tab w:val="left" w:pos="1559"/>
          <w:tab w:val="left" w:pos="1984"/>
          <w:tab w:val="left" w:leader="dot" w:pos="8929"/>
          <w:tab w:val="right" w:pos="9638"/>
        </w:tabs>
        <w:spacing w:after="120"/>
      </w:pPr>
      <w:r w:rsidRPr="0009638D">
        <w:tab/>
        <w:t>IV.</w:t>
      </w:r>
      <w:r w:rsidRPr="0009638D">
        <w:tab/>
      </w:r>
      <w:r w:rsidR="009B6C46">
        <w:t>Legal and policy issues</w:t>
      </w:r>
      <w:r w:rsidRPr="0009638D">
        <w:tab/>
      </w:r>
      <w:r w:rsidRPr="0009638D">
        <w:tab/>
      </w:r>
      <w:r w:rsidR="000A50DB">
        <w:t>10</w:t>
      </w:r>
    </w:p>
    <w:p w14:paraId="05AFBDEA" w14:textId="77777777" w:rsidR="008F1670" w:rsidRDefault="008F1670" w:rsidP="00016965">
      <w:pPr>
        <w:tabs>
          <w:tab w:val="right" w:pos="850"/>
          <w:tab w:val="left" w:pos="1134"/>
          <w:tab w:val="left" w:pos="1559"/>
          <w:tab w:val="left" w:pos="1984"/>
          <w:tab w:val="left" w:leader="dot" w:pos="8929"/>
          <w:tab w:val="right" w:pos="9638"/>
        </w:tabs>
        <w:spacing w:after="120"/>
      </w:pPr>
      <w:r>
        <w:tab/>
      </w:r>
      <w:r>
        <w:tab/>
        <w:t>A.</w:t>
      </w:r>
      <w:r>
        <w:tab/>
      </w:r>
      <w:r w:rsidR="009B6C46">
        <w:t>Content regulation</w:t>
      </w:r>
      <w:r w:rsidR="00D6385D">
        <w:tab/>
      </w:r>
      <w:r w:rsidR="00D6385D">
        <w:tab/>
      </w:r>
      <w:r w:rsidR="000A50DB">
        <w:t>10</w:t>
      </w:r>
    </w:p>
    <w:p w14:paraId="42157593" w14:textId="77777777" w:rsidR="008F1670" w:rsidRDefault="008F1670" w:rsidP="00016965">
      <w:pPr>
        <w:tabs>
          <w:tab w:val="right" w:pos="850"/>
          <w:tab w:val="left" w:pos="1134"/>
          <w:tab w:val="left" w:pos="1559"/>
          <w:tab w:val="left" w:pos="1984"/>
          <w:tab w:val="left" w:leader="dot" w:pos="8929"/>
          <w:tab w:val="right" w:pos="9638"/>
        </w:tabs>
        <w:spacing w:after="120"/>
      </w:pPr>
      <w:r>
        <w:tab/>
      </w:r>
      <w:r>
        <w:tab/>
        <w:t>B.</w:t>
      </w:r>
      <w:r>
        <w:tab/>
      </w:r>
      <w:r w:rsidR="009B6C46">
        <w:t>Surveillance and digital security</w:t>
      </w:r>
      <w:r w:rsidR="00D6385D">
        <w:tab/>
      </w:r>
      <w:r w:rsidR="00D6385D">
        <w:tab/>
      </w:r>
      <w:r w:rsidR="00F77310">
        <w:t>15</w:t>
      </w:r>
    </w:p>
    <w:p w14:paraId="4C4C71C0" w14:textId="77777777" w:rsidR="008F1670" w:rsidRDefault="008F1670" w:rsidP="00016965">
      <w:pPr>
        <w:tabs>
          <w:tab w:val="right" w:pos="850"/>
          <w:tab w:val="left" w:pos="1134"/>
          <w:tab w:val="left" w:pos="1559"/>
          <w:tab w:val="left" w:pos="1984"/>
          <w:tab w:val="left" w:leader="dot" w:pos="8929"/>
          <w:tab w:val="right" w:pos="9638"/>
        </w:tabs>
        <w:spacing w:after="120"/>
      </w:pPr>
      <w:r>
        <w:tab/>
      </w:r>
      <w:r>
        <w:tab/>
        <w:t>C.</w:t>
      </w:r>
      <w:r>
        <w:tab/>
      </w:r>
      <w:r w:rsidR="009B6C46">
        <w:t>Transparency</w:t>
      </w:r>
      <w:r w:rsidR="00D6385D">
        <w:tab/>
      </w:r>
      <w:r w:rsidR="00D6385D">
        <w:tab/>
      </w:r>
      <w:r w:rsidR="00F77310">
        <w:t>17</w:t>
      </w:r>
    </w:p>
    <w:p w14:paraId="2BB4BB6D" w14:textId="77777777" w:rsidR="008F1670" w:rsidRDefault="008F1670" w:rsidP="00016965">
      <w:pPr>
        <w:tabs>
          <w:tab w:val="right" w:pos="850"/>
          <w:tab w:val="left" w:pos="1134"/>
          <w:tab w:val="left" w:pos="1559"/>
          <w:tab w:val="left" w:pos="1984"/>
          <w:tab w:val="left" w:leader="dot" w:pos="8929"/>
          <w:tab w:val="right" w:pos="9638"/>
        </w:tabs>
        <w:spacing w:after="120"/>
      </w:pPr>
      <w:r>
        <w:tab/>
      </w:r>
      <w:r>
        <w:tab/>
        <w:t>D.</w:t>
      </w:r>
      <w:r>
        <w:tab/>
      </w:r>
      <w:r w:rsidR="009B6C46">
        <w:t>Remedies</w:t>
      </w:r>
      <w:r w:rsidR="00D6385D">
        <w:tab/>
      </w:r>
      <w:r w:rsidR="00D6385D">
        <w:tab/>
      </w:r>
      <w:r w:rsidR="00F77310">
        <w:t>18</w:t>
      </w:r>
    </w:p>
    <w:p w14:paraId="4F8714EC" w14:textId="77777777" w:rsidR="005D0BA8" w:rsidRPr="0009638D" w:rsidRDefault="005D0BA8" w:rsidP="00016965">
      <w:pPr>
        <w:tabs>
          <w:tab w:val="right" w:pos="850"/>
          <w:tab w:val="left" w:pos="1134"/>
          <w:tab w:val="left" w:pos="1559"/>
          <w:tab w:val="left" w:pos="1984"/>
          <w:tab w:val="left" w:leader="dot" w:pos="8929"/>
          <w:tab w:val="right" w:pos="9638"/>
        </w:tabs>
        <w:spacing w:after="120"/>
      </w:pPr>
      <w:r w:rsidRPr="0009638D">
        <w:tab/>
        <w:t>V.</w:t>
      </w:r>
      <w:r w:rsidRPr="0009638D">
        <w:tab/>
      </w:r>
      <w:r w:rsidR="009B6C46">
        <w:t>Further thematic development</w:t>
      </w:r>
      <w:r w:rsidR="004D68D7">
        <w:t xml:space="preserve"> </w:t>
      </w:r>
      <w:r w:rsidR="00D6385D">
        <w:tab/>
      </w:r>
      <w:r w:rsidR="00D6385D">
        <w:tab/>
      </w:r>
      <w:r w:rsidR="00F77310">
        <w:t>19</w:t>
      </w:r>
    </w:p>
    <w:p w14:paraId="0C3A70CA" w14:textId="77777777" w:rsidR="005D0BA8" w:rsidRPr="00A91F3B" w:rsidRDefault="00FC40FA" w:rsidP="00016965">
      <w:pPr>
        <w:tabs>
          <w:tab w:val="right" w:pos="850"/>
          <w:tab w:val="left" w:pos="1134"/>
          <w:tab w:val="left" w:pos="1559"/>
          <w:tab w:val="left" w:pos="1984"/>
          <w:tab w:val="left" w:leader="dot" w:pos="8929"/>
          <w:tab w:val="right" w:pos="9638"/>
        </w:tabs>
        <w:spacing w:after="120"/>
      </w:pPr>
      <w:r>
        <w:tab/>
        <w:t>VI</w:t>
      </w:r>
      <w:r w:rsidR="005D0BA8" w:rsidRPr="0009638D">
        <w:t>.</w:t>
      </w:r>
      <w:r w:rsidR="005D0BA8" w:rsidRPr="0009638D">
        <w:tab/>
        <w:t>Con</w:t>
      </w:r>
      <w:r w:rsidR="005D0BA8">
        <w:t>clu</w:t>
      </w:r>
      <w:r>
        <w:t>s</w:t>
      </w:r>
      <w:r w:rsidR="00C418AF">
        <w:t>ions and recommendations</w:t>
      </w:r>
      <w:r w:rsidR="00C418AF">
        <w:tab/>
      </w:r>
      <w:r w:rsidR="00C418AF">
        <w:tab/>
      </w:r>
      <w:r w:rsidR="000A50DB">
        <w:t>21</w:t>
      </w:r>
    </w:p>
    <w:p w14:paraId="39059AB3" w14:textId="77777777" w:rsidR="000966D6" w:rsidRPr="00820215" w:rsidRDefault="005D0BA8" w:rsidP="00820215">
      <w:pPr>
        <w:pStyle w:val="HChG"/>
      </w:pPr>
      <w:r>
        <w:br w:type="page"/>
      </w:r>
      <w:bookmarkStart w:id="2" w:name="_Toc430083058"/>
      <w:bookmarkStart w:id="3" w:name="_Toc430769675"/>
      <w:bookmarkStart w:id="4" w:name="_Toc430788980"/>
      <w:bookmarkStart w:id="5" w:name="_Toc431387069"/>
      <w:bookmarkStart w:id="6" w:name="_Toc431905598"/>
      <w:bookmarkStart w:id="7" w:name="_Toc432426822"/>
      <w:bookmarkStart w:id="8" w:name="_Toc432433315"/>
      <w:bookmarkStart w:id="9" w:name="_Toc432691128"/>
      <w:bookmarkStart w:id="10" w:name="_Toc432691502"/>
      <w:bookmarkStart w:id="11" w:name="_Toc432691813"/>
      <w:bookmarkStart w:id="12" w:name="_Toc432691985"/>
      <w:bookmarkStart w:id="13" w:name="_Toc432692110"/>
      <w:bookmarkStart w:id="14" w:name="_Toc432762606"/>
      <w:bookmarkStart w:id="15" w:name="_Toc432765314"/>
      <w:bookmarkStart w:id="16" w:name="_Toc433016266"/>
      <w:bookmarkStart w:id="17" w:name="_Toc433047449"/>
      <w:bookmarkStart w:id="18" w:name="_Toc433047482"/>
      <w:bookmarkStart w:id="19" w:name="_Toc433047564"/>
      <w:bookmarkStart w:id="20" w:name="_Toc433047773"/>
      <w:bookmarkStart w:id="21" w:name="_Toc433099174"/>
      <w:bookmarkStart w:id="22" w:name="_Toc433106851"/>
      <w:r w:rsidR="009439A5">
        <w:lastRenderedPageBreak/>
        <w:tab/>
        <w:t>I.</w:t>
      </w:r>
      <w:r w:rsidR="009439A5">
        <w:tab/>
      </w:r>
      <w:r w:rsidRPr="005D0BA8">
        <w:t>Introduction</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270C8A0A" w14:textId="12E251B1" w:rsidR="00820215" w:rsidRPr="00A05CEC" w:rsidRDefault="00A05CEC" w:rsidP="00925EF6">
      <w:pPr>
        <w:pStyle w:val="SingleTxtG"/>
      </w:pPr>
      <w:r w:rsidRPr="00A05CEC">
        <w:t>1.</w:t>
      </w:r>
      <w:r w:rsidRPr="00A05CEC">
        <w:tab/>
      </w:r>
      <w:r w:rsidR="00820215" w:rsidRPr="00A05CEC">
        <w:t xml:space="preserve">The private sector’s role in the digital age appears pervasive and </w:t>
      </w:r>
      <w:proofErr w:type="gramStart"/>
      <w:r w:rsidR="00820215" w:rsidRPr="00A05CEC">
        <w:t>ever</w:t>
      </w:r>
      <w:r w:rsidR="00522189">
        <w:t>-</w:t>
      </w:r>
      <w:r w:rsidR="00820215" w:rsidRPr="00A05CEC">
        <w:t>growing</w:t>
      </w:r>
      <w:proofErr w:type="gramEnd"/>
      <w:r w:rsidR="00820215" w:rsidRPr="00A05CEC">
        <w:t xml:space="preserve">, a driving force behind the greatest expansion of access to information in history. </w:t>
      </w:r>
      <w:proofErr w:type="gramStart"/>
      <w:r w:rsidR="00820215" w:rsidRPr="00A05CEC">
        <w:t>Vast social media forums for public expression are owned by private companies</w:t>
      </w:r>
      <w:proofErr w:type="gramEnd"/>
      <w:r w:rsidR="00820215" w:rsidRPr="00A05CEC">
        <w:t>. Major platforms aggregating and indexing global knowledge</w:t>
      </w:r>
      <w:r w:rsidR="00923A33">
        <w:t xml:space="preserve">, and designing the algorithms that influence what information </w:t>
      </w:r>
      <w:r w:rsidR="009A35D8">
        <w:t xml:space="preserve">is </w:t>
      </w:r>
      <w:r w:rsidR="00923A33">
        <w:t>see</w:t>
      </w:r>
      <w:r w:rsidR="009A35D8">
        <w:t>n</w:t>
      </w:r>
      <w:r w:rsidR="00923A33">
        <w:t xml:space="preserve"> online,</w:t>
      </w:r>
      <w:r w:rsidR="00820215" w:rsidRPr="00A05CEC">
        <w:t xml:space="preserve"> result from private </w:t>
      </w:r>
      <w:r w:rsidR="007311C9" w:rsidRPr="00A05CEC">
        <w:t>endeavour</w:t>
      </w:r>
      <w:r w:rsidR="00820215" w:rsidRPr="00A05CEC">
        <w:t xml:space="preserve">. The infrastructure for mobile technology, by which billions communicate and reach the Internet, depends upon private investment, maintenance and ownership. The tools for law enforcement and intelligence </w:t>
      </w:r>
      <w:proofErr w:type="gramStart"/>
      <w:r w:rsidR="00820215" w:rsidRPr="00A05CEC">
        <w:t>are often drawn</w:t>
      </w:r>
      <w:proofErr w:type="gramEnd"/>
      <w:r w:rsidR="00820215" w:rsidRPr="00A05CEC">
        <w:t xml:space="preserve"> from products of the private surveillance and data</w:t>
      </w:r>
      <w:r w:rsidR="009A35D8">
        <w:t>-</w:t>
      </w:r>
      <w:r w:rsidR="00820215" w:rsidRPr="00A05CEC">
        <w:t xml:space="preserve">processing industries. Private companies design, manufacture and often maintain the devices or services on which </w:t>
      </w:r>
      <w:r w:rsidR="009A35D8">
        <w:t>the</w:t>
      </w:r>
      <w:r w:rsidR="009A35D8" w:rsidRPr="00A05CEC">
        <w:t xml:space="preserve"> </w:t>
      </w:r>
      <w:r w:rsidR="00820215" w:rsidRPr="00A05CEC">
        <w:t>most important personal data</w:t>
      </w:r>
      <w:r w:rsidR="009A35D8">
        <w:t xml:space="preserve"> are stored</w:t>
      </w:r>
      <w:r w:rsidR="00820215" w:rsidRPr="00A05CEC">
        <w:t xml:space="preserve"> </w:t>
      </w:r>
      <w:r w:rsidR="00DA20B8">
        <w:t>—</w:t>
      </w:r>
      <w:r w:rsidR="00820215" w:rsidRPr="00A05CEC">
        <w:t xml:space="preserve"> from financial and health</w:t>
      </w:r>
      <w:r w:rsidR="009A35D8">
        <w:t>-</w:t>
      </w:r>
      <w:r w:rsidR="00820215" w:rsidRPr="00A05CEC">
        <w:t>care information to e</w:t>
      </w:r>
      <w:r w:rsidR="009A35D8">
        <w:t>-</w:t>
      </w:r>
      <w:r w:rsidR="00820215" w:rsidRPr="00A05CEC">
        <w:t>mails, text</w:t>
      </w:r>
      <w:r w:rsidR="009A35D8">
        <w:t xml:space="preserve"> message</w:t>
      </w:r>
      <w:r w:rsidR="00820215" w:rsidRPr="00A05CEC">
        <w:t>s, search histories, photographs and video</w:t>
      </w:r>
      <w:r w:rsidR="009A35D8">
        <w:t>s</w:t>
      </w:r>
      <w:r w:rsidR="00820215" w:rsidRPr="00A05CEC">
        <w:t>.</w:t>
      </w:r>
    </w:p>
    <w:p w14:paraId="27186046" w14:textId="09B1E0AD" w:rsidR="00820215" w:rsidRPr="00A05CEC" w:rsidRDefault="00A05CEC" w:rsidP="00925EF6">
      <w:pPr>
        <w:pStyle w:val="SingleTxtG"/>
      </w:pPr>
      <w:r w:rsidRPr="00A05CEC">
        <w:t>2.</w:t>
      </w:r>
      <w:r w:rsidRPr="00A05CEC">
        <w:tab/>
      </w:r>
      <w:r w:rsidR="00820215" w:rsidRPr="00A05CEC">
        <w:t xml:space="preserve">The contemporary exercise of freedom of opinion and expression owes much of its </w:t>
      </w:r>
      <w:r w:rsidR="00BA409F">
        <w:t>strength</w:t>
      </w:r>
      <w:r w:rsidR="00BA409F" w:rsidRPr="00A05CEC">
        <w:t xml:space="preserve"> </w:t>
      </w:r>
      <w:r w:rsidR="00820215" w:rsidRPr="00A05CEC">
        <w:t>to private industry</w:t>
      </w:r>
      <w:r w:rsidR="00923A33">
        <w:t xml:space="preserve">, which </w:t>
      </w:r>
      <w:r w:rsidR="00820215" w:rsidRPr="00A05CEC">
        <w:t>wield</w:t>
      </w:r>
      <w:r w:rsidR="00923A33">
        <w:t>s</w:t>
      </w:r>
      <w:r w:rsidR="00820215" w:rsidRPr="00A05CEC">
        <w:t xml:space="preserve"> enormous power over digital space, acting as </w:t>
      </w:r>
      <w:r w:rsidR="00EE0C3B">
        <w:t xml:space="preserve">a </w:t>
      </w:r>
      <w:r w:rsidR="00820215" w:rsidRPr="00A05CEC">
        <w:t xml:space="preserve">gateway for information and </w:t>
      </w:r>
      <w:r w:rsidR="00EE0C3B">
        <w:t xml:space="preserve">an </w:t>
      </w:r>
      <w:r w:rsidR="00820215" w:rsidRPr="00A05CEC">
        <w:t>intermediar</w:t>
      </w:r>
      <w:r w:rsidR="00EE0C3B">
        <w:t>y</w:t>
      </w:r>
      <w:r w:rsidR="00820215" w:rsidRPr="00A05CEC">
        <w:t xml:space="preserve"> for expression. In </w:t>
      </w:r>
      <w:r w:rsidR="00923A33">
        <w:t>digital</w:t>
      </w:r>
      <w:r w:rsidR="00820215" w:rsidRPr="00A05CEC">
        <w:t xml:space="preserve"> environments, important questions about applicable law and the scope of private authority and public regulation</w:t>
      </w:r>
      <w:r w:rsidR="009A35D8">
        <w:t xml:space="preserve"> </w:t>
      </w:r>
      <w:proofErr w:type="gramStart"/>
      <w:r w:rsidR="009A35D8">
        <w:t>cannot be avoided</w:t>
      </w:r>
      <w:proofErr w:type="gramEnd"/>
      <w:r w:rsidR="00820215" w:rsidRPr="00A05CEC">
        <w:t xml:space="preserve">. Should these private actors have the same responsibilities as public authorities? Should their responsibilities derive from human rights law, terms of service, contractual arrangements, or something else? How </w:t>
      </w:r>
      <w:proofErr w:type="gramStart"/>
      <w:r w:rsidR="00820215" w:rsidRPr="00A05CEC">
        <w:t>should relationships among corporate actors and States be structured</w:t>
      </w:r>
      <w:proofErr w:type="gramEnd"/>
      <w:r w:rsidR="00820215" w:rsidRPr="00A05CEC">
        <w:t xml:space="preserve">? </w:t>
      </w:r>
      <w:r w:rsidR="00923A33">
        <w:t xml:space="preserve">When faced with pressures to conduct their businesses in ways that interfere with freedom of expression, what steps should private actors take? </w:t>
      </w:r>
      <w:proofErr w:type="gramStart"/>
      <w:r w:rsidR="00923A33">
        <w:t xml:space="preserve">Refuse to enter markets or </w:t>
      </w:r>
      <w:r w:rsidR="00DA20B8">
        <w:t xml:space="preserve">withdraw from </w:t>
      </w:r>
      <w:r w:rsidR="00923A33">
        <w:t>them?</w:t>
      </w:r>
      <w:proofErr w:type="gramEnd"/>
      <w:r w:rsidR="00923A33">
        <w:t xml:space="preserve"> </w:t>
      </w:r>
      <w:proofErr w:type="gramStart"/>
      <w:r w:rsidR="00923A33">
        <w:t>Advise their customers about such pressures?</w:t>
      </w:r>
      <w:proofErr w:type="gramEnd"/>
      <w:r w:rsidR="00923A33">
        <w:t xml:space="preserve"> </w:t>
      </w:r>
      <w:r w:rsidR="00820215" w:rsidRPr="00A05CEC">
        <w:t xml:space="preserve">As the world moves ever more deeply into digital space, with the </w:t>
      </w:r>
      <w:r w:rsidR="00F25825">
        <w:t>“</w:t>
      </w:r>
      <w:r w:rsidR="00820215" w:rsidRPr="00A05CEC">
        <w:t xml:space="preserve">Internet of </w:t>
      </w:r>
      <w:r w:rsidR="00EE0C3B">
        <w:t>t</w:t>
      </w:r>
      <w:r w:rsidR="00820215" w:rsidRPr="00A05CEC">
        <w:t>hings</w:t>
      </w:r>
      <w:r w:rsidR="00F25825">
        <w:t>”</w:t>
      </w:r>
      <w:r w:rsidR="00820215" w:rsidRPr="00A05CEC">
        <w:t xml:space="preserve"> on the near horizon, guidance is critical to ensure rights </w:t>
      </w:r>
      <w:proofErr w:type="gramStart"/>
      <w:r w:rsidR="00820215" w:rsidRPr="00A05CEC">
        <w:t>are promoted, protected and enjoyed</w:t>
      </w:r>
      <w:proofErr w:type="gramEnd"/>
      <w:r w:rsidR="00820215" w:rsidRPr="00A05CEC">
        <w:t xml:space="preserve">. </w:t>
      </w:r>
    </w:p>
    <w:p w14:paraId="6D323192" w14:textId="3099DBAD" w:rsidR="00820215" w:rsidRPr="007311C9" w:rsidRDefault="00A05CEC" w:rsidP="00925EF6">
      <w:pPr>
        <w:pStyle w:val="SingleTxtG"/>
      </w:pPr>
      <w:r w:rsidRPr="007311C9">
        <w:t>3.</w:t>
      </w:r>
      <w:r w:rsidRPr="007311C9">
        <w:tab/>
      </w:r>
      <w:r w:rsidR="00820215" w:rsidRPr="007311C9">
        <w:t>Th</w:t>
      </w:r>
      <w:r w:rsidR="009A35D8">
        <w:t>e present</w:t>
      </w:r>
      <w:r w:rsidR="00820215" w:rsidRPr="007311C9">
        <w:t xml:space="preserve"> report has several aims.</w:t>
      </w:r>
      <w:r w:rsidR="000577C0" w:rsidRPr="007311C9">
        <w:rPr>
          <w:rStyle w:val="FootnoteReference"/>
          <w:sz w:val="20"/>
        </w:rPr>
        <w:footnoteReference w:id="3"/>
      </w:r>
      <w:r w:rsidR="00820215" w:rsidRPr="007311C9">
        <w:t xml:space="preserve"> First, it seeks to identify the categories of private actors that deeply influence the freedom of expression in a digital age. Second</w:t>
      </w:r>
      <w:r w:rsidR="00DA20B8">
        <w:t>ly</w:t>
      </w:r>
      <w:r w:rsidR="00820215" w:rsidRPr="007311C9">
        <w:t>, it identifies questions concerning both the private sector’s protection of freedom of opinion and expression and public authorities’ responsibility to ensure the protection of space for expression. Third</w:t>
      </w:r>
      <w:r w:rsidR="00DA20B8">
        <w:t>ly</w:t>
      </w:r>
      <w:r w:rsidR="00820215" w:rsidRPr="007311C9">
        <w:t>, it lay</w:t>
      </w:r>
      <w:r w:rsidR="00BA409F">
        <w:t>s</w:t>
      </w:r>
      <w:r w:rsidR="00820215" w:rsidRPr="007311C9">
        <w:t xml:space="preserve"> out several areas in which normative guidance appears to </w:t>
      </w:r>
      <w:proofErr w:type="gramStart"/>
      <w:r w:rsidR="00820215" w:rsidRPr="007311C9">
        <w:t>be most need</w:t>
      </w:r>
      <w:r w:rsidR="00DA20B8">
        <w:t>ed</w:t>
      </w:r>
      <w:proofErr w:type="gramEnd"/>
      <w:r w:rsidR="00820215" w:rsidRPr="007311C9">
        <w:t xml:space="preserve">. These areas </w:t>
      </w:r>
      <w:proofErr w:type="gramStart"/>
      <w:r w:rsidR="00820215" w:rsidRPr="007311C9">
        <w:t xml:space="preserve">will be addressed and consolidated through thematic reporting, country and company visits, and communications and consultations with </w:t>
      </w:r>
      <w:r w:rsidR="00DA20B8">
        <w:t>G</w:t>
      </w:r>
      <w:r w:rsidR="00820215" w:rsidRPr="007311C9">
        <w:t>overnments, the business sector and civil society</w:t>
      </w:r>
      <w:proofErr w:type="gramEnd"/>
      <w:r w:rsidR="00820215" w:rsidRPr="007311C9">
        <w:t>. In short, th</w:t>
      </w:r>
      <w:r w:rsidR="00DA20B8">
        <w:t>e present</w:t>
      </w:r>
      <w:r w:rsidR="00820215" w:rsidRPr="007311C9">
        <w:t xml:space="preserve"> report is the first of several the Special Rapporteur will present in order to provide guidance on how private actors </w:t>
      </w:r>
      <w:r w:rsidR="00923A33" w:rsidRPr="007311C9">
        <w:t>should</w:t>
      </w:r>
      <w:r w:rsidR="00820215" w:rsidRPr="007311C9">
        <w:t xml:space="preserve"> protect and promote freedom of expression in a digital age.  </w:t>
      </w:r>
    </w:p>
    <w:p w14:paraId="39A4AD91" w14:textId="20DBF25D" w:rsidR="00820215" w:rsidRPr="00A05CEC" w:rsidRDefault="00A05CEC" w:rsidP="00925EF6">
      <w:pPr>
        <w:pStyle w:val="SingleTxtG"/>
      </w:pPr>
      <w:r w:rsidRPr="007311C9">
        <w:t>4.</w:t>
      </w:r>
      <w:r w:rsidRPr="007311C9">
        <w:tab/>
      </w:r>
      <w:r w:rsidR="00BA409F">
        <w:t>P</w:t>
      </w:r>
      <w:r w:rsidR="00820215" w:rsidRPr="007311C9">
        <w:t>ublic process of input and consultation contributed to the development of th</w:t>
      </w:r>
      <w:r w:rsidR="00DA20B8">
        <w:t>e present</w:t>
      </w:r>
      <w:r w:rsidR="00820215" w:rsidRPr="007311C9">
        <w:t xml:space="preserve"> report. On </w:t>
      </w:r>
      <w:r w:rsidR="00DA20B8">
        <w:t xml:space="preserve">3 </w:t>
      </w:r>
      <w:proofErr w:type="gramStart"/>
      <w:r w:rsidR="00820215" w:rsidRPr="007311C9">
        <w:t>December  2015</w:t>
      </w:r>
      <w:proofErr w:type="gramEnd"/>
      <w:r w:rsidR="00820215" w:rsidRPr="007311C9">
        <w:t xml:space="preserve">, the Special Rapporteur issued a call for input </w:t>
      </w:r>
      <w:r w:rsidR="00DA20B8">
        <w:t>to</w:t>
      </w:r>
      <w:r w:rsidR="00DA20B8" w:rsidRPr="007311C9">
        <w:t xml:space="preserve"> </w:t>
      </w:r>
      <w:r w:rsidR="00820215" w:rsidRPr="007311C9">
        <w:t>th</w:t>
      </w:r>
      <w:r w:rsidR="00DA20B8">
        <w:t>e</w:t>
      </w:r>
      <w:r w:rsidR="00820215" w:rsidRPr="007311C9">
        <w:t xml:space="preserve"> report. As of the date of publication, the Special Rapporteur received </w:t>
      </w:r>
      <w:r w:rsidR="00C16D94" w:rsidRPr="007311C9">
        <w:t>15</w:t>
      </w:r>
      <w:r w:rsidR="00820215" w:rsidRPr="007311C9">
        <w:t xml:space="preserve"> submissions from States</w:t>
      </w:r>
      <w:r w:rsidR="00820215" w:rsidRPr="007311C9">
        <w:rPr>
          <w:rStyle w:val="FootnoteReference"/>
          <w:sz w:val="20"/>
        </w:rPr>
        <w:footnoteReference w:id="4"/>
      </w:r>
      <w:r w:rsidR="00820215" w:rsidRPr="007311C9">
        <w:t xml:space="preserve"> </w:t>
      </w:r>
      <w:r w:rsidR="00820215" w:rsidRPr="00B86818">
        <w:t>and 1</w:t>
      </w:r>
      <w:r w:rsidR="003B26F7">
        <w:t>5</w:t>
      </w:r>
      <w:r w:rsidR="00820215" w:rsidRPr="00B86818">
        <w:t xml:space="preserve"> submissions</w:t>
      </w:r>
      <w:r w:rsidR="00820215" w:rsidRPr="007311C9">
        <w:t xml:space="preserve"> from organizations</w:t>
      </w:r>
      <w:r w:rsidR="00820215" w:rsidRPr="007311C9">
        <w:rPr>
          <w:rStyle w:val="FootnoteReference"/>
          <w:sz w:val="20"/>
        </w:rPr>
        <w:footnoteReference w:id="5"/>
      </w:r>
      <w:r w:rsidR="00820215" w:rsidRPr="007311C9">
        <w:t>, all of which are</w:t>
      </w:r>
      <w:r w:rsidR="00820215" w:rsidRPr="00A05CEC">
        <w:t xml:space="preserve"> </w:t>
      </w:r>
      <w:r w:rsidR="00CE3D45">
        <w:t xml:space="preserve">to </w:t>
      </w:r>
      <w:proofErr w:type="gramStart"/>
      <w:r w:rsidR="00CE3D45">
        <w:t>be found</w:t>
      </w:r>
      <w:proofErr w:type="gramEnd"/>
      <w:r w:rsidR="00CE3D45">
        <w:t xml:space="preserve"> on</w:t>
      </w:r>
      <w:r w:rsidR="00820215" w:rsidRPr="00A05CEC">
        <w:t xml:space="preserve"> the </w:t>
      </w:r>
      <w:r w:rsidR="00CE3D45">
        <w:t xml:space="preserve">Special </w:t>
      </w:r>
      <w:r w:rsidR="00CE3D45">
        <w:lastRenderedPageBreak/>
        <w:t>Rapporteur</w:t>
      </w:r>
      <w:r w:rsidR="00820215" w:rsidRPr="00A05CEC">
        <w:t>’s website</w:t>
      </w:r>
      <w:r w:rsidR="0081712E">
        <w:t>.</w:t>
      </w:r>
      <w:r w:rsidR="009F1C89">
        <w:rPr>
          <w:rStyle w:val="FootnoteReference"/>
        </w:rPr>
        <w:footnoteReference w:id="6"/>
      </w:r>
      <w:r w:rsidR="00820215" w:rsidRPr="00A05CEC">
        <w:t xml:space="preserve"> The Special Rapporteur also benefited greatly from consultations</w:t>
      </w:r>
      <w:r w:rsidR="0081712E">
        <w:t>.</w:t>
      </w:r>
      <w:r w:rsidR="00820215" w:rsidRPr="00A05CEC">
        <w:t xml:space="preserve"> </w:t>
      </w:r>
      <w:r w:rsidR="0081712E">
        <w:t xml:space="preserve">He </w:t>
      </w:r>
      <w:r w:rsidR="00820215" w:rsidRPr="00A05CEC">
        <w:t>h</w:t>
      </w:r>
      <w:r w:rsidR="0081712E">
        <w:t>eld</w:t>
      </w:r>
      <w:r w:rsidR="00820215" w:rsidRPr="00A05CEC">
        <w:t xml:space="preserve"> a meeting on 25</w:t>
      </w:r>
      <w:r w:rsidR="00F25825">
        <w:t xml:space="preserve"> and </w:t>
      </w:r>
      <w:r w:rsidR="00820215" w:rsidRPr="00A05CEC">
        <w:t xml:space="preserve">26 January 2016 with </w:t>
      </w:r>
      <w:r w:rsidR="0081712E">
        <w:t>25</w:t>
      </w:r>
      <w:r w:rsidR="00820215" w:rsidRPr="00A05CEC">
        <w:t xml:space="preserve"> members of civil society at the University of California, Irvine School of Law, and a separate meeting with </w:t>
      </w:r>
      <w:r w:rsidR="0081712E">
        <w:t>20</w:t>
      </w:r>
      <w:r w:rsidR="0081712E" w:rsidRPr="00A05CEC">
        <w:t xml:space="preserve"> </w:t>
      </w:r>
      <w:r w:rsidR="00820215" w:rsidRPr="00A05CEC">
        <w:t xml:space="preserve">individuals from the private sector and civil society on 29 February 2016 at the Office of the </w:t>
      </w:r>
      <w:r w:rsidR="0081712E">
        <w:t xml:space="preserve">United Nations </w:t>
      </w:r>
      <w:r w:rsidR="00820215" w:rsidRPr="00A05CEC">
        <w:t xml:space="preserve">High Commissioner for Human Rights in Geneva. Meeting summaries </w:t>
      </w:r>
      <w:r w:rsidR="00522189">
        <w:t>are</w:t>
      </w:r>
      <w:r w:rsidR="00522189" w:rsidRPr="00A05CEC">
        <w:t xml:space="preserve"> </w:t>
      </w:r>
      <w:r w:rsidR="00820215" w:rsidRPr="00A05CEC">
        <w:t xml:space="preserve">also </w:t>
      </w:r>
      <w:proofErr w:type="gramStart"/>
      <w:r w:rsidR="00820215" w:rsidRPr="00A05CEC">
        <w:t>be</w:t>
      </w:r>
      <w:proofErr w:type="gramEnd"/>
      <w:r w:rsidR="00820215" w:rsidRPr="00A05CEC">
        <w:t xml:space="preserve"> found </w:t>
      </w:r>
      <w:r w:rsidR="0081712E">
        <w:t>on</w:t>
      </w:r>
      <w:r w:rsidR="0081712E" w:rsidRPr="00A05CEC">
        <w:t xml:space="preserve"> </w:t>
      </w:r>
      <w:r w:rsidR="00820215" w:rsidRPr="00A05CEC">
        <w:t xml:space="preserve">the </w:t>
      </w:r>
      <w:r w:rsidR="0081712E">
        <w:t>Special Rapporteur</w:t>
      </w:r>
      <w:r w:rsidR="0081712E" w:rsidRPr="00A05CEC">
        <w:t xml:space="preserve">’s </w:t>
      </w:r>
      <w:r w:rsidR="00820215" w:rsidRPr="00A05CEC">
        <w:t>website.</w:t>
      </w:r>
    </w:p>
    <w:p w14:paraId="7DA37381" w14:textId="4C4792B8" w:rsidR="00820215" w:rsidRPr="00925EF6" w:rsidRDefault="00925EF6" w:rsidP="00925EF6">
      <w:pPr>
        <w:pStyle w:val="HChG"/>
      </w:pPr>
      <w:r w:rsidRPr="00925EF6">
        <w:rPr>
          <w:rStyle w:val="PageNumber"/>
          <w:caps/>
        </w:rPr>
        <w:tab/>
      </w:r>
      <w:r w:rsidRPr="00925EF6">
        <w:rPr>
          <w:rStyle w:val="PageNumber"/>
          <w:b/>
          <w:sz w:val="28"/>
        </w:rPr>
        <w:t>II.</w:t>
      </w:r>
      <w:r w:rsidRPr="00925EF6">
        <w:rPr>
          <w:rStyle w:val="PageNumber"/>
          <w:b/>
          <w:sz w:val="28"/>
        </w:rPr>
        <w:tab/>
      </w:r>
      <w:r>
        <w:rPr>
          <w:rStyle w:val="PageNumber"/>
          <w:b/>
          <w:sz w:val="28"/>
        </w:rPr>
        <w:t xml:space="preserve">Freedom of expression, </w:t>
      </w:r>
      <w:r w:rsidR="00E212A3">
        <w:rPr>
          <w:rStyle w:val="PageNumber"/>
          <w:b/>
          <w:sz w:val="28"/>
        </w:rPr>
        <w:t>S</w:t>
      </w:r>
      <w:r>
        <w:rPr>
          <w:rStyle w:val="PageNumber"/>
          <w:b/>
          <w:sz w:val="28"/>
        </w:rPr>
        <w:t xml:space="preserve">tates and the </w:t>
      </w:r>
      <w:r w:rsidR="0081712E">
        <w:rPr>
          <w:rStyle w:val="PageNumber"/>
          <w:b/>
          <w:sz w:val="28"/>
        </w:rPr>
        <w:t>p</w:t>
      </w:r>
      <w:r>
        <w:rPr>
          <w:rStyle w:val="PageNumber"/>
          <w:b/>
          <w:sz w:val="28"/>
        </w:rPr>
        <w:t xml:space="preserve">rivate </w:t>
      </w:r>
      <w:r w:rsidR="0081712E">
        <w:rPr>
          <w:rStyle w:val="PageNumber"/>
          <w:b/>
          <w:sz w:val="28"/>
        </w:rPr>
        <w:t>s</w:t>
      </w:r>
      <w:r>
        <w:rPr>
          <w:rStyle w:val="PageNumber"/>
          <w:b/>
          <w:sz w:val="28"/>
        </w:rPr>
        <w:t xml:space="preserve">ector in the </w:t>
      </w:r>
      <w:r w:rsidR="0081712E">
        <w:rPr>
          <w:rStyle w:val="PageNumber"/>
          <w:b/>
          <w:sz w:val="28"/>
        </w:rPr>
        <w:t>d</w:t>
      </w:r>
      <w:r>
        <w:rPr>
          <w:rStyle w:val="PageNumber"/>
          <w:b/>
          <w:sz w:val="28"/>
        </w:rPr>
        <w:t xml:space="preserve">igital </w:t>
      </w:r>
      <w:r w:rsidR="0081712E">
        <w:rPr>
          <w:rStyle w:val="PageNumber"/>
          <w:b/>
          <w:sz w:val="28"/>
        </w:rPr>
        <w:t>a</w:t>
      </w:r>
      <w:r>
        <w:rPr>
          <w:rStyle w:val="PageNumber"/>
          <w:b/>
          <w:sz w:val="28"/>
        </w:rPr>
        <w:t>ge</w:t>
      </w:r>
    </w:p>
    <w:p w14:paraId="02932848" w14:textId="4E0C495B" w:rsidR="00820215" w:rsidRPr="00A05CEC" w:rsidRDefault="00A05CEC" w:rsidP="00925EF6">
      <w:pPr>
        <w:pStyle w:val="SingleTxtG"/>
      </w:pPr>
      <w:r w:rsidRPr="00A05CEC">
        <w:t>5.</w:t>
      </w:r>
      <w:r w:rsidRPr="00A05CEC">
        <w:tab/>
      </w:r>
      <w:r w:rsidR="00820215" w:rsidRPr="00A05CEC">
        <w:t xml:space="preserve">This mapping report rests on a basic question: </w:t>
      </w:r>
      <w:r w:rsidR="00820215" w:rsidRPr="00DF1574">
        <w:t xml:space="preserve">to what extent should the </w:t>
      </w:r>
      <w:r w:rsidR="0081712E">
        <w:t>information and communications</w:t>
      </w:r>
      <w:r w:rsidR="0081712E" w:rsidRPr="00DF1574">
        <w:t xml:space="preserve"> </w:t>
      </w:r>
      <w:r w:rsidR="00F25825">
        <w:t xml:space="preserve">technology </w:t>
      </w:r>
      <w:r w:rsidR="00820215" w:rsidRPr="00DF1574">
        <w:t>sector be responsible for the promotion and protection of freedom of opinion and expression?</w:t>
      </w:r>
      <w:r w:rsidR="00820215" w:rsidRPr="00A05CEC">
        <w:t xml:space="preserve"> </w:t>
      </w:r>
      <w:r w:rsidR="00820215" w:rsidRPr="0069772A">
        <w:t>Addressing this question requires begin</w:t>
      </w:r>
      <w:r w:rsidR="0081712E" w:rsidRPr="0069772A">
        <w:t>ning</w:t>
      </w:r>
      <w:r w:rsidR="00820215" w:rsidRPr="0069772A">
        <w:t xml:space="preserve"> with a summary</w:t>
      </w:r>
      <w:r w:rsidR="00820215" w:rsidRPr="00A05CEC">
        <w:t xml:space="preserve"> of the international human rights law according to which </w:t>
      </w:r>
      <w:r w:rsidR="00E33178">
        <w:t>S</w:t>
      </w:r>
      <w:r w:rsidR="00820215" w:rsidRPr="00A05CEC">
        <w:t>tates are obligated to promote and protect freedom of expression and principles addressing private</w:t>
      </w:r>
      <w:r w:rsidR="00A32F56">
        <w:t>-</w:t>
      </w:r>
      <w:r w:rsidR="00820215" w:rsidRPr="00A05CEC">
        <w:t>sector human rights responsibilities.</w:t>
      </w:r>
    </w:p>
    <w:p w14:paraId="627D14EA" w14:textId="052EAB68" w:rsidR="00820215" w:rsidRPr="00A05CEC" w:rsidRDefault="00925EF6" w:rsidP="00925EF6">
      <w:pPr>
        <w:pStyle w:val="H1G"/>
      </w:pPr>
      <w:r>
        <w:tab/>
        <w:t>A.</w:t>
      </w:r>
      <w:r>
        <w:tab/>
      </w:r>
      <w:r w:rsidR="00A32F56">
        <w:t>I</w:t>
      </w:r>
      <w:r w:rsidR="00820215" w:rsidRPr="00A05CEC">
        <w:t xml:space="preserve">nternational </w:t>
      </w:r>
      <w:r w:rsidR="00AC6ED1">
        <w:t>l</w:t>
      </w:r>
      <w:r w:rsidR="00820215" w:rsidRPr="00A05CEC">
        <w:t xml:space="preserve">egal </w:t>
      </w:r>
      <w:r w:rsidR="00AC6ED1">
        <w:t>f</w:t>
      </w:r>
      <w:r w:rsidR="00820215" w:rsidRPr="00A05CEC">
        <w:t>ramework</w:t>
      </w:r>
    </w:p>
    <w:p w14:paraId="73984F24" w14:textId="4134209F" w:rsidR="00820215" w:rsidRPr="007311C9" w:rsidRDefault="00A05CEC" w:rsidP="00925EF6">
      <w:pPr>
        <w:pStyle w:val="SingleTxtG"/>
      </w:pPr>
      <w:r w:rsidRPr="007311C9">
        <w:rPr>
          <w:rStyle w:val="PageNumber"/>
          <w:b w:val="0"/>
          <w:sz w:val="20"/>
          <w:lang w:val="pt-PT"/>
        </w:rPr>
        <w:t>6.</w:t>
      </w:r>
      <w:r w:rsidRPr="007311C9">
        <w:rPr>
          <w:rStyle w:val="PageNumber"/>
          <w:b w:val="0"/>
          <w:sz w:val="20"/>
          <w:lang w:val="pt-PT"/>
        </w:rPr>
        <w:tab/>
      </w:r>
      <w:r w:rsidR="00A32F56">
        <w:rPr>
          <w:rStyle w:val="PageNumber"/>
          <w:b w:val="0"/>
          <w:sz w:val="20"/>
          <w:lang w:val="pt-PT"/>
        </w:rPr>
        <w:t>Article 19 of both t</w:t>
      </w:r>
      <w:r w:rsidR="00820215" w:rsidRPr="007311C9">
        <w:rPr>
          <w:rStyle w:val="PageNumber"/>
          <w:b w:val="0"/>
          <w:sz w:val="20"/>
        </w:rPr>
        <w:t xml:space="preserve">he International Covenant on Civil and Political Rights and </w:t>
      </w:r>
      <w:r w:rsidR="00A32F56">
        <w:rPr>
          <w:rStyle w:val="PageNumber"/>
          <w:b w:val="0"/>
          <w:sz w:val="20"/>
        </w:rPr>
        <w:t xml:space="preserve">the </w:t>
      </w:r>
      <w:r w:rsidR="00820215" w:rsidRPr="007311C9">
        <w:rPr>
          <w:rStyle w:val="PageNumber"/>
          <w:b w:val="0"/>
          <w:sz w:val="20"/>
        </w:rPr>
        <w:t>Universal Declaration of Human Rights protect</w:t>
      </w:r>
      <w:r w:rsidR="00A32F56">
        <w:rPr>
          <w:rStyle w:val="PageNumber"/>
          <w:b w:val="0"/>
          <w:sz w:val="20"/>
        </w:rPr>
        <w:t>s</w:t>
      </w:r>
      <w:r w:rsidR="00820215" w:rsidRPr="007311C9">
        <w:rPr>
          <w:rStyle w:val="PageNumber"/>
          <w:b w:val="0"/>
          <w:sz w:val="20"/>
        </w:rPr>
        <w:t xml:space="preserve"> everyone’s right to hold opinions without interference and to seek, receive and impart information and ideas of all kinds, regardless of frontiers and through any media. It has become customary to emphasize that individuals enjoy the same rights online as they do offline. </w:t>
      </w:r>
      <w:r w:rsidR="00820215" w:rsidRPr="007311C9">
        <w:t>The previous mandate holder highlighted the increasing number and forms of restrictions on the right to information online (</w:t>
      </w:r>
      <w:r w:rsidR="00A32F56">
        <w:t xml:space="preserve">see </w:t>
      </w:r>
      <w:hyperlink r:id="rId10" w:history="1">
        <w:r w:rsidR="00820215" w:rsidRPr="00702F45">
          <w:rPr>
            <w:rStyle w:val="Hyperlink"/>
          </w:rPr>
          <w:t>A/HRC/17/27</w:t>
        </w:r>
      </w:hyperlink>
      <w:r w:rsidR="00820215" w:rsidRPr="007311C9">
        <w:t>) and demonstrated the impact on freedom of expression of expanded digital surveillance (</w:t>
      </w:r>
      <w:r w:rsidR="00A32F56">
        <w:t xml:space="preserve">see </w:t>
      </w:r>
      <w:hyperlink r:id="rId11" w:history="1">
        <w:r w:rsidR="00820215" w:rsidRPr="00702F45">
          <w:rPr>
            <w:rStyle w:val="Hyperlink"/>
          </w:rPr>
          <w:t>A/HRC/23/40</w:t>
        </w:r>
      </w:hyperlink>
      <w:r w:rsidR="00820215" w:rsidRPr="007311C9">
        <w:t>). In 2015, the Special Rapporteur emphasized the important role played by encryption and anonymity in protecting and advancing the freedom of expression (</w:t>
      </w:r>
      <w:r w:rsidR="00A32F56">
        <w:t xml:space="preserve">see </w:t>
      </w:r>
      <w:hyperlink r:id="rId12" w:history="1">
        <w:r w:rsidR="00820215" w:rsidRPr="00702F45">
          <w:rPr>
            <w:rStyle w:val="Hyperlink"/>
          </w:rPr>
          <w:t>A/HRC/29/32</w:t>
        </w:r>
      </w:hyperlink>
      <w:r w:rsidR="00820215" w:rsidRPr="007311C9">
        <w:t xml:space="preserve">). In </w:t>
      </w:r>
      <w:r w:rsidR="00A32F56">
        <w:t>j</w:t>
      </w:r>
      <w:hyperlink r:id="rId13" w:history="1">
        <w:r w:rsidR="00820215" w:rsidRPr="007311C9">
          <w:rPr>
            <w:rStyle w:val="Hyperlink"/>
          </w:rPr>
          <w:t xml:space="preserve">oint </w:t>
        </w:r>
        <w:r w:rsidR="00A32F56">
          <w:rPr>
            <w:rStyle w:val="Hyperlink"/>
          </w:rPr>
          <w:t>d</w:t>
        </w:r>
        <w:r w:rsidR="00820215" w:rsidRPr="007311C9">
          <w:rPr>
            <w:rStyle w:val="Hyperlink"/>
          </w:rPr>
          <w:t>eclarations</w:t>
        </w:r>
      </w:hyperlink>
      <w:r w:rsidR="00820215" w:rsidRPr="007311C9">
        <w:t xml:space="preserve">, the </w:t>
      </w:r>
      <w:r w:rsidR="00A32F56">
        <w:t>S</w:t>
      </w:r>
      <w:r w:rsidR="00820215" w:rsidRPr="007311C9">
        <w:t xml:space="preserve">pecial </w:t>
      </w:r>
      <w:r w:rsidR="00A32F56">
        <w:t>R</w:t>
      </w:r>
      <w:r w:rsidR="00820215" w:rsidRPr="007311C9">
        <w:t>apporteur and regional counterparts have emphasized issues relat</w:t>
      </w:r>
      <w:r w:rsidR="00A32F56">
        <w:t>ing</w:t>
      </w:r>
      <w:r w:rsidR="00820215" w:rsidRPr="007311C9">
        <w:t xml:space="preserve"> to intermediary liability, access, content restrictions and other key topics </w:t>
      </w:r>
      <w:r w:rsidR="00A32F56">
        <w:t>on</w:t>
      </w:r>
      <w:r w:rsidR="00820215" w:rsidRPr="007311C9">
        <w:t xml:space="preserve"> freedom of expression online.</w:t>
      </w:r>
    </w:p>
    <w:p w14:paraId="35210BC5" w14:textId="6EA407CF" w:rsidR="00820215" w:rsidRPr="007311C9" w:rsidRDefault="00A05CEC" w:rsidP="00925EF6">
      <w:pPr>
        <w:pStyle w:val="SingleTxtG"/>
        <w:rPr>
          <w:rStyle w:val="PageNumber"/>
          <w:b w:val="0"/>
          <w:sz w:val="20"/>
        </w:rPr>
      </w:pPr>
      <w:r w:rsidRPr="007311C9">
        <w:t>7.</w:t>
      </w:r>
      <w:r w:rsidRPr="007311C9">
        <w:tab/>
      </w:r>
      <w:r w:rsidR="00820215" w:rsidRPr="007311C9">
        <w:t>Article 19</w:t>
      </w:r>
      <w:r w:rsidR="00A32F56">
        <w:t xml:space="preserve"> </w:t>
      </w:r>
      <w:r w:rsidR="00820215" w:rsidRPr="007311C9">
        <w:t>(3) of the I</w:t>
      </w:r>
      <w:r w:rsidR="00A32F56">
        <w:t xml:space="preserve">nternational </w:t>
      </w:r>
      <w:r w:rsidR="00820215" w:rsidRPr="007311C9">
        <w:t>C</w:t>
      </w:r>
      <w:r w:rsidR="00A32F56">
        <w:t xml:space="preserve">ovenant on </w:t>
      </w:r>
      <w:r w:rsidR="00820215" w:rsidRPr="007311C9">
        <w:t>C</w:t>
      </w:r>
      <w:r w:rsidR="00A32F56">
        <w:t xml:space="preserve">ivil and </w:t>
      </w:r>
      <w:r w:rsidR="00820215" w:rsidRPr="007311C9">
        <w:t>P</w:t>
      </w:r>
      <w:r w:rsidR="00A32F56">
        <w:t xml:space="preserve">olitical </w:t>
      </w:r>
      <w:r w:rsidR="00820215" w:rsidRPr="007311C9">
        <w:t>R</w:t>
      </w:r>
      <w:r w:rsidR="00A32F56">
        <w:t>ights</w:t>
      </w:r>
      <w:r w:rsidR="00820215" w:rsidRPr="007311C9">
        <w:t xml:space="preserve"> allows for restrictions on the freedom of expression (but not on the freedom of opinion under </w:t>
      </w:r>
      <w:r w:rsidR="00A32F56">
        <w:t>a</w:t>
      </w:r>
      <w:r w:rsidR="00820215" w:rsidRPr="007311C9">
        <w:t>rticle 19</w:t>
      </w:r>
      <w:r w:rsidR="00A32F56">
        <w:t xml:space="preserve"> </w:t>
      </w:r>
      <w:r w:rsidR="00820215" w:rsidRPr="007311C9">
        <w:t xml:space="preserve">(1)). According to </w:t>
      </w:r>
      <w:r w:rsidR="00A32F56">
        <w:t>a</w:t>
      </w:r>
      <w:r w:rsidR="00820215" w:rsidRPr="007311C9">
        <w:t>rticle 19</w:t>
      </w:r>
      <w:r w:rsidR="00A32F56">
        <w:t xml:space="preserve"> </w:t>
      </w:r>
      <w:r w:rsidR="00820215" w:rsidRPr="007311C9">
        <w:t>(3), any restriction, to be legitimate, must be provided by law and necessary for the respect of the rights or reputations of others or the protection of national security or of public order, or of public health or morals. Any restriction must be precise enough and publicly accessible in order to limit the authorities’ discretion and provide individuals with adequate guidance (</w:t>
      </w:r>
      <w:r w:rsidR="00A32F56">
        <w:t xml:space="preserve">see the </w:t>
      </w:r>
      <w:r w:rsidR="00F25825">
        <w:t>Human Rights Committee</w:t>
      </w:r>
      <w:r w:rsidR="00A32F56">
        <w:t xml:space="preserve">’s </w:t>
      </w:r>
      <w:hyperlink r:id="rId14" w:history="1">
        <w:r w:rsidR="00A32F56">
          <w:rPr>
            <w:rStyle w:val="Hyperlink"/>
          </w:rPr>
          <w:t>general</w:t>
        </w:r>
      </w:hyperlink>
      <w:r w:rsidR="00A32F56">
        <w:rPr>
          <w:rStyle w:val="Hyperlink"/>
        </w:rPr>
        <w:t xml:space="preserve"> comment </w:t>
      </w:r>
      <w:r w:rsidR="006F55CC">
        <w:rPr>
          <w:rStyle w:val="Hyperlink"/>
        </w:rPr>
        <w:t xml:space="preserve">No. 34 (2011) </w:t>
      </w:r>
      <w:r w:rsidR="00A32F56">
        <w:rPr>
          <w:rStyle w:val="Hyperlink"/>
        </w:rPr>
        <w:t xml:space="preserve">on article </w:t>
      </w:r>
      <w:r w:rsidR="00A32F56" w:rsidRPr="0069772A">
        <w:rPr>
          <w:rStyle w:val="Hyperlink"/>
        </w:rPr>
        <w:t>19:</w:t>
      </w:r>
      <w:r w:rsidR="006F55CC" w:rsidRPr="0069772A">
        <w:rPr>
          <w:rStyle w:val="Hyperlink"/>
        </w:rPr>
        <w:t xml:space="preserve"> freedoms</w:t>
      </w:r>
      <w:r w:rsidR="006F55CC">
        <w:rPr>
          <w:rStyle w:val="Hyperlink"/>
        </w:rPr>
        <w:t xml:space="preserve"> of opinion and expression</w:t>
      </w:r>
      <w:r w:rsidR="00820215" w:rsidRPr="007311C9">
        <w:t>)</w:t>
      </w:r>
      <w:r w:rsidR="00702F45">
        <w:t>.</w:t>
      </w:r>
      <w:r w:rsidR="00820215" w:rsidRPr="007311C9">
        <w:t xml:space="preserve"> </w:t>
      </w:r>
      <w:r w:rsidR="00820215" w:rsidRPr="007311C9">
        <w:rPr>
          <w:rStyle w:val="PageNumber"/>
          <w:b w:val="0"/>
          <w:sz w:val="20"/>
        </w:rPr>
        <w:t>To be necessary, a restriction must be more than merely useful, reasonable or desirable.</w:t>
      </w:r>
      <w:r w:rsidR="00820215" w:rsidRPr="007311C9">
        <w:rPr>
          <w:rStyle w:val="FootnoteReference"/>
          <w:sz w:val="20"/>
        </w:rPr>
        <w:footnoteReference w:id="7"/>
      </w:r>
      <w:r w:rsidR="00820215" w:rsidRPr="007311C9">
        <w:t xml:space="preserve"> It </w:t>
      </w:r>
      <w:proofErr w:type="gramStart"/>
      <w:r w:rsidR="00820215" w:rsidRPr="007311C9">
        <w:t>is also well</w:t>
      </w:r>
      <w:r w:rsidR="00A32F56">
        <w:t xml:space="preserve"> </w:t>
      </w:r>
      <w:r w:rsidR="00820215" w:rsidRPr="007311C9">
        <w:t>established</w:t>
      </w:r>
      <w:proofErr w:type="gramEnd"/>
      <w:r w:rsidR="00820215" w:rsidRPr="007311C9">
        <w:t xml:space="preserve"> that necessity requires an assessment of proportionality</w:t>
      </w:r>
      <w:r w:rsidR="00702F45">
        <w:t xml:space="preserve"> </w:t>
      </w:r>
      <w:r w:rsidR="00702F45" w:rsidRPr="007311C9">
        <w:t>(</w:t>
      </w:r>
      <w:r w:rsidR="00A32F56">
        <w:t xml:space="preserve">see </w:t>
      </w:r>
      <w:r w:rsidR="00702F45" w:rsidRPr="007311C9">
        <w:t>A/HRC/29/32)</w:t>
      </w:r>
      <w:r w:rsidR="00820215" w:rsidRPr="007311C9">
        <w:t xml:space="preserve">. Proportionality requires demonstrating that </w:t>
      </w:r>
      <w:r w:rsidR="00FD43E9">
        <w:t>restrictive measures are</w:t>
      </w:r>
      <w:r w:rsidR="00820215" w:rsidRPr="007311C9">
        <w:t xml:space="preserve"> the least intrusive instrument among </w:t>
      </w:r>
      <w:proofErr w:type="gramStart"/>
      <w:r w:rsidR="00820215" w:rsidRPr="007311C9">
        <w:t>those which</w:t>
      </w:r>
      <w:proofErr w:type="gramEnd"/>
      <w:r w:rsidR="00820215" w:rsidRPr="007311C9">
        <w:t xml:space="preserve"> might achieve their protective function and proportionate to the interest to be protected (</w:t>
      </w:r>
      <w:r w:rsidR="00A32F56">
        <w:t xml:space="preserve">see </w:t>
      </w:r>
      <w:r w:rsidR="006F55CC">
        <w:t>general comment No. 34</w:t>
      </w:r>
      <w:r w:rsidR="00820215" w:rsidRPr="007311C9">
        <w:t>)</w:t>
      </w:r>
      <w:r w:rsidR="001C234D">
        <w:t>.</w:t>
      </w:r>
      <w:r w:rsidR="00820215" w:rsidRPr="007311C9">
        <w:t xml:space="preserve"> </w:t>
      </w:r>
      <w:r w:rsidR="00820215" w:rsidRPr="007311C9">
        <w:rPr>
          <w:rStyle w:val="PageNumber"/>
          <w:b w:val="0"/>
          <w:sz w:val="20"/>
        </w:rPr>
        <w:t xml:space="preserve">When </w:t>
      </w:r>
      <w:r w:rsidR="00820215" w:rsidRPr="007311C9">
        <w:rPr>
          <w:rStyle w:val="PageNumber"/>
          <w:b w:val="0"/>
          <w:sz w:val="20"/>
        </w:rPr>
        <w:lastRenderedPageBreak/>
        <w:t xml:space="preserve">restrictions fail to meet the standard of </w:t>
      </w:r>
      <w:r w:rsidR="00A32F56">
        <w:rPr>
          <w:rStyle w:val="PageNumber"/>
          <w:b w:val="0"/>
          <w:sz w:val="20"/>
        </w:rPr>
        <w:t>a</w:t>
      </w:r>
      <w:r w:rsidR="00820215" w:rsidRPr="007311C9">
        <w:rPr>
          <w:rStyle w:val="PageNumber"/>
          <w:b w:val="0"/>
          <w:sz w:val="20"/>
        </w:rPr>
        <w:t>rticle 19</w:t>
      </w:r>
      <w:r w:rsidR="00A32F56">
        <w:rPr>
          <w:rStyle w:val="PageNumber"/>
          <w:b w:val="0"/>
          <w:sz w:val="20"/>
        </w:rPr>
        <w:t xml:space="preserve"> </w:t>
      </w:r>
      <w:r w:rsidR="00820215" w:rsidRPr="007311C9">
        <w:rPr>
          <w:rStyle w:val="PageNumber"/>
          <w:b w:val="0"/>
          <w:sz w:val="20"/>
        </w:rPr>
        <w:t xml:space="preserve">(3), individuals enjoy </w:t>
      </w:r>
      <w:r w:rsidR="001C234D" w:rsidRPr="007311C9">
        <w:rPr>
          <w:rStyle w:val="PageNumber"/>
          <w:b w:val="0"/>
          <w:sz w:val="20"/>
        </w:rPr>
        <w:t xml:space="preserve">the right to an effective remedy </w:t>
      </w:r>
      <w:r w:rsidR="00820215" w:rsidRPr="007311C9">
        <w:rPr>
          <w:rStyle w:val="PageNumber"/>
          <w:b w:val="0"/>
          <w:sz w:val="20"/>
        </w:rPr>
        <w:t xml:space="preserve">under </w:t>
      </w:r>
      <w:r w:rsidR="00A32F56">
        <w:rPr>
          <w:rStyle w:val="PageNumber"/>
          <w:b w:val="0"/>
          <w:sz w:val="20"/>
        </w:rPr>
        <w:t>a</w:t>
      </w:r>
      <w:r w:rsidR="00820215" w:rsidRPr="007311C9">
        <w:rPr>
          <w:rStyle w:val="PageNumber"/>
          <w:b w:val="0"/>
          <w:sz w:val="20"/>
        </w:rPr>
        <w:t>rticle 2</w:t>
      </w:r>
      <w:r w:rsidR="00A32F56">
        <w:rPr>
          <w:rStyle w:val="PageNumber"/>
          <w:b w:val="0"/>
          <w:sz w:val="20"/>
        </w:rPr>
        <w:t xml:space="preserve"> </w:t>
      </w:r>
      <w:r w:rsidR="00820215" w:rsidRPr="007311C9">
        <w:rPr>
          <w:rStyle w:val="PageNumber"/>
          <w:b w:val="0"/>
          <w:sz w:val="20"/>
        </w:rPr>
        <w:t>(3) of the C</w:t>
      </w:r>
      <w:r w:rsidR="00A32F56">
        <w:rPr>
          <w:rStyle w:val="PageNumber"/>
          <w:b w:val="0"/>
          <w:sz w:val="20"/>
        </w:rPr>
        <w:t>ovenant</w:t>
      </w:r>
      <w:r w:rsidR="00820215" w:rsidRPr="007311C9">
        <w:rPr>
          <w:rStyle w:val="PageNumber"/>
          <w:b w:val="0"/>
          <w:sz w:val="20"/>
        </w:rPr>
        <w:t xml:space="preserve">. </w:t>
      </w:r>
    </w:p>
    <w:p w14:paraId="4FCD496D" w14:textId="7810173D" w:rsidR="00820215" w:rsidRPr="00812DAA" w:rsidRDefault="00A05CEC" w:rsidP="00925EF6">
      <w:pPr>
        <w:pStyle w:val="SingleTxtG"/>
        <w:rPr>
          <w:rStyle w:val="PageNumber"/>
          <w:b w:val="0"/>
          <w:sz w:val="20"/>
        </w:rPr>
      </w:pPr>
      <w:r w:rsidRPr="00812DAA">
        <w:t>8.</w:t>
      </w:r>
      <w:r w:rsidRPr="00812DAA">
        <w:tab/>
      </w:r>
      <w:r w:rsidR="00820215" w:rsidRPr="00812DAA">
        <w:t>Individuals enjoy the full range of other rights online as well, such as privacy, religious belief, association and peaceful assembly, education, culture and free</w:t>
      </w:r>
      <w:r w:rsidR="00F25825">
        <w:t>dom</w:t>
      </w:r>
      <w:r w:rsidR="00820215" w:rsidRPr="00812DAA">
        <w:t xml:space="preserve"> from discrimination. States have both a negative obligation to refrain from violating rights and a positive obligation to ensure enjoyment of those rights. These positive obligations may require public authorities to take steps to protect individuals from the actions of private parties.</w:t>
      </w:r>
      <w:r w:rsidR="00820215" w:rsidRPr="00812DAA">
        <w:rPr>
          <w:rStyle w:val="FootnoteReference"/>
          <w:sz w:val="20"/>
        </w:rPr>
        <w:footnoteReference w:id="8"/>
      </w:r>
      <w:r w:rsidR="00820215" w:rsidRPr="00812DAA">
        <w:t xml:space="preserve"> </w:t>
      </w:r>
    </w:p>
    <w:p w14:paraId="1186B1AB" w14:textId="77777777" w:rsidR="00820215" w:rsidRPr="00D259BB" w:rsidRDefault="00925EF6" w:rsidP="00D259BB">
      <w:pPr>
        <w:pStyle w:val="H1G"/>
      </w:pPr>
      <w:r>
        <w:rPr>
          <w:rStyle w:val="PageNumber"/>
        </w:rPr>
        <w:tab/>
      </w:r>
      <w:r w:rsidR="00820215" w:rsidRPr="00D259BB">
        <w:rPr>
          <w:rStyle w:val="PageNumber"/>
          <w:b/>
          <w:sz w:val="24"/>
        </w:rPr>
        <w:t>B.</w:t>
      </w:r>
      <w:r w:rsidRPr="00D259BB">
        <w:rPr>
          <w:rStyle w:val="PageNumber"/>
          <w:b/>
          <w:sz w:val="24"/>
        </w:rPr>
        <w:tab/>
      </w:r>
      <w:r w:rsidR="00820215" w:rsidRPr="00D259BB">
        <w:rPr>
          <w:rStyle w:val="PageNumber"/>
          <w:b/>
          <w:sz w:val="24"/>
        </w:rPr>
        <w:t xml:space="preserve">A framework for private sector responsibilities </w:t>
      </w:r>
    </w:p>
    <w:p w14:paraId="775AA324" w14:textId="5C55CCD3" w:rsidR="00820215" w:rsidRPr="00A05CEC" w:rsidRDefault="00A05CEC" w:rsidP="00925EF6">
      <w:pPr>
        <w:pStyle w:val="SingleTxtG"/>
      </w:pPr>
      <w:r w:rsidRPr="00A05CEC">
        <w:t>9.</w:t>
      </w:r>
      <w:r w:rsidRPr="00A05CEC">
        <w:tab/>
      </w:r>
      <w:r w:rsidR="00EF0522">
        <w:t>H</w:t>
      </w:r>
      <w:r w:rsidR="00820215" w:rsidRPr="00A05CEC">
        <w:t xml:space="preserve">uman rights law does not as a general matter directly govern the activities or responsibilities of private business. </w:t>
      </w:r>
      <w:proofErr w:type="gramStart"/>
      <w:r w:rsidR="00820215" w:rsidRPr="00A05CEC">
        <w:t>A variety of initiatives provide</w:t>
      </w:r>
      <w:proofErr w:type="gramEnd"/>
      <w:r w:rsidR="00820215" w:rsidRPr="00A05CEC">
        <w:t xml:space="preserve"> guidance to enterprises to ensure compliance with fundamental rights. </w:t>
      </w:r>
      <w:r w:rsidR="00EF0522">
        <w:t>T</w:t>
      </w:r>
      <w:r w:rsidR="00820215" w:rsidRPr="00A05CEC">
        <w:t xml:space="preserve">he Human Rights Council endorsed the </w:t>
      </w:r>
      <w:r w:rsidR="00820215" w:rsidRPr="00DF1574">
        <w:t>Guiding Principles on Business and Human Rights</w:t>
      </w:r>
      <w:r w:rsidR="005A49E2">
        <w:t>: Implementing the United Nations “Protect, Respect and Remedy” Framework</w:t>
      </w:r>
      <w:r w:rsidR="00820215" w:rsidRPr="00A05CEC">
        <w:t xml:space="preserve"> (</w:t>
      </w:r>
      <w:r w:rsidR="006119B4">
        <w:t xml:space="preserve">see </w:t>
      </w:r>
      <w:hyperlink r:id="rId15" w:history="1">
        <w:r w:rsidR="00820215" w:rsidRPr="00EF0522">
          <w:rPr>
            <w:rStyle w:val="Hyperlink"/>
          </w:rPr>
          <w:t>A/HRC/17/4</w:t>
        </w:r>
      </w:hyperlink>
      <w:r w:rsidR="006119B4">
        <w:t xml:space="preserve"> and</w:t>
      </w:r>
      <w:r w:rsidR="00820215" w:rsidRPr="00A05CEC">
        <w:t xml:space="preserve"> </w:t>
      </w:r>
      <w:hyperlink r:id="rId16" w:history="1">
        <w:r w:rsidR="00820215" w:rsidRPr="00EF0522">
          <w:rPr>
            <w:rStyle w:val="Hyperlink"/>
          </w:rPr>
          <w:t>A/HRC/17/31</w:t>
        </w:r>
      </w:hyperlink>
      <w:r w:rsidR="00820215" w:rsidRPr="00A05CEC">
        <w:t>)</w:t>
      </w:r>
      <w:r w:rsidR="00EF0522">
        <w:t>.</w:t>
      </w:r>
      <w:r w:rsidR="00820215" w:rsidRPr="00A05CEC">
        <w:t xml:space="preserve"> Reflecting existing human rights law, the Guiding Principles reaffirm that </w:t>
      </w:r>
      <w:r w:rsidR="00E212A3">
        <w:t>S</w:t>
      </w:r>
      <w:r w:rsidR="00820215" w:rsidRPr="00A05CEC">
        <w:t xml:space="preserve">tates must ensure </w:t>
      </w:r>
      <w:r w:rsidR="006119B4">
        <w:t xml:space="preserve">that </w:t>
      </w:r>
      <w:r w:rsidR="00EF0522" w:rsidRPr="00A05CEC">
        <w:t xml:space="preserve">not only </w:t>
      </w:r>
      <w:r w:rsidR="006119B4">
        <w:t>S</w:t>
      </w:r>
      <w:r w:rsidR="00820215" w:rsidRPr="00A05CEC">
        <w:t xml:space="preserve">tate organs </w:t>
      </w:r>
      <w:r w:rsidR="00EF0522">
        <w:t>but also</w:t>
      </w:r>
      <w:r w:rsidR="00E212A3">
        <w:t xml:space="preserve"> businesses </w:t>
      </w:r>
      <w:r w:rsidR="001C234D">
        <w:t>under</w:t>
      </w:r>
      <w:r w:rsidR="00E212A3">
        <w:t xml:space="preserve"> their jurisdiction</w:t>
      </w:r>
      <w:r w:rsidR="00820215" w:rsidRPr="00A05CEC">
        <w:t xml:space="preserve"> respect human rights.</w:t>
      </w:r>
      <w:r w:rsidR="00E212A3">
        <w:rPr>
          <w:rStyle w:val="FootnoteReference"/>
        </w:rPr>
        <w:footnoteReference w:id="9"/>
      </w:r>
      <w:r w:rsidR="00820215" w:rsidRPr="00A05CEC">
        <w:t xml:space="preserve"> </w:t>
      </w:r>
    </w:p>
    <w:p w14:paraId="6B319ADB" w14:textId="4925E160" w:rsidR="00820215" w:rsidRPr="00D71BCA" w:rsidRDefault="00A05CEC" w:rsidP="00925EF6">
      <w:pPr>
        <w:pStyle w:val="SingleTxtG"/>
        <w:rPr>
          <w:rFonts w:cs="Arial Unicode MS"/>
          <w:color w:val="000000"/>
        </w:rPr>
      </w:pPr>
      <w:r w:rsidRPr="00D71BCA">
        <w:rPr>
          <w:rFonts w:cs="Arial Unicode MS"/>
          <w:color w:val="000000"/>
        </w:rPr>
        <w:t>10.</w:t>
      </w:r>
      <w:r w:rsidRPr="00D71BCA">
        <w:rPr>
          <w:rFonts w:cs="Arial Unicode MS"/>
          <w:color w:val="000000"/>
        </w:rPr>
        <w:tab/>
      </w:r>
      <w:r w:rsidR="00820215" w:rsidRPr="00D71BCA">
        <w:rPr>
          <w:rFonts w:cs="Arial Unicode MS"/>
          <w:color w:val="000000"/>
        </w:rPr>
        <w:t xml:space="preserve">The Guiding Principles provide a framework for the consideration of private business responsibilities in the </w:t>
      </w:r>
      <w:r w:rsidR="006119B4">
        <w:rPr>
          <w:rFonts w:cs="Arial Unicode MS"/>
          <w:color w:val="000000"/>
        </w:rPr>
        <w:t>information and communications</w:t>
      </w:r>
      <w:r w:rsidR="00450FF0">
        <w:rPr>
          <w:rFonts w:cs="Arial Unicode MS"/>
          <w:color w:val="000000"/>
        </w:rPr>
        <w:t xml:space="preserve"> technology </w:t>
      </w:r>
      <w:r w:rsidR="00820215" w:rsidRPr="00D71BCA">
        <w:rPr>
          <w:rFonts w:cs="Arial Unicode MS"/>
          <w:color w:val="000000"/>
        </w:rPr>
        <w:t xml:space="preserve">sector worldwide, independent of State obligations or implementation of those obligations. </w:t>
      </w:r>
      <w:proofErr w:type="gramStart"/>
      <w:r w:rsidR="00820215" w:rsidRPr="00D71BCA">
        <w:rPr>
          <w:rFonts w:cs="Arial Unicode MS"/>
          <w:color w:val="000000"/>
        </w:rPr>
        <w:t xml:space="preserve">For instance, the </w:t>
      </w:r>
      <w:r w:rsidR="001B3D28">
        <w:rPr>
          <w:rFonts w:cs="Arial Unicode MS"/>
          <w:color w:val="000000"/>
        </w:rPr>
        <w:t xml:space="preserve">Guiding </w:t>
      </w:r>
      <w:r w:rsidR="00820215" w:rsidRPr="00D71BCA">
        <w:rPr>
          <w:rFonts w:cs="Arial Unicode MS"/>
          <w:color w:val="000000"/>
        </w:rPr>
        <w:t>Principles</w:t>
      </w:r>
      <w:r w:rsidR="00820215" w:rsidRPr="00D71BCA">
        <w:rPr>
          <w:rStyle w:val="PageNumber"/>
          <w:rFonts w:cs="Arial Unicode MS"/>
          <w:b w:val="0"/>
          <w:color w:val="000000"/>
          <w:sz w:val="20"/>
        </w:rPr>
        <w:t xml:space="preserve"> assert a global responsibility for businesses to avoid causing or contributing to adverse human rights impacts through their own activities, and </w:t>
      </w:r>
      <w:r w:rsidR="00FD43E9">
        <w:rPr>
          <w:rStyle w:val="PageNumber"/>
          <w:rFonts w:cs="Arial Unicode MS"/>
          <w:b w:val="0"/>
          <w:color w:val="000000"/>
          <w:sz w:val="20"/>
        </w:rPr>
        <w:t xml:space="preserve">to </w:t>
      </w:r>
      <w:r w:rsidR="00820215" w:rsidRPr="00D71BCA">
        <w:rPr>
          <w:rStyle w:val="PageNumber"/>
          <w:rFonts w:cs="Arial Unicode MS"/>
          <w:b w:val="0"/>
          <w:color w:val="000000"/>
          <w:sz w:val="20"/>
        </w:rPr>
        <w:t>address such impacts when they occur and seek to prevent or mitigate adverse human rights impacts that are directly linked to their operations, products or services by their business relationships, even if they have not contributed to those impacts.</w:t>
      </w:r>
      <w:r w:rsidR="00820215" w:rsidRPr="007311C9">
        <w:rPr>
          <w:rStyle w:val="PageNumber"/>
          <w:rFonts w:cs="Arial Unicode MS"/>
          <w:b w:val="0"/>
          <w:color w:val="000000"/>
          <w:sz w:val="20"/>
          <w:vertAlign w:val="superscript"/>
        </w:rPr>
        <w:footnoteReference w:id="10"/>
      </w:r>
      <w:proofErr w:type="gramEnd"/>
    </w:p>
    <w:p w14:paraId="690EAA48" w14:textId="35F03D91" w:rsidR="00820215" w:rsidRPr="00D71BCA" w:rsidRDefault="00A05CEC" w:rsidP="00925EF6">
      <w:pPr>
        <w:pStyle w:val="SingleTxtG"/>
      </w:pPr>
      <w:r w:rsidRPr="00D71BCA">
        <w:t>11.</w:t>
      </w:r>
      <w:r w:rsidRPr="00D71BCA">
        <w:tab/>
      </w:r>
      <w:r w:rsidR="00820215" w:rsidRPr="00D71BCA">
        <w:rPr>
          <w:rStyle w:val="PageNumber"/>
          <w:b w:val="0"/>
          <w:sz w:val="20"/>
        </w:rPr>
        <w:t>Due diligence</w:t>
      </w:r>
      <w:r w:rsidR="00EF0522">
        <w:rPr>
          <w:rStyle w:val="PageNumber"/>
          <w:b w:val="0"/>
          <w:sz w:val="20"/>
        </w:rPr>
        <w:t>, according to the Guiding Principles,</w:t>
      </w:r>
      <w:r w:rsidR="00820215" w:rsidRPr="00D71BCA">
        <w:rPr>
          <w:rStyle w:val="PageNumber"/>
          <w:b w:val="0"/>
          <w:sz w:val="20"/>
        </w:rPr>
        <w:t xml:space="preserve"> enables business</w:t>
      </w:r>
      <w:r w:rsidR="00EF0522">
        <w:rPr>
          <w:rStyle w:val="PageNumber"/>
          <w:b w:val="0"/>
          <w:sz w:val="20"/>
        </w:rPr>
        <w:t>es</w:t>
      </w:r>
      <w:r w:rsidR="00820215" w:rsidRPr="00D71BCA">
        <w:rPr>
          <w:rStyle w:val="PageNumber"/>
          <w:b w:val="0"/>
          <w:sz w:val="20"/>
        </w:rPr>
        <w:t xml:space="preserve"> to identify, prevent, mitigate and account for how they address their adverse human rights impacts.</w:t>
      </w:r>
      <w:r w:rsidR="00B00BA6">
        <w:rPr>
          <w:rStyle w:val="FootnoteReference"/>
        </w:rPr>
        <w:footnoteReference w:id="11"/>
      </w:r>
      <w:r w:rsidR="00820215" w:rsidRPr="00D71BCA">
        <w:rPr>
          <w:rStyle w:val="PageNumber"/>
          <w:b w:val="0"/>
          <w:sz w:val="20"/>
        </w:rPr>
        <w:t xml:space="preserve"> In the digital environment, human rights impacts may arise in internal decisions on how to respond to government requests to restrict content or access customer information, the adoption of terms of service, design and engineering choices that implicate security and privacy, and decisions to provide or terminate services in a particular market.</w:t>
      </w:r>
    </w:p>
    <w:p w14:paraId="72A78D8E" w14:textId="4D43F30C" w:rsidR="00820215" w:rsidRPr="00D71BCA" w:rsidRDefault="00A05CEC" w:rsidP="00925EF6">
      <w:pPr>
        <w:pStyle w:val="SingleTxtG"/>
      </w:pPr>
      <w:r w:rsidRPr="00D71BCA">
        <w:rPr>
          <w:rStyle w:val="PageNumber"/>
          <w:b w:val="0"/>
          <w:sz w:val="20"/>
        </w:rPr>
        <w:t>12.</w:t>
      </w:r>
      <w:r w:rsidRPr="00D71BCA">
        <w:rPr>
          <w:rStyle w:val="PageNumber"/>
          <w:b w:val="0"/>
          <w:sz w:val="20"/>
        </w:rPr>
        <w:tab/>
      </w:r>
      <w:r w:rsidR="00EF0522">
        <w:rPr>
          <w:rStyle w:val="PageNumber"/>
          <w:b w:val="0"/>
          <w:sz w:val="20"/>
        </w:rPr>
        <w:t>As a matter of transparency, t</w:t>
      </w:r>
      <w:r w:rsidR="00B00BA6">
        <w:rPr>
          <w:rStyle w:val="PageNumber"/>
          <w:b w:val="0"/>
          <w:sz w:val="20"/>
        </w:rPr>
        <w:t xml:space="preserve">he Guiding Principles state that businesses should be prepared to communicate how they address their human rights impacts externally, particularly when concerns </w:t>
      </w:r>
      <w:proofErr w:type="gramStart"/>
      <w:r w:rsidR="00B00BA6">
        <w:rPr>
          <w:rStyle w:val="PageNumber"/>
          <w:b w:val="0"/>
          <w:sz w:val="20"/>
        </w:rPr>
        <w:t>are raised</w:t>
      </w:r>
      <w:proofErr w:type="gramEnd"/>
      <w:r w:rsidR="00B00BA6">
        <w:rPr>
          <w:rStyle w:val="PageNumber"/>
          <w:b w:val="0"/>
          <w:sz w:val="20"/>
        </w:rPr>
        <w:t xml:space="preserve"> by or on behalf of affected stakeholders.</w:t>
      </w:r>
      <w:r w:rsidR="00B00BA6">
        <w:rPr>
          <w:rStyle w:val="FootnoteReference"/>
        </w:rPr>
        <w:footnoteReference w:id="12"/>
      </w:r>
      <w:r w:rsidR="00820215" w:rsidRPr="00D71BCA">
        <w:rPr>
          <w:rStyle w:val="PageNumber"/>
          <w:b w:val="0"/>
          <w:sz w:val="20"/>
        </w:rPr>
        <w:t xml:space="preserve"> </w:t>
      </w:r>
      <w:r w:rsidR="00EF0522">
        <w:rPr>
          <w:rStyle w:val="PageNumber"/>
          <w:b w:val="0"/>
          <w:sz w:val="20"/>
        </w:rPr>
        <w:t xml:space="preserve">The </w:t>
      </w:r>
      <w:r w:rsidR="006119B4">
        <w:rPr>
          <w:rStyle w:val="PageNumber"/>
          <w:b w:val="0"/>
          <w:sz w:val="20"/>
        </w:rPr>
        <w:t xml:space="preserve">United Nations </w:t>
      </w:r>
      <w:r w:rsidR="00EF0522">
        <w:rPr>
          <w:rStyle w:val="PageNumber"/>
          <w:b w:val="0"/>
          <w:sz w:val="20"/>
        </w:rPr>
        <w:t>High Commissioner</w:t>
      </w:r>
      <w:r w:rsidR="00EF0522" w:rsidRPr="00D71BCA">
        <w:rPr>
          <w:rStyle w:val="PageNumber"/>
          <w:b w:val="0"/>
          <w:sz w:val="20"/>
        </w:rPr>
        <w:t xml:space="preserve"> </w:t>
      </w:r>
      <w:r w:rsidR="006119B4">
        <w:rPr>
          <w:rStyle w:val="PageNumber"/>
          <w:b w:val="0"/>
          <w:sz w:val="20"/>
        </w:rPr>
        <w:t xml:space="preserve">for Human Rights </w:t>
      </w:r>
      <w:r w:rsidR="00820215" w:rsidRPr="00D71BCA">
        <w:rPr>
          <w:rStyle w:val="PageNumber"/>
          <w:b w:val="0"/>
          <w:sz w:val="20"/>
        </w:rPr>
        <w:t>has</w:t>
      </w:r>
      <w:r w:rsidR="00636652">
        <w:rPr>
          <w:rStyle w:val="PageNumber"/>
          <w:b w:val="0"/>
          <w:sz w:val="20"/>
        </w:rPr>
        <w:t xml:space="preserve"> also</w:t>
      </w:r>
      <w:r w:rsidR="00820215" w:rsidRPr="00D71BCA">
        <w:rPr>
          <w:rStyle w:val="PageNumber"/>
          <w:b w:val="0"/>
          <w:sz w:val="20"/>
        </w:rPr>
        <w:t xml:space="preserve"> urged </w:t>
      </w:r>
      <w:r w:rsidR="006119B4">
        <w:rPr>
          <w:rStyle w:val="PageNumber"/>
          <w:b w:val="0"/>
          <w:sz w:val="20"/>
        </w:rPr>
        <w:t xml:space="preserve">information and communications </w:t>
      </w:r>
      <w:r w:rsidR="00820215" w:rsidRPr="00D71BCA">
        <w:rPr>
          <w:rStyle w:val="PageNumber"/>
          <w:b w:val="0"/>
          <w:sz w:val="20"/>
        </w:rPr>
        <w:t xml:space="preserve">companies to </w:t>
      </w:r>
      <w:r w:rsidR="00EF0522">
        <w:rPr>
          <w:rStyle w:val="PageNumber"/>
          <w:b w:val="0"/>
          <w:sz w:val="20"/>
        </w:rPr>
        <w:t>disclose</w:t>
      </w:r>
      <w:r w:rsidR="00EF0522" w:rsidRPr="00D71BCA">
        <w:rPr>
          <w:rStyle w:val="PageNumber"/>
          <w:b w:val="0"/>
          <w:sz w:val="20"/>
        </w:rPr>
        <w:t xml:space="preserve"> </w:t>
      </w:r>
      <w:r w:rsidR="00820215" w:rsidRPr="00D71BCA">
        <w:rPr>
          <w:rStyle w:val="PageNumber"/>
          <w:b w:val="0"/>
          <w:sz w:val="20"/>
        </w:rPr>
        <w:t>risks and government demands transparently</w:t>
      </w:r>
      <w:r w:rsidR="00EF0522">
        <w:rPr>
          <w:rStyle w:val="PageNumber"/>
          <w:b w:val="0"/>
          <w:sz w:val="20"/>
        </w:rPr>
        <w:t xml:space="preserve"> (</w:t>
      </w:r>
      <w:r w:rsidR="006119B4">
        <w:rPr>
          <w:rStyle w:val="PageNumber"/>
          <w:b w:val="0"/>
          <w:sz w:val="20"/>
        </w:rPr>
        <w:t xml:space="preserve">see </w:t>
      </w:r>
      <w:hyperlink r:id="rId17" w:history="1">
        <w:r w:rsidR="00EF0522" w:rsidRPr="00497132">
          <w:rPr>
            <w:rStyle w:val="Hyperlink"/>
            <w:szCs w:val="18"/>
          </w:rPr>
          <w:t>A</w:t>
        </w:r>
        <w:r w:rsidR="00EF0522" w:rsidRPr="00EF0522">
          <w:rPr>
            <w:rStyle w:val="Hyperlink"/>
            <w:szCs w:val="18"/>
          </w:rPr>
          <w:t>/HRC/27/37</w:t>
        </w:r>
      </w:hyperlink>
      <w:r w:rsidR="00EF0522">
        <w:rPr>
          <w:szCs w:val="18"/>
        </w:rPr>
        <w:t>)</w:t>
      </w:r>
      <w:r w:rsidR="00820215" w:rsidRPr="00D71BCA">
        <w:rPr>
          <w:rStyle w:val="PageNumber"/>
          <w:b w:val="0"/>
          <w:sz w:val="20"/>
        </w:rPr>
        <w:t>.</w:t>
      </w:r>
      <w:r w:rsidR="00820215" w:rsidRPr="007311C9">
        <w:rPr>
          <w:rStyle w:val="PageNumber"/>
          <w:b w:val="0"/>
          <w:sz w:val="20"/>
          <w:vertAlign w:val="superscript"/>
        </w:rPr>
        <w:t xml:space="preserve"> </w:t>
      </w:r>
      <w:r w:rsidR="00820215" w:rsidRPr="00D71BCA">
        <w:rPr>
          <w:rStyle w:val="PageNumber"/>
          <w:b w:val="0"/>
          <w:sz w:val="20"/>
        </w:rPr>
        <w:t>Meaningful disclosures</w:t>
      </w:r>
      <w:r w:rsidR="00D023A6">
        <w:rPr>
          <w:rStyle w:val="PageNumber"/>
          <w:b w:val="0"/>
          <w:sz w:val="20"/>
        </w:rPr>
        <w:t xml:space="preserve"> </w:t>
      </w:r>
      <w:r w:rsidR="00820215" w:rsidRPr="00D71BCA">
        <w:rPr>
          <w:rStyle w:val="PageNumber"/>
          <w:b w:val="0"/>
          <w:sz w:val="20"/>
        </w:rPr>
        <w:t xml:space="preserve">shed light on, among other things, the volume and context of government requests for content removals and customer data, the processes for handling such requests, and interpretations of relevant laws, policies and regulations. </w:t>
      </w:r>
      <w:r w:rsidR="00820215" w:rsidRPr="00D71BCA">
        <w:rPr>
          <w:rStyle w:val="PageNumber"/>
          <w:b w:val="0"/>
          <w:sz w:val="20"/>
        </w:rPr>
        <w:lastRenderedPageBreak/>
        <w:t>Corporate transparency obligations may also include a duty to disclose processes and reporting relat</w:t>
      </w:r>
      <w:r w:rsidR="006119B4">
        <w:rPr>
          <w:rStyle w:val="PageNumber"/>
          <w:b w:val="0"/>
          <w:sz w:val="20"/>
        </w:rPr>
        <w:t>ing</w:t>
      </w:r>
      <w:r w:rsidR="00820215" w:rsidRPr="00D71BCA">
        <w:rPr>
          <w:rStyle w:val="PageNumber"/>
          <w:b w:val="0"/>
          <w:sz w:val="20"/>
        </w:rPr>
        <w:t xml:space="preserve"> to </w:t>
      </w:r>
      <w:r w:rsidR="006119B4" w:rsidRPr="00497132">
        <w:rPr>
          <w:rStyle w:val="PageNumber"/>
          <w:b w:val="0"/>
          <w:sz w:val="20"/>
        </w:rPr>
        <w:t>t</w:t>
      </w:r>
      <w:r w:rsidR="00820215" w:rsidRPr="00D71BCA">
        <w:rPr>
          <w:rStyle w:val="PageNumber"/>
          <w:b w:val="0"/>
          <w:sz w:val="20"/>
        </w:rPr>
        <w:t xml:space="preserve">erms </w:t>
      </w:r>
      <w:r w:rsidR="006119B4">
        <w:rPr>
          <w:rStyle w:val="PageNumber"/>
          <w:b w:val="0"/>
          <w:sz w:val="20"/>
        </w:rPr>
        <w:t>o</w:t>
      </w:r>
      <w:r w:rsidR="00820215" w:rsidRPr="00D71BCA">
        <w:rPr>
          <w:rStyle w:val="PageNumber"/>
          <w:b w:val="0"/>
          <w:sz w:val="20"/>
        </w:rPr>
        <w:t xml:space="preserve">f </w:t>
      </w:r>
      <w:r w:rsidR="006119B4">
        <w:rPr>
          <w:rStyle w:val="PageNumber"/>
          <w:b w:val="0"/>
          <w:sz w:val="20"/>
        </w:rPr>
        <w:t>s</w:t>
      </w:r>
      <w:r w:rsidR="00820215" w:rsidRPr="00D71BCA">
        <w:rPr>
          <w:rStyle w:val="PageNumber"/>
          <w:b w:val="0"/>
          <w:sz w:val="20"/>
        </w:rPr>
        <w:t>ervice enforcement and private requests for content regulation and user data.</w:t>
      </w:r>
    </w:p>
    <w:p w14:paraId="20EE7507" w14:textId="5CCD554B" w:rsidR="00820215" w:rsidRPr="007311C9" w:rsidRDefault="00A05CEC" w:rsidP="00925EF6">
      <w:pPr>
        <w:pStyle w:val="SingleTxtG"/>
      </w:pPr>
      <w:r w:rsidRPr="007311C9">
        <w:t>13.</w:t>
      </w:r>
      <w:r w:rsidRPr="007311C9">
        <w:tab/>
      </w:r>
      <w:r w:rsidR="00820215" w:rsidRPr="007311C9">
        <w:t xml:space="preserve">Finally, the responsibility to respect involves attention to the availability of remedies </w:t>
      </w:r>
      <w:r w:rsidR="003E51DB">
        <w:t>—</w:t>
      </w:r>
      <w:r w:rsidR="00820215" w:rsidRPr="007311C9">
        <w:t xml:space="preserve"> from moral remedies to compensation and guarantees of non-repetition </w:t>
      </w:r>
      <w:r w:rsidR="003E51DB">
        <w:t>—</w:t>
      </w:r>
      <w:r w:rsidR="00820215" w:rsidRPr="007311C9">
        <w:t xml:space="preserve"> when the private actor has caused or contributed to adverse impacts</w:t>
      </w:r>
      <w:r w:rsidR="00FF2FA1">
        <w:t>.</w:t>
      </w:r>
      <w:r w:rsidR="00820215" w:rsidRPr="007311C9">
        <w:rPr>
          <w:rStyle w:val="FootnoteReference"/>
          <w:sz w:val="20"/>
        </w:rPr>
        <w:footnoteReference w:id="13"/>
      </w:r>
      <w:r w:rsidR="00820215" w:rsidRPr="007311C9">
        <w:t xml:space="preserve"> </w:t>
      </w:r>
    </w:p>
    <w:p w14:paraId="770C4B81" w14:textId="42CFF5AA" w:rsidR="00820215" w:rsidRPr="007311C9" w:rsidRDefault="00C5535D">
      <w:pPr>
        <w:pStyle w:val="SingleTxtG"/>
      </w:pPr>
      <w:r w:rsidRPr="007311C9">
        <w:t>14.</w:t>
      </w:r>
      <w:r w:rsidRPr="007311C9">
        <w:tab/>
      </w:r>
      <w:r w:rsidR="00820215" w:rsidRPr="007311C9">
        <w:t xml:space="preserve">The Guiding Principles provide a useful starting point for </w:t>
      </w:r>
      <w:r w:rsidR="00EF0522">
        <w:t>identifying</w:t>
      </w:r>
      <w:r w:rsidR="00EF0522" w:rsidRPr="007311C9">
        <w:t xml:space="preserve"> </w:t>
      </w:r>
      <w:r w:rsidR="00820215" w:rsidRPr="007311C9">
        <w:t xml:space="preserve">private </w:t>
      </w:r>
      <w:r w:rsidR="000317C5">
        <w:t>information and communications</w:t>
      </w:r>
      <w:r w:rsidR="000317C5" w:rsidRPr="007311C9">
        <w:t xml:space="preserve"> </w:t>
      </w:r>
      <w:r w:rsidR="00820215" w:rsidRPr="007311C9">
        <w:t xml:space="preserve">responsibilities, but </w:t>
      </w:r>
      <w:r w:rsidR="00EF0522">
        <w:t>s</w:t>
      </w:r>
      <w:r w:rsidR="00820215" w:rsidRPr="007311C9">
        <w:t xml:space="preserve">everal other projects have </w:t>
      </w:r>
      <w:r w:rsidR="00EF0522">
        <w:t xml:space="preserve">also </w:t>
      </w:r>
      <w:r w:rsidR="00AB73D4">
        <w:t>proposed</w:t>
      </w:r>
      <w:r w:rsidR="00AB73D4" w:rsidRPr="007311C9">
        <w:t xml:space="preserve"> </w:t>
      </w:r>
      <w:r w:rsidR="00820215" w:rsidRPr="007311C9">
        <w:t xml:space="preserve">principles for the sector. </w:t>
      </w:r>
      <w:r w:rsidR="00820215" w:rsidRPr="007311C9">
        <w:rPr>
          <w:rStyle w:val="PageNumber"/>
          <w:b w:val="0"/>
          <w:sz w:val="20"/>
        </w:rPr>
        <w:t>The Global Network Initiative</w:t>
      </w:r>
      <w:r w:rsidR="000317C5">
        <w:rPr>
          <w:rStyle w:val="PageNumber"/>
          <w:b w:val="0"/>
          <w:sz w:val="20"/>
        </w:rPr>
        <w:t>’</w:t>
      </w:r>
      <w:r w:rsidR="00820215" w:rsidRPr="007311C9">
        <w:rPr>
          <w:rStyle w:val="PageNumber"/>
          <w:b w:val="0"/>
          <w:sz w:val="20"/>
        </w:rPr>
        <w:t xml:space="preserve">s </w:t>
      </w:r>
      <w:hyperlink r:id="rId18" w:history="1">
        <w:r w:rsidR="00820215" w:rsidRPr="00DF1574">
          <w:rPr>
            <w:rStyle w:val="Hyperlink"/>
          </w:rPr>
          <w:t>Principles on Freedom of Expression and Privacy</w:t>
        </w:r>
      </w:hyperlink>
      <w:r w:rsidR="00820215" w:rsidRPr="007311C9">
        <w:rPr>
          <w:rStyle w:val="PageNumber"/>
          <w:b w:val="0"/>
          <w:sz w:val="20"/>
        </w:rPr>
        <w:t xml:space="preserve"> draw on the experience and expertise of the investor, civil society and academic communities. </w:t>
      </w:r>
      <w:r w:rsidR="00820215" w:rsidRPr="007311C9">
        <w:t>The European Commission</w:t>
      </w:r>
      <w:r w:rsidR="005201BE">
        <w:t xml:space="preserve"> </w:t>
      </w:r>
      <w:r w:rsidR="00820215" w:rsidRPr="007311C9">
        <w:t xml:space="preserve">published </w:t>
      </w:r>
      <w:r w:rsidR="00A85CCA">
        <w:t xml:space="preserve">the </w:t>
      </w:r>
      <w:hyperlink r:id="rId19" w:history="1">
        <w:r w:rsidR="00820215" w:rsidRPr="000317C5">
          <w:rPr>
            <w:rStyle w:val="Hyperlink"/>
            <w:bCs/>
            <w:i/>
          </w:rPr>
          <w:t>ICT Sector Guide on Implementing the UN Guiding Principles on Business and Human Rights</w:t>
        </w:r>
      </w:hyperlink>
      <w:r w:rsidR="00820215" w:rsidRPr="007311C9">
        <w:t xml:space="preserve">. </w:t>
      </w:r>
      <w:proofErr w:type="gramStart"/>
      <w:r w:rsidR="00820215" w:rsidRPr="007311C9">
        <w:t xml:space="preserve">Relevant civil society initiatives include the </w:t>
      </w:r>
      <w:hyperlink r:id="rId20" w:history="1">
        <w:r w:rsidR="00820215" w:rsidRPr="00DF1574">
          <w:rPr>
            <w:rStyle w:val="Hyperlink"/>
          </w:rPr>
          <w:t>Manila Principles of Intermediary Liability</w:t>
        </w:r>
      </w:hyperlink>
      <w:r w:rsidR="00820215" w:rsidRPr="007311C9">
        <w:t xml:space="preserve">, which establish baseline protection for intermediaries in accordance with freedom of expression standards; the </w:t>
      </w:r>
      <w:hyperlink r:id="rId21" w:history="1">
        <w:r w:rsidR="00820215" w:rsidRPr="00DF1574">
          <w:rPr>
            <w:rStyle w:val="Hyperlink"/>
          </w:rPr>
          <w:t>African Declaration on Internet Rights and Freedoms</w:t>
        </w:r>
      </w:hyperlink>
      <w:r w:rsidR="00820215" w:rsidRPr="007311C9">
        <w:t>, which promote</w:t>
      </w:r>
      <w:r w:rsidR="00CB3CC4">
        <w:t>s</w:t>
      </w:r>
      <w:r w:rsidR="00820215" w:rsidRPr="007311C9">
        <w:t xml:space="preserve"> human rights standards and principles of openness in Internet policy formulation and implementation on the continent; and the </w:t>
      </w:r>
      <w:hyperlink r:id="rId22" w:history="1">
        <w:r w:rsidR="00820215" w:rsidRPr="00DF1574">
          <w:rPr>
            <w:rStyle w:val="Hyperlink"/>
          </w:rPr>
          <w:t>Ranking Digital Rights Corporate Accountability Index</w:t>
        </w:r>
      </w:hyperlink>
      <w:r w:rsidR="00820215" w:rsidRPr="007311C9">
        <w:t xml:space="preserve">, which evaluates a set of major private actors in </w:t>
      </w:r>
      <w:r w:rsidR="00CB3CC4">
        <w:t xml:space="preserve">the </w:t>
      </w:r>
      <w:r w:rsidR="00820215" w:rsidRPr="007311C9">
        <w:t xml:space="preserve">digital space on the basis of their adherence to </w:t>
      </w:r>
      <w:r w:rsidR="00CB3CC4">
        <w:t>freedom of expression and privacy</w:t>
      </w:r>
      <w:r w:rsidR="00820215" w:rsidRPr="007311C9">
        <w:t xml:space="preserve"> norms.</w:t>
      </w:r>
      <w:proofErr w:type="gramEnd"/>
      <w:r w:rsidR="00820215" w:rsidRPr="007311C9">
        <w:t xml:space="preserve"> Civil society also acts to check and balance other actors engaged in Internet governance: </w:t>
      </w:r>
      <w:r w:rsidR="00C848F9">
        <w:t>t</w:t>
      </w:r>
      <w:r w:rsidR="00820215" w:rsidRPr="007311C9">
        <w:t xml:space="preserve">he </w:t>
      </w:r>
      <w:hyperlink r:id="rId23" w:history="1">
        <w:r w:rsidR="00820215" w:rsidRPr="00DF1574">
          <w:rPr>
            <w:rStyle w:val="Hyperlink"/>
          </w:rPr>
          <w:t>Code of Good Practice on Information, Participation and Transparency in Internet Governance</w:t>
        </w:r>
      </w:hyperlink>
      <w:r w:rsidR="00820215" w:rsidRPr="007311C9">
        <w:t xml:space="preserve">, for example, seeks to ensure that relevant processes are meaningfully communicated to the public, accountable to all stakeholders, and emphasize democratic participation. </w:t>
      </w:r>
    </w:p>
    <w:p w14:paraId="2DB99C62" w14:textId="77777777" w:rsidR="00820215" w:rsidRPr="00254C63" w:rsidRDefault="00254C63" w:rsidP="00254C63">
      <w:pPr>
        <w:pStyle w:val="HChG"/>
      </w:pPr>
      <w:r>
        <w:rPr>
          <w:rStyle w:val="PageNumber"/>
          <w:b/>
          <w:sz w:val="28"/>
        </w:rPr>
        <w:tab/>
        <w:t>III</w:t>
      </w:r>
      <w:r w:rsidRPr="00254C63">
        <w:rPr>
          <w:rStyle w:val="PageNumber"/>
          <w:b/>
          <w:sz w:val="28"/>
        </w:rPr>
        <w:t>.</w:t>
      </w:r>
      <w:r>
        <w:rPr>
          <w:rStyle w:val="PageNumber"/>
          <w:b/>
          <w:sz w:val="28"/>
        </w:rPr>
        <w:tab/>
      </w:r>
      <w:r w:rsidR="00820215" w:rsidRPr="00254C63">
        <w:rPr>
          <w:rStyle w:val="PageNumber"/>
          <w:b/>
          <w:sz w:val="28"/>
        </w:rPr>
        <w:t>P</w:t>
      </w:r>
      <w:r w:rsidR="00AC6B8D">
        <w:rPr>
          <w:rStyle w:val="PageNumber"/>
          <w:b/>
          <w:sz w:val="28"/>
        </w:rPr>
        <w:t>rivate sector roles and pu</w:t>
      </w:r>
      <w:r w:rsidR="00AC6ED1">
        <w:rPr>
          <w:rStyle w:val="PageNumber"/>
          <w:b/>
          <w:sz w:val="28"/>
        </w:rPr>
        <w:t>blic</w:t>
      </w:r>
      <w:r w:rsidR="00AC6B8D">
        <w:rPr>
          <w:rStyle w:val="PageNumber"/>
          <w:b/>
          <w:sz w:val="28"/>
        </w:rPr>
        <w:t>/private r</w:t>
      </w:r>
      <w:r>
        <w:rPr>
          <w:rStyle w:val="PageNumber"/>
          <w:b/>
          <w:sz w:val="28"/>
        </w:rPr>
        <w:t>egulation</w:t>
      </w:r>
    </w:p>
    <w:p w14:paraId="44B133A4" w14:textId="7AB305E9" w:rsidR="00820215" w:rsidRPr="00A05CEC" w:rsidRDefault="00254C63" w:rsidP="00254C63">
      <w:pPr>
        <w:pStyle w:val="H1G"/>
      </w:pPr>
      <w:r>
        <w:tab/>
      </w:r>
      <w:r w:rsidR="00820215" w:rsidRPr="00A05CEC">
        <w:t>A.</w:t>
      </w:r>
      <w:r>
        <w:tab/>
      </w:r>
      <w:r w:rsidR="00450FF0">
        <w:t>I</w:t>
      </w:r>
      <w:r w:rsidR="00AC6ED1">
        <w:t xml:space="preserve">mpact </w:t>
      </w:r>
      <w:r w:rsidR="00450FF0">
        <w:t xml:space="preserve">of private enterprise </w:t>
      </w:r>
      <w:r w:rsidR="00AC6ED1">
        <w:t>on freedom of e</w:t>
      </w:r>
      <w:r w:rsidR="00820215" w:rsidRPr="00A05CEC">
        <w:t>xpression</w:t>
      </w:r>
    </w:p>
    <w:p w14:paraId="5D1704D3" w14:textId="5582BAB7" w:rsidR="00820215" w:rsidRPr="007311C9" w:rsidRDefault="00A05CEC" w:rsidP="00925EF6">
      <w:pPr>
        <w:pStyle w:val="SingleTxtG"/>
      </w:pPr>
      <w:r w:rsidRPr="007311C9">
        <w:rPr>
          <w:rStyle w:val="PageNumber"/>
          <w:b w:val="0"/>
          <w:sz w:val="20"/>
          <w:u w:color="00000A"/>
        </w:rPr>
        <w:t>15.</w:t>
      </w:r>
      <w:r w:rsidRPr="007311C9">
        <w:rPr>
          <w:rStyle w:val="PageNumber"/>
          <w:b w:val="0"/>
          <w:sz w:val="20"/>
          <w:u w:color="00000A"/>
        </w:rPr>
        <w:tab/>
      </w:r>
      <w:r w:rsidR="00820215" w:rsidRPr="007311C9">
        <w:rPr>
          <w:rStyle w:val="PageNumber"/>
          <w:b w:val="0"/>
          <w:sz w:val="20"/>
          <w:u w:color="00000A"/>
        </w:rPr>
        <w:t xml:space="preserve">The range of private sector roles in organizing, accessing, populating and regulating the Internet is vast and </w:t>
      </w:r>
      <w:r w:rsidR="00CD4DF6">
        <w:rPr>
          <w:rStyle w:val="PageNumber"/>
          <w:b w:val="0"/>
          <w:sz w:val="20"/>
          <w:u w:color="00000A"/>
        </w:rPr>
        <w:t xml:space="preserve">often </w:t>
      </w:r>
      <w:r w:rsidR="00820215" w:rsidRPr="007311C9">
        <w:rPr>
          <w:rStyle w:val="PageNumber"/>
          <w:b w:val="0"/>
          <w:sz w:val="20"/>
          <w:u w:color="00000A"/>
        </w:rPr>
        <w:t>includes overlapping categories</w:t>
      </w:r>
      <w:r w:rsidR="00C848F9">
        <w:rPr>
          <w:rStyle w:val="PageNumber"/>
          <w:b w:val="0"/>
          <w:sz w:val="20"/>
          <w:u w:color="00000A"/>
        </w:rPr>
        <w:t>.</w:t>
      </w:r>
      <w:r w:rsidR="00820215" w:rsidRPr="007311C9">
        <w:rPr>
          <w:rStyle w:val="FootnoteReference"/>
          <w:sz w:val="20"/>
        </w:rPr>
        <w:footnoteReference w:id="14"/>
      </w:r>
      <w:r w:rsidR="00820215" w:rsidRPr="007311C9">
        <w:rPr>
          <w:rStyle w:val="PageNumber"/>
          <w:b w:val="0"/>
          <w:sz w:val="20"/>
          <w:u w:color="00000A"/>
        </w:rPr>
        <w:t xml:space="preserve"> </w:t>
      </w:r>
    </w:p>
    <w:p w14:paraId="57210238" w14:textId="1341DDF1" w:rsidR="00254C63" w:rsidRPr="00DD1A71" w:rsidRDefault="00254C63" w:rsidP="00D71BCA">
      <w:pPr>
        <w:pStyle w:val="H4G"/>
        <w:rPr>
          <w:rStyle w:val="PageNumber"/>
          <w:i w:val="0"/>
          <w:sz w:val="20"/>
        </w:rPr>
      </w:pPr>
      <w:r>
        <w:rPr>
          <w:rStyle w:val="PageNumber"/>
          <w:u w:color="00000A"/>
        </w:rPr>
        <w:tab/>
      </w:r>
      <w:r w:rsidR="00CD4DF6" w:rsidRPr="00CD4DF6">
        <w:rPr>
          <w:rStyle w:val="PageNumber"/>
          <w:i w:val="0"/>
          <w:u w:color="00000A"/>
        </w:rPr>
        <w:t>1.</w:t>
      </w:r>
      <w:r w:rsidR="00CD4DF6" w:rsidRPr="00CD4DF6">
        <w:rPr>
          <w:rStyle w:val="PageNumber"/>
          <w:i w:val="0"/>
          <w:u w:color="00000A"/>
        </w:rPr>
        <w:tab/>
      </w:r>
      <w:r w:rsidR="00820215" w:rsidRPr="00DF1574">
        <w:rPr>
          <w:rStyle w:val="PageNumber"/>
          <w:i w:val="0"/>
          <w:sz w:val="20"/>
        </w:rPr>
        <w:t>Ena</w:t>
      </w:r>
      <w:r w:rsidRPr="00DF1574">
        <w:rPr>
          <w:rStyle w:val="PageNumber"/>
          <w:i w:val="0"/>
          <w:sz w:val="20"/>
        </w:rPr>
        <w:t>ble connection to the Internet</w:t>
      </w:r>
    </w:p>
    <w:p w14:paraId="285F09F1" w14:textId="6ABC2174" w:rsidR="00820215" w:rsidRPr="007311C9" w:rsidRDefault="00254C63" w:rsidP="00925EF6">
      <w:pPr>
        <w:pStyle w:val="SingleTxtG"/>
        <w:rPr>
          <w:rStyle w:val="PageNumber"/>
          <w:b w:val="0"/>
          <w:sz w:val="20"/>
          <w:u w:color="00000A"/>
        </w:rPr>
      </w:pPr>
      <w:r w:rsidRPr="007311C9">
        <w:rPr>
          <w:rStyle w:val="PageNumber"/>
          <w:b w:val="0"/>
          <w:sz w:val="20"/>
          <w:u w:color="00000A"/>
        </w:rPr>
        <w:t>16.</w:t>
      </w:r>
      <w:r w:rsidRPr="007311C9">
        <w:rPr>
          <w:rStyle w:val="PageNumber"/>
          <w:b w:val="0"/>
          <w:sz w:val="20"/>
          <w:u w:color="00000A"/>
        </w:rPr>
        <w:tab/>
      </w:r>
      <w:r w:rsidR="00820215" w:rsidRPr="007311C9">
        <w:rPr>
          <w:rStyle w:val="PageNumber"/>
          <w:b w:val="0"/>
          <w:sz w:val="20"/>
          <w:u w:color="00000A"/>
        </w:rPr>
        <w:t>While I</w:t>
      </w:r>
      <w:r w:rsidR="00AE1CDE" w:rsidRPr="007311C9">
        <w:rPr>
          <w:rStyle w:val="PageNumber"/>
          <w:b w:val="0"/>
          <w:sz w:val="20"/>
          <w:u w:color="00000A"/>
        </w:rPr>
        <w:t xml:space="preserve">nternet </w:t>
      </w:r>
      <w:r w:rsidR="00CD4DF6">
        <w:rPr>
          <w:rStyle w:val="PageNumber"/>
          <w:b w:val="0"/>
          <w:sz w:val="20"/>
          <w:u w:color="00000A"/>
        </w:rPr>
        <w:t>s</w:t>
      </w:r>
      <w:r w:rsidR="00AE1CDE" w:rsidRPr="007311C9">
        <w:rPr>
          <w:rStyle w:val="PageNumber"/>
          <w:b w:val="0"/>
          <w:sz w:val="20"/>
          <w:u w:color="00000A"/>
        </w:rPr>
        <w:t xml:space="preserve">ervice </w:t>
      </w:r>
      <w:proofErr w:type="gramStart"/>
      <w:r w:rsidR="00CD4DF6">
        <w:rPr>
          <w:rStyle w:val="PageNumber"/>
          <w:b w:val="0"/>
          <w:sz w:val="20"/>
          <w:u w:color="00000A"/>
        </w:rPr>
        <w:t>p</w:t>
      </w:r>
      <w:r w:rsidR="00AE1CDE" w:rsidRPr="007311C9">
        <w:rPr>
          <w:rStyle w:val="PageNumber"/>
          <w:b w:val="0"/>
          <w:sz w:val="20"/>
          <w:u w:color="00000A"/>
        </w:rPr>
        <w:t xml:space="preserve">roviders </w:t>
      </w:r>
      <w:r w:rsidR="00820215" w:rsidRPr="007311C9">
        <w:rPr>
          <w:rStyle w:val="PageNumber"/>
          <w:b w:val="0"/>
          <w:sz w:val="20"/>
          <w:u w:color="00000A"/>
        </w:rPr>
        <w:t xml:space="preserve"> specifically</w:t>
      </w:r>
      <w:proofErr w:type="gramEnd"/>
      <w:r w:rsidR="00820215" w:rsidRPr="007311C9">
        <w:rPr>
          <w:rStyle w:val="PageNumber"/>
          <w:b w:val="0"/>
          <w:sz w:val="20"/>
          <w:u w:color="00000A"/>
        </w:rPr>
        <w:t xml:space="preserve"> connect their subscribers to the Internet, </w:t>
      </w:r>
      <w:r w:rsidR="00017175" w:rsidRPr="007311C9">
        <w:rPr>
          <w:rStyle w:val="PageNumber"/>
          <w:b w:val="0"/>
          <w:sz w:val="20"/>
          <w:u w:color="00000A"/>
        </w:rPr>
        <w:t xml:space="preserve">telecommunication </w:t>
      </w:r>
      <w:r w:rsidR="00CD4DF6">
        <w:rPr>
          <w:rStyle w:val="PageNumber"/>
          <w:b w:val="0"/>
          <w:sz w:val="20"/>
          <w:u w:color="00000A"/>
        </w:rPr>
        <w:t xml:space="preserve">service </w:t>
      </w:r>
      <w:r w:rsidR="00366966" w:rsidRPr="007311C9">
        <w:rPr>
          <w:rStyle w:val="PageNumber"/>
          <w:b w:val="0"/>
          <w:sz w:val="20"/>
          <w:u w:color="00000A"/>
        </w:rPr>
        <w:t xml:space="preserve">providers </w:t>
      </w:r>
      <w:r w:rsidR="00820215" w:rsidRPr="007311C9">
        <w:rPr>
          <w:rStyle w:val="PageNumber"/>
          <w:b w:val="0"/>
          <w:sz w:val="20"/>
          <w:u w:color="00000A"/>
        </w:rPr>
        <w:t xml:space="preserve">offer a broader range of services, including access to radio, television, telephone and mobile communication. Major multinational corporations offer both categories of service, not only in their </w:t>
      </w:r>
      <w:r w:rsidR="005F2116">
        <w:rPr>
          <w:rStyle w:val="PageNumber"/>
          <w:b w:val="0"/>
          <w:sz w:val="20"/>
          <w:u w:color="00000A"/>
        </w:rPr>
        <w:t>S</w:t>
      </w:r>
      <w:r w:rsidR="00820215" w:rsidRPr="007311C9">
        <w:rPr>
          <w:rStyle w:val="PageNumber"/>
          <w:b w:val="0"/>
          <w:sz w:val="20"/>
          <w:u w:color="00000A"/>
        </w:rPr>
        <w:t xml:space="preserve">tate of origin but also globally. </w:t>
      </w:r>
      <w:hyperlink r:id="rId24" w:history="1">
        <w:r w:rsidR="00820215" w:rsidRPr="007311C9">
          <w:rPr>
            <w:rStyle w:val="Hyperlink"/>
            <w:u w:color="00000A"/>
          </w:rPr>
          <w:t>Vodafone</w:t>
        </w:r>
      </w:hyperlink>
      <w:r w:rsidR="00820215" w:rsidRPr="007311C9">
        <w:rPr>
          <w:u w:color="00000A"/>
        </w:rPr>
        <w:t xml:space="preserve">, for example, is a British </w:t>
      </w:r>
      <w:r w:rsidR="005F2116">
        <w:rPr>
          <w:u w:color="00000A"/>
        </w:rPr>
        <w:t>provider</w:t>
      </w:r>
      <w:r w:rsidR="005F2116" w:rsidRPr="007311C9">
        <w:rPr>
          <w:u w:color="00000A"/>
        </w:rPr>
        <w:t xml:space="preserve"> </w:t>
      </w:r>
      <w:r w:rsidR="00820215" w:rsidRPr="007311C9">
        <w:rPr>
          <w:u w:color="00000A"/>
        </w:rPr>
        <w:t xml:space="preserve">that owns and operates networks in 27 countries and has partner networks in over </w:t>
      </w:r>
      <w:r w:rsidR="005F2116">
        <w:rPr>
          <w:u w:color="00000A"/>
        </w:rPr>
        <w:t>50</w:t>
      </w:r>
      <w:r w:rsidR="005F2116" w:rsidRPr="007311C9">
        <w:rPr>
          <w:u w:color="00000A"/>
        </w:rPr>
        <w:t xml:space="preserve"> </w:t>
      </w:r>
      <w:r w:rsidR="00820215" w:rsidRPr="007311C9">
        <w:rPr>
          <w:u w:color="00000A"/>
        </w:rPr>
        <w:t>additional countries.</w:t>
      </w:r>
      <w:r w:rsidR="00820215" w:rsidRPr="007311C9">
        <w:rPr>
          <w:rStyle w:val="PageNumber"/>
          <w:b w:val="0"/>
          <w:sz w:val="20"/>
          <w:u w:color="00000A"/>
        </w:rPr>
        <w:t xml:space="preserve"> </w:t>
      </w:r>
      <w:r w:rsidR="00FB0E70">
        <w:rPr>
          <w:rStyle w:val="PageNumber"/>
          <w:b w:val="0"/>
          <w:sz w:val="20"/>
          <w:u w:color="00000A"/>
        </w:rPr>
        <w:t xml:space="preserve">TeliaSonera, </w:t>
      </w:r>
      <w:r w:rsidR="00820215" w:rsidRPr="007311C9">
        <w:rPr>
          <w:rStyle w:val="PageNumber"/>
          <w:b w:val="0"/>
          <w:sz w:val="20"/>
          <w:u w:color="00000A"/>
        </w:rPr>
        <w:t xml:space="preserve">based in </w:t>
      </w:r>
      <w:r w:rsidR="00671CAA">
        <w:rPr>
          <w:rStyle w:val="PageNumber"/>
          <w:b w:val="0"/>
          <w:sz w:val="20"/>
          <w:u w:color="00000A"/>
        </w:rPr>
        <w:t xml:space="preserve">Finland and </w:t>
      </w:r>
      <w:r w:rsidR="00820215" w:rsidRPr="007311C9">
        <w:rPr>
          <w:rStyle w:val="PageNumber"/>
          <w:b w:val="0"/>
          <w:sz w:val="20"/>
          <w:u w:color="00000A"/>
        </w:rPr>
        <w:t>S</w:t>
      </w:r>
      <w:r w:rsidR="00FB0E70">
        <w:rPr>
          <w:rStyle w:val="PageNumber"/>
          <w:b w:val="0"/>
          <w:sz w:val="20"/>
          <w:u w:color="00000A"/>
        </w:rPr>
        <w:t>weden</w:t>
      </w:r>
      <w:r w:rsidR="00820215" w:rsidRPr="007311C9">
        <w:rPr>
          <w:rStyle w:val="PageNumber"/>
          <w:b w:val="0"/>
          <w:sz w:val="20"/>
          <w:u w:color="00000A"/>
        </w:rPr>
        <w:t xml:space="preserve">, serves markets throughout Eurasia, and </w:t>
      </w:r>
      <w:hyperlink r:id="rId25" w:history="1">
        <w:r w:rsidR="00820215" w:rsidRPr="007311C9">
          <w:rPr>
            <w:rStyle w:val="Hyperlink"/>
            <w:u w:color="00000A"/>
          </w:rPr>
          <w:t>MTS Russia</w:t>
        </w:r>
      </w:hyperlink>
      <w:r w:rsidR="00820215" w:rsidRPr="007311C9">
        <w:rPr>
          <w:rStyle w:val="PageNumber"/>
          <w:b w:val="0"/>
          <w:sz w:val="20"/>
          <w:u w:color="00000A"/>
        </w:rPr>
        <w:t xml:space="preserve"> provides domestic service but also provides telecommunication services in Armenia, Turkmenistan and Uzbekistan. </w:t>
      </w:r>
      <w:r w:rsidR="00F55DB8">
        <w:rPr>
          <w:rStyle w:val="PageNumber"/>
          <w:b w:val="0"/>
          <w:sz w:val="20"/>
          <w:u w:color="00000A"/>
        </w:rPr>
        <w:t xml:space="preserve">Companies like these </w:t>
      </w:r>
      <w:r w:rsidR="00820215" w:rsidRPr="007311C9">
        <w:rPr>
          <w:rStyle w:val="PageNumber"/>
          <w:b w:val="0"/>
          <w:sz w:val="20"/>
          <w:u w:color="00000A"/>
        </w:rPr>
        <w:t>often own and maintain significant aspects of the technical infrastructure that transmit Internet and telecommunications traffic, including fib</w:t>
      </w:r>
      <w:r w:rsidR="00671CAA">
        <w:rPr>
          <w:rStyle w:val="PageNumber"/>
          <w:b w:val="0"/>
          <w:sz w:val="20"/>
          <w:u w:color="00000A"/>
        </w:rPr>
        <w:t>r</w:t>
      </w:r>
      <w:r w:rsidR="00820215" w:rsidRPr="007311C9">
        <w:rPr>
          <w:rStyle w:val="PageNumber"/>
          <w:b w:val="0"/>
          <w:sz w:val="20"/>
          <w:u w:color="00000A"/>
        </w:rPr>
        <w:t>e optic network cable</w:t>
      </w:r>
      <w:r w:rsidR="00A20CBA">
        <w:rPr>
          <w:rStyle w:val="PageNumber"/>
          <w:b w:val="0"/>
          <w:sz w:val="20"/>
          <w:u w:color="00000A"/>
        </w:rPr>
        <w:t>s</w:t>
      </w:r>
      <w:r w:rsidR="00820215" w:rsidRPr="007311C9">
        <w:rPr>
          <w:rStyle w:val="PageNumber"/>
          <w:b w:val="0"/>
          <w:sz w:val="20"/>
          <w:u w:color="00000A"/>
        </w:rPr>
        <w:t>, satellites or wireless links. I</w:t>
      </w:r>
      <w:r w:rsidR="00450FF0">
        <w:rPr>
          <w:rStyle w:val="PageNumber"/>
          <w:b w:val="0"/>
          <w:sz w:val="20"/>
          <w:u w:color="00000A"/>
        </w:rPr>
        <w:t>nternet service providers</w:t>
      </w:r>
      <w:r w:rsidR="00820215" w:rsidRPr="007311C9">
        <w:rPr>
          <w:rStyle w:val="PageNumber"/>
          <w:b w:val="0"/>
          <w:sz w:val="20"/>
          <w:u w:color="00000A"/>
        </w:rPr>
        <w:t xml:space="preserve"> in local and </w:t>
      </w:r>
      <w:r w:rsidR="00820215" w:rsidRPr="007311C9">
        <w:rPr>
          <w:rStyle w:val="PageNumber"/>
          <w:b w:val="0"/>
          <w:sz w:val="20"/>
          <w:u w:color="00000A"/>
        </w:rPr>
        <w:lastRenderedPageBreak/>
        <w:t>regional markets might operate a limited number of these networks</w:t>
      </w:r>
      <w:r w:rsidR="00A20CBA">
        <w:rPr>
          <w:rStyle w:val="PageNumber"/>
          <w:b w:val="0"/>
          <w:sz w:val="20"/>
          <w:u w:color="00000A"/>
        </w:rPr>
        <w:t xml:space="preserve"> or </w:t>
      </w:r>
      <w:r w:rsidR="00820215" w:rsidRPr="007311C9">
        <w:rPr>
          <w:rStyle w:val="PageNumber"/>
          <w:b w:val="0"/>
          <w:sz w:val="20"/>
          <w:u w:color="00000A"/>
        </w:rPr>
        <w:t xml:space="preserve">lease network capacity from large carriers in order to connect their subscribers to the Internet. State ownership is </w:t>
      </w:r>
      <w:proofErr w:type="gramStart"/>
      <w:r w:rsidR="00820215" w:rsidRPr="007311C9">
        <w:rPr>
          <w:rStyle w:val="PageNumber"/>
          <w:b w:val="0"/>
          <w:sz w:val="20"/>
          <w:u w:color="00000A"/>
        </w:rPr>
        <w:t>fairly common</w:t>
      </w:r>
      <w:proofErr w:type="gramEnd"/>
      <w:r w:rsidR="00820215" w:rsidRPr="007311C9">
        <w:rPr>
          <w:rStyle w:val="PageNumber"/>
          <w:b w:val="0"/>
          <w:sz w:val="20"/>
          <w:u w:color="00000A"/>
        </w:rPr>
        <w:t xml:space="preserve"> among service providers: Switzerland, for example, holds 51</w:t>
      </w:r>
      <w:r w:rsidR="00671CAA">
        <w:rPr>
          <w:rStyle w:val="PageNumber"/>
          <w:b w:val="0"/>
          <w:sz w:val="20"/>
          <w:u w:color="00000A"/>
        </w:rPr>
        <w:t xml:space="preserve"> per cent</w:t>
      </w:r>
      <w:r w:rsidR="00671CAA" w:rsidRPr="007311C9">
        <w:rPr>
          <w:rStyle w:val="PageNumber"/>
          <w:b w:val="0"/>
          <w:sz w:val="20"/>
          <w:u w:color="00000A"/>
        </w:rPr>
        <w:t xml:space="preserve"> </w:t>
      </w:r>
      <w:r w:rsidR="00820215" w:rsidRPr="007311C9">
        <w:rPr>
          <w:rStyle w:val="PageNumber"/>
          <w:b w:val="0"/>
          <w:sz w:val="20"/>
          <w:u w:color="00000A"/>
        </w:rPr>
        <w:t>of the shares in Swisscom AG,</w:t>
      </w:r>
      <w:r w:rsidR="00366966" w:rsidRPr="007311C9">
        <w:rPr>
          <w:rStyle w:val="FootnoteReference"/>
          <w:sz w:val="20"/>
          <w:u w:color="00000A"/>
        </w:rPr>
        <w:footnoteReference w:id="15"/>
      </w:r>
      <w:r w:rsidR="00D3721B" w:rsidRPr="007311C9">
        <w:rPr>
          <w:rStyle w:val="PageNumber"/>
          <w:b w:val="0"/>
          <w:sz w:val="20"/>
          <w:u w:color="00000A"/>
        </w:rPr>
        <w:t xml:space="preserve"> </w:t>
      </w:r>
      <w:r w:rsidR="00820215" w:rsidRPr="007311C9">
        <w:rPr>
          <w:rStyle w:val="PageNumber"/>
          <w:b w:val="0"/>
          <w:sz w:val="20"/>
          <w:u w:color="00000A"/>
        </w:rPr>
        <w:t xml:space="preserve">and Uruguay owns </w:t>
      </w:r>
      <w:proofErr w:type="spellStart"/>
      <w:r w:rsidR="00820215" w:rsidRPr="007311C9">
        <w:rPr>
          <w:rStyle w:val="PageNumber"/>
          <w:b w:val="0"/>
          <w:sz w:val="20"/>
          <w:u w:color="00000A"/>
        </w:rPr>
        <w:t>Antel</w:t>
      </w:r>
      <w:proofErr w:type="spellEnd"/>
      <w:r w:rsidR="00820215" w:rsidRPr="007311C9">
        <w:rPr>
          <w:rStyle w:val="PageNumber"/>
          <w:b w:val="0"/>
          <w:sz w:val="20"/>
          <w:u w:color="00000A"/>
        </w:rPr>
        <w:t xml:space="preserve">, </w:t>
      </w:r>
      <w:r w:rsidR="00A20CBA">
        <w:rPr>
          <w:rStyle w:val="PageNumber"/>
          <w:b w:val="0"/>
          <w:sz w:val="20"/>
          <w:u w:color="00000A"/>
        </w:rPr>
        <w:t>a major</w:t>
      </w:r>
      <w:r w:rsidR="00820215" w:rsidRPr="007311C9">
        <w:rPr>
          <w:rStyle w:val="PageNumber"/>
          <w:b w:val="0"/>
          <w:sz w:val="20"/>
          <w:u w:color="00000A"/>
        </w:rPr>
        <w:t xml:space="preserve"> telecommunications provider in the country</w:t>
      </w:r>
      <w:r w:rsidR="00366966" w:rsidRPr="007311C9">
        <w:rPr>
          <w:rStyle w:val="PageNumber"/>
          <w:b w:val="0"/>
          <w:sz w:val="20"/>
          <w:u w:color="00000A"/>
        </w:rPr>
        <w:t>.</w:t>
      </w:r>
      <w:r w:rsidR="00366966" w:rsidRPr="007311C9">
        <w:rPr>
          <w:rStyle w:val="FootnoteReference"/>
          <w:sz w:val="20"/>
          <w:u w:color="00000A"/>
        </w:rPr>
        <w:footnoteReference w:id="16"/>
      </w:r>
      <w:r w:rsidR="00366966" w:rsidRPr="007311C9">
        <w:rPr>
          <w:rStyle w:val="PageNumber"/>
          <w:b w:val="0"/>
          <w:sz w:val="20"/>
          <w:u w:color="00000A"/>
        </w:rPr>
        <w:t xml:space="preserve"> While </w:t>
      </w:r>
      <w:r w:rsidR="00ED7DD5">
        <w:rPr>
          <w:rStyle w:val="PageNumber"/>
          <w:b w:val="0"/>
          <w:sz w:val="20"/>
          <w:u w:color="00000A"/>
        </w:rPr>
        <w:t xml:space="preserve">telecommunication </w:t>
      </w:r>
      <w:r w:rsidR="002F13F5">
        <w:rPr>
          <w:rStyle w:val="PageNumber"/>
          <w:b w:val="0"/>
          <w:sz w:val="20"/>
          <w:u w:color="00000A"/>
        </w:rPr>
        <w:t xml:space="preserve">and Internet </w:t>
      </w:r>
      <w:r w:rsidR="00ED7DD5">
        <w:rPr>
          <w:rStyle w:val="PageNumber"/>
          <w:b w:val="0"/>
          <w:sz w:val="20"/>
          <w:u w:color="00000A"/>
        </w:rPr>
        <w:t>service providers</w:t>
      </w:r>
      <w:r w:rsidR="00ED7DD5" w:rsidRPr="007311C9">
        <w:rPr>
          <w:rStyle w:val="PageNumber"/>
          <w:b w:val="0"/>
          <w:sz w:val="20"/>
          <w:u w:color="00000A"/>
        </w:rPr>
        <w:t xml:space="preserve"> </w:t>
      </w:r>
      <w:r w:rsidR="00366966" w:rsidRPr="007311C9">
        <w:rPr>
          <w:rStyle w:val="PageNumber"/>
          <w:b w:val="0"/>
          <w:sz w:val="20"/>
          <w:u w:color="00000A"/>
        </w:rPr>
        <w:t>are currently the most common providers of Internet access, a growing number of hybrid companies aim to provide Internet access as well as other Internet-related services.</w:t>
      </w:r>
      <w:r w:rsidR="00366966" w:rsidRPr="007311C9">
        <w:rPr>
          <w:rStyle w:val="FootnoteReference"/>
          <w:sz w:val="20"/>
          <w:u w:color="00000A"/>
        </w:rPr>
        <w:footnoteReference w:id="17"/>
      </w:r>
      <w:r w:rsidR="00980A54" w:rsidRPr="007311C9">
        <w:rPr>
          <w:rStyle w:val="PageNumber"/>
          <w:b w:val="0"/>
          <w:sz w:val="20"/>
          <w:u w:color="00000A"/>
        </w:rPr>
        <w:t xml:space="preserve"> </w:t>
      </w:r>
    </w:p>
    <w:p w14:paraId="610D3618" w14:textId="72C4FA30" w:rsidR="00254C63" w:rsidRPr="00DD1A71" w:rsidRDefault="00254C63" w:rsidP="00D71BCA">
      <w:pPr>
        <w:pStyle w:val="H4G"/>
        <w:rPr>
          <w:rStyle w:val="PageNumber"/>
          <w:i w:val="0"/>
          <w:sz w:val="20"/>
        </w:rPr>
      </w:pPr>
      <w:r>
        <w:rPr>
          <w:rStyle w:val="PageNumber"/>
          <w:b w:val="0"/>
          <w:sz w:val="20"/>
        </w:rPr>
        <w:tab/>
      </w:r>
      <w:r w:rsidR="00ED7DD5" w:rsidRPr="00ED7DD5">
        <w:rPr>
          <w:rStyle w:val="PageNumber"/>
          <w:i w:val="0"/>
          <w:sz w:val="20"/>
        </w:rPr>
        <w:t>2.</w:t>
      </w:r>
      <w:r w:rsidR="00ED7DD5" w:rsidRPr="00ED7DD5">
        <w:rPr>
          <w:rStyle w:val="PageNumber"/>
          <w:i w:val="0"/>
          <w:sz w:val="20"/>
        </w:rPr>
        <w:tab/>
      </w:r>
      <w:r w:rsidR="00820215" w:rsidRPr="00DF1574">
        <w:rPr>
          <w:rStyle w:val="PageNumber"/>
          <w:i w:val="0"/>
          <w:sz w:val="20"/>
        </w:rPr>
        <w:t>Design and maintain hardware and operating systems that facilitate information processing and Internet access</w:t>
      </w:r>
    </w:p>
    <w:p w14:paraId="52E124DD" w14:textId="21CF637E" w:rsidR="00820215" w:rsidRPr="00A05CEC" w:rsidRDefault="00254C63">
      <w:pPr>
        <w:pStyle w:val="SingleTxtG"/>
        <w:rPr>
          <w:rStyle w:val="PageNumber"/>
          <w:b w:val="0"/>
          <w:i/>
          <w:u w:color="00000A"/>
        </w:rPr>
      </w:pPr>
      <w:r>
        <w:rPr>
          <w:rStyle w:val="PageNumber"/>
          <w:b w:val="0"/>
          <w:u w:color="00000A"/>
        </w:rPr>
        <w:t>17.</w:t>
      </w:r>
      <w:r>
        <w:rPr>
          <w:rStyle w:val="PageNumber"/>
          <w:b w:val="0"/>
          <w:u w:color="00000A"/>
        </w:rPr>
        <w:tab/>
      </w:r>
      <w:r w:rsidR="00820215" w:rsidRPr="00D71BCA">
        <w:rPr>
          <w:rStyle w:val="PageNumber"/>
          <w:b w:val="0"/>
          <w:sz w:val="20"/>
          <w:u w:color="00000A"/>
        </w:rPr>
        <w:t xml:space="preserve">Hardware firms design and manufacture the computer devices that connect individuals to the Internet. </w:t>
      </w:r>
      <w:r w:rsidR="00ED7DD5">
        <w:rPr>
          <w:rStyle w:val="PageNumber"/>
          <w:b w:val="0"/>
          <w:sz w:val="20"/>
          <w:u w:color="00000A"/>
        </w:rPr>
        <w:t>T</w:t>
      </w:r>
      <w:r w:rsidR="00980944">
        <w:rPr>
          <w:rStyle w:val="PageNumber"/>
          <w:b w:val="0"/>
          <w:sz w:val="20"/>
          <w:u w:color="00000A"/>
        </w:rPr>
        <w:t>he</w:t>
      </w:r>
      <w:r w:rsidR="00F55DB8">
        <w:rPr>
          <w:rStyle w:val="PageNumber"/>
          <w:b w:val="0"/>
          <w:sz w:val="20"/>
          <w:u w:color="00000A"/>
        </w:rPr>
        <w:t xml:space="preserve"> range of </w:t>
      </w:r>
      <w:r w:rsidR="00820215" w:rsidRPr="00D71BCA">
        <w:rPr>
          <w:rStyle w:val="PageNumber"/>
          <w:b w:val="0"/>
          <w:sz w:val="20"/>
          <w:u w:color="00000A"/>
        </w:rPr>
        <w:t>devices</w:t>
      </w:r>
      <w:r w:rsidR="00F55DB8">
        <w:rPr>
          <w:rStyle w:val="PageNumber"/>
          <w:b w:val="0"/>
          <w:sz w:val="20"/>
          <w:u w:color="00000A"/>
        </w:rPr>
        <w:t xml:space="preserve"> equipped with</w:t>
      </w:r>
      <w:r w:rsidR="00980944">
        <w:rPr>
          <w:rStyle w:val="PageNumber"/>
          <w:b w:val="0"/>
          <w:sz w:val="20"/>
          <w:u w:color="00000A"/>
        </w:rPr>
        <w:t xml:space="preserve"> personal computing functions</w:t>
      </w:r>
      <w:r w:rsidR="00820215" w:rsidRPr="00D71BCA">
        <w:rPr>
          <w:rStyle w:val="PageNumber"/>
          <w:b w:val="0"/>
          <w:sz w:val="20"/>
          <w:u w:color="00000A"/>
        </w:rPr>
        <w:t xml:space="preserve"> </w:t>
      </w:r>
      <w:r w:rsidR="00980944">
        <w:rPr>
          <w:rStyle w:val="PageNumber"/>
          <w:b w:val="0"/>
          <w:sz w:val="20"/>
          <w:u w:color="00000A"/>
        </w:rPr>
        <w:t>is</w:t>
      </w:r>
      <w:r w:rsidR="00ED7DD5">
        <w:rPr>
          <w:rStyle w:val="PageNumber"/>
          <w:b w:val="0"/>
          <w:sz w:val="20"/>
          <w:u w:color="00000A"/>
        </w:rPr>
        <w:t>, however,</w:t>
      </w:r>
      <w:r w:rsidR="00980944">
        <w:rPr>
          <w:rStyle w:val="PageNumber"/>
          <w:b w:val="0"/>
          <w:sz w:val="20"/>
          <w:u w:color="00000A"/>
        </w:rPr>
        <w:t xml:space="preserve"> ever-expanding and impossible to cap</w:t>
      </w:r>
      <w:r w:rsidR="00820215" w:rsidRPr="00D71BCA">
        <w:rPr>
          <w:rStyle w:val="PageNumber"/>
          <w:b w:val="0"/>
          <w:sz w:val="20"/>
          <w:u w:color="00000A"/>
        </w:rPr>
        <w:t xml:space="preserve">, given the avalanche of connectedness widely described as the </w:t>
      </w:r>
      <w:r w:rsidR="00450FF0">
        <w:rPr>
          <w:rStyle w:val="PageNumber"/>
          <w:b w:val="0"/>
          <w:sz w:val="20"/>
          <w:u w:color="00000A"/>
        </w:rPr>
        <w:t>“</w:t>
      </w:r>
      <w:r w:rsidR="00820215" w:rsidRPr="00D71BCA">
        <w:rPr>
          <w:rStyle w:val="PageNumber"/>
          <w:b w:val="0"/>
          <w:sz w:val="20"/>
          <w:u w:color="00000A"/>
        </w:rPr>
        <w:t xml:space="preserve">Internet of </w:t>
      </w:r>
      <w:r w:rsidR="00450FF0">
        <w:rPr>
          <w:rStyle w:val="PageNumber"/>
          <w:b w:val="0"/>
          <w:sz w:val="20"/>
          <w:u w:color="00000A"/>
        </w:rPr>
        <w:t>t</w:t>
      </w:r>
      <w:r w:rsidR="00820215" w:rsidRPr="00D71BCA">
        <w:rPr>
          <w:rStyle w:val="PageNumber"/>
          <w:b w:val="0"/>
          <w:sz w:val="20"/>
          <w:u w:color="00000A"/>
        </w:rPr>
        <w:t>hings</w:t>
      </w:r>
      <w:r w:rsidR="00450FF0">
        <w:rPr>
          <w:rStyle w:val="PageNumber"/>
          <w:b w:val="0"/>
          <w:sz w:val="20"/>
          <w:u w:color="00000A"/>
        </w:rPr>
        <w:t>”</w:t>
      </w:r>
      <w:r w:rsidR="00820215" w:rsidRPr="00D71BCA">
        <w:rPr>
          <w:rStyle w:val="PageNumber"/>
          <w:b w:val="0"/>
          <w:sz w:val="20"/>
          <w:u w:color="00000A"/>
        </w:rPr>
        <w:t xml:space="preserve">, in which digital connection is enabled for all aspects of contemporary existence. </w:t>
      </w:r>
      <w:r w:rsidR="00F55DB8">
        <w:rPr>
          <w:rStyle w:val="PageNumber"/>
          <w:b w:val="0"/>
          <w:sz w:val="20"/>
          <w:u w:color="00000A"/>
        </w:rPr>
        <w:t>Automobiles, refrigerators</w:t>
      </w:r>
      <w:r w:rsidR="00BB2328">
        <w:rPr>
          <w:rStyle w:val="PageNumber"/>
          <w:b w:val="0"/>
          <w:sz w:val="20"/>
          <w:u w:color="00000A"/>
        </w:rPr>
        <w:t>, televisions</w:t>
      </w:r>
      <w:r w:rsidR="00F55DB8">
        <w:rPr>
          <w:rStyle w:val="PageNumber"/>
          <w:b w:val="0"/>
          <w:sz w:val="20"/>
          <w:u w:color="00000A"/>
        </w:rPr>
        <w:t xml:space="preserve"> and watches</w:t>
      </w:r>
      <w:r w:rsidR="00820215" w:rsidRPr="00D71BCA">
        <w:rPr>
          <w:rStyle w:val="PageNumber"/>
          <w:b w:val="0"/>
          <w:sz w:val="20"/>
          <w:u w:color="00000A"/>
        </w:rPr>
        <w:t xml:space="preserve"> </w:t>
      </w:r>
      <w:r w:rsidR="00F55DB8">
        <w:rPr>
          <w:rStyle w:val="PageNumber"/>
          <w:b w:val="0"/>
          <w:sz w:val="20"/>
          <w:u w:color="00000A"/>
        </w:rPr>
        <w:t>are</w:t>
      </w:r>
      <w:r w:rsidR="007D5D84">
        <w:rPr>
          <w:rStyle w:val="PageNumber"/>
          <w:b w:val="0"/>
          <w:sz w:val="20"/>
          <w:u w:color="00000A"/>
        </w:rPr>
        <w:t xml:space="preserve"> just a few examples of </w:t>
      </w:r>
      <w:r w:rsidR="00ED7DD5">
        <w:rPr>
          <w:rStyle w:val="PageNumber"/>
          <w:b w:val="0"/>
          <w:sz w:val="20"/>
          <w:u w:color="00000A"/>
        </w:rPr>
        <w:t>“</w:t>
      </w:r>
      <w:r w:rsidR="007D5D84">
        <w:rPr>
          <w:rStyle w:val="PageNumber"/>
          <w:b w:val="0"/>
          <w:sz w:val="20"/>
          <w:u w:color="00000A"/>
        </w:rPr>
        <w:t>smart</w:t>
      </w:r>
      <w:r w:rsidR="00ED7DD5">
        <w:rPr>
          <w:rStyle w:val="PageNumber"/>
          <w:b w:val="0"/>
          <w:sz w:val="20"/>
          <w:u w:color="00000A"/>
        </w:rPr>
        <w:t>”</w:t>
      </w:r>
      <w:r w:rsidR="007D5D84">
        <w:rPr>
          <w:rStyle w:val="PageNumber"/>
          <w:b w:val="0"/>
          <w:sz w:val="20"/>
          <w:u w:color="00000A"/>
        </w:rPr>
        <w:t xml:space="preserve"> devices</w:t>
      </w:r>
      <w:r w:rsidR="00F55DB8">
        <w:rPr>
          <w:rStyle w:val="PageNumber"/>
          <w:b w:val="0"/>
          <w:sz w:val="20"/>
          <w:u w:color="00000A"/>
        </w:rPr>
        <w:t xml:space="preserve"> </w:t>
      </w:r>
      <w:r w:rsidR="007D5D84">
        <w:rPr>
          <w:rStyle w:val="PageNumber"/>
          <w:b w:val="0"/>
          <w:sz w:val="20"/>
          <w:u w:color="00000A"/>
        </w:rPr>
        <w:t>that</w:t>
      </w:r>
      <w:r w:rsidR="00030BFE">
        <w:rPr>
          <w:rStyle w:val="PageNumber"/>
          <w:b w:val="0"/>
          <w:sz w:val="20"/>
          <w:u w:color="00000A"/>
        </w:rPr>
        <w:t xml:space="preserve"> today</w:t>
      </w:r>
      <w:r w:rsidR="00820215" w:rsidRPr="00D71BCA">
        <w:rPr>
          <w:rStyle w:val="PageNumber"/>
          <w:b w:val="0"/>
          <w:sz w:val="20"/>
          <w:u w:color="00000A"/>
        </w:rPr>
        <w:t xml:space="preserve"> in</w:t>
      </w:r>
      <w:r w:rsidR="00980944">
        <w:rPr>
          <w:rStyle w:val="PageNumber"/>
          <w:b w:val="0"/>
          <w:sz w:val="20"/>
          <w:u w:color="00000A"/>
        </w:rPr>
        <w:t>corporate</w:t>
      </w:r>
      <w:r w:rsidR="00820215" w:rsidRPr="00D71BCA">
        <w:rPr>
          <w:rStyle w:val="PageNumber"/>
          <w:b w:val="0"/>
          <w:sz w:val="20"/>
          <w:u w:color="00000A"/>
        </w:rPr>
        <w:t xml:space="preserve"> browser</w:t>
      </w:r>
      <w:r w:rsidR="00030BFE">
        <w:rPr>
          <w:rStyle w:val="PageNumber"/>
          <w:b w:val="0"/>
          <w:sz w:val="20"/>
          <w:u w:color="00000A"/>
        </w:rPr>
        <w:t xml:space="preserve">, messaging and other Internet-related </w:t>
      </w:r>
      <w:r w:rsidR="00820215" w:rsidRPr="00D71BCA">
        <w:rPr>
          <w:rStyle w:val="PageNumber"/>
          <w:b w:val="0"/>
          <w:sz w:val="20"/>
          <w:u w:color="00000A"/>
        </w:rPr>
        <w:t>functions</w:t>
      </w:r>
      <w:r w:rsidR="00030BFE">
        <w:rPr>
          <w:rStyle w:val="PageNumber"/>
          <w:b w:val="0"/>
          <w:sz w:val="20"/>
          <w:u w:color="00000A"/>
        </w:rPr>
        <w:t xml:space="preserve">.  </w:t>
      </w:r>
      <w:r w:rsidR="00820215" w:rsidRPr="00A05CEC">
        <w:rPr>
          <w:rStyle w:val="PageNumber"/>
          <w:b w:val="0"/>
          <w:u w:color="00000A"/>
        </w:rPr>
        <w:t xml:space="preserve"> </w:t>
      </w:r>
    </w:p>
    <w:p w14:paraId="22500C93" w14:textId="49638B1B" w:rsidR="00820215" w:rsidRPr="00D71BCA" w:rsidRDefault="00A05CEC" w:rsidP="00925EF6">
      <w:pPr>
        <w:pStyle w:val="SingleTxtG"/>
      </w:pPr>
      <w:r w:rsidRPr="00D71BCA">
        <w:t>18.</w:t>
      </w:r>
      <w:r w:rsidRPr="00D71BCA">
        <w:tab/>
      </w:r>
      <w:r w:rsidR="00820215" w:rsidRPr="00D71BCA">
        <w:t xml:space="preserve">Further, </w:t>
      </w:r>
      <w:r w:rsidR="00ED7DD5">
        <w:t xml:space="preserve">telecommunication </w:t>
      </w:r>
      <w:r w:rsidR="00450FF0">
        <w:t xml:space="preserve">and Internet </w:t>
      </w:r>
      <w:r w:rsidR="00ED7DD5">
        <w:t>service providers</w:t>
      </w:r>
      <w:r w:rsidR="00ED7DD5" w:rsidRPr="00D71BCA">
        <w:t xml:space="preserve"> </w:t>
      </w:r>
      <w:r w:rsidR="00820215" w:rsidRPr="00D71BCA">
        <w:t>purchase equipment and other network components that comprise the physical backbone of their networks from infrastructure vendors and equipment manufacturers. These products can range from simple routers and switches to deep packet inspection devices, network filtering and Internet blocking devices, and surveillance monitoring cent</w:t>
      </w:r>
      <w:r w:rsidR="00ED7DD5">
        <w:t>r</w:t>
      </w:r>
      <w:r w:rsidR="00820215" w:rsidRPr="00D71BCA">
        <w:t>es. Increasingly these companies also include services, consulting, training and even operation.</w:t>
      </w:r>
    </w:p>
    <w:p w14:paraId="73FF3885" w14:textId="7A8A68AA" w:rsidR="00254C63" w:rsidRPr="00DD1A71" w:rsidRDefault="00254C63" w:rsidP="004B37AC">
      <w:pPr>
        <w:pStyle w:val="H4G"/>
        <w:rPr>
          <w:rStyle w:val="PageNumber"/>
          <w:i w:val="0"/>
          <w:sz w:val="20"/>
        </w:rPr>
      </w:pPr>
      <w:r w:rsidRPr="00D71BCA">
        <w:rPr>
          <w:rStyle w:val="PageNumber"/>
          <w:b w:val="0"/>
          <w:sz w:val="20"/>
        </w:rPr>
        <w:tab/>
      </w:r>
      <w:r w:rsidR="00ED7DD5" w:rsidRPr="00ED7DD5">
        <w:rPr>
          <w:rStyle w:val="PageNumber"/>
          <w:i w:val="0"/>
          <w:sz w:val="20"/>
        </w:rPr>
        <w:t>3.</w:t>
      </w:r>
      <w:r w:rsidR="00ED7DD5" w:rsidRPr="00ED7DD5">
        <w:rPr>
          <w:rStyle w:val="PageNumber"/>
          <w:i w:val="0"/>
          <w:sz w:val="20"/>
        </w:rPr>
        <w:tab/>
      </w:r>
      <w:r w:rsidR="00820215" w:rsidRPr="00DF1574">
        <w:rPr>
          <w:rStyle w:val="PageNumber"/>
          <w:i w:val="0"/>
          <w:sz w:val="20"/>
        </w:rPr>
        <w:t>Allocate web domains</w:t>
      </w:r>
    </w:p>
    <w:p w14:paraId="21282D58" w14:textId="4A112AFF" w:rsidR="00820215" w:rsidRPr="00D71BCA" w:rsidRDefault="00254C63" w:rsidP="00925EF6">
      <w:pPr>
        <w:pStyle w:val="SingleTxtG"/>
        <w:rPr>
          <w:rStyle w:val="PageNumber"/>
          <w:b w:val="0"/>
          <w:sz w:val="20"/>
          <w:u w:color="00000A"/>
        </w:rPr>
      </w:pPr>
      <w:r w:rsidRPr="00D71BCA">
        <w:rPr>
          <w:rStyle w:val="PageNumber"/>
          <w:b w:val="0"/>
          <w:sz w:val="20"/>
          <w:u w:color="00000A"/>
        </w:rPr>
        <w:t>19.</w:t>
      </w:r>
      <w:r w:rsidRPr="00D71BCA">
        <w:rPr>
          <w:rStyle w:val="PageNumber"/>
          <w:b w:val="0"/>
          <w:sz w:val="20"/>
          <w:u w:color="00000A"/>
        </w:rPr>
        <w:tab/>
      </w:r>
      <w:r w:rsidR="00820215" w:rsidRPr="00D71BCA">
        <w:rPr>
          <w:rStyle w:val="PageNumber"/>
          <w:b w:val="0"/>
          <w:sz w:val="20"/>
          <w:u w:color="00000A"/>
        </w:rPr>
        <w:t>Internet addresses (</w:t>
      </w:r>
      <w:r w:rsidR="00ED7DD5">
        <w:rPr>
          <w:rStyle w:val="PageNumber"/>
          <w:b w:val="0"/>
          <w:sz w:val="20"/>
          <w:u w:color="00000A"/>
        </w:rPr>
        <w:t>that is</w:t>
      </w:r>
      <w:r w:rsidR="00820215" w:rsidRPr="00D71BCA">
        <w:rPr>
          <w:rStyle w:val="PageNumber"/>
          <w:b w:val="0"/>
          <w:sz w:val="20"/>
          <w:u w:color="00000A"/>
        </w:rPr>
        <w:t xml:space="preserve">, </w:t>
      </w:r>
      <w:r w:rsidR="00450FF0">
        <w:rPr>
          <w:rStyle w:val="PageNumber"/>
          <w:b w:val="0"/>
          <w:sz w:val="20"/>
          <w:u w:color="00000A"/>
        </w:rPr>
        <w:t>u</w:t>
      </w:r>
      <w:r w:rsidR="00ED7DD5">
        <w:rPr>
          <w:rStyle w:val="PageNumber"/>
          <w:b w:val="0"/>
          <w:sz w:val="20"/>
          <w:u w:color="00000A"/>
        </w:rPr>
        <w:t xml:space="preserve">niform </w:t>
      </w:r>
      <w:r w:rsidR="00450FF0">
        <w:rPr>
          <w:rStyle w:val="PageNumber"/>
          <w:b w:val="0"/>
          <w:sz w:val="20"/>
          <w:u w:color="00000A"/>
        </w:rPr>
        <w:t>r</w:t>
      </w:r>
      <w:r w:rsidR="00ED7DD5">
        <w:rPr>
          <w:rStyle w:val="PageNumber"/>
          <w:b w:val="0"/>
          <w:sz w:val="20"/>
          <w:u w:color="00000A"/>
        </w:rPr>
        <w:t xml:space="preserve">esource </w:t>
      </w:r>
      <w:r w:rsidR="00450FF0">
        <w:rPr>
          <w:rStyle w:val="PageNumber"/>
          <w:b w:val="0"/>
          <w:sz w:val="20"/>
          <w:u w:color="00000A"/>
        </w:rPr>
        <w:t>l</w:t>
      </w:r>
      <w:r w:rsidR="00ED7DD5">
        <w:rPr>
          <w:rStyle w:val="PageNumber"/>
          <w:b w:val="0"/>
          <w:sz w:val="20"/>
          <w:u w:color="00000A"/>
        </w:rPr>
        <w:t>ocators</w:t>
      </w:r>
      <w:r w:rsidR="00BA409F">
        <w:rPr>
          <w:rStyle w:val="PageNumber"/>
          <w:b w:val="0"/>
          <w:sz w:val="20"/>
          <w:u w:color="00000A"/>
        </w:rPr>
        <w:t xml:space="preserve"> (</w:t>
      </w:r>
      <w:r w:rsidR="00820215" w:rsidRPr="00D71BCA">
        <w:rPr>
          <w:rStyle w:val="PageNumber"/>
          <w:b w:val="0"/>
          <w:sz w:val="20"/>
          <w:u w:color="00000A"/>
        </w:rPr>
        <w:t>URLs)</w:t>
      </w:r>
      <w:r w:rsidR="00ED7DD5">
        <w:rPr>
          <w:rStyle w:val="PageNumber"/>
          <w:b w:val="0"/>
          <w:sz w:val="20"/>
          <w:u w:color="00000A"/>
        </w:rPr>
        <w:t>)</w:t>
      </w:r>
      <w:r w:rsidR="00820215" w:rsidRPr="00D71BCA">
        <w:rPr>
          <w:rStyle w:val="PageNumber"/>
          <w:b w:val="0"/>
          <w:sz w:val="20"/>
          <w:u w:color="00000A"/>
        </w:rPr>
        <w:t xml:space="preserve"> </w:t>
      </w:r>
      <w:proofErr w:type="gramStart"/>
      <w:r w:rsidR="00820215" w:rsidRPr="00D71BCA">
        <w:rPr>
          <w:rStyle w:val="PageNumber"/>
          <w:b w:val="0"/>
          <w:sz w:val="20"/>
          <w:u w:color="00000A"/>
        </w:rPr>
        <w:t>are allocated and sold by domain name registries and registrars, under the supervision of the Internet Corporation for Assigned Names and Numbers</w:t>
      </w:r>
      <w:r w:rsidR="00886999">
        <w:rPr>
          <w:rStyle w:val="PageNumber"/>
          <w:b w:val="0"/>
          <w:sz w:val="20"/>
          <w:u w:color="00000A"/>
        </w:rPr>
        <w:t xml:space="preserve"> (ICANN)</w:t>
      </w:r>
      <w:r w:rsidR="00820215" w:rsidRPr="00D71BCA">
        <w:rPr>
          <w:rStyle w:val="PageNumber"/>
          <w:b w:val="0"/>
          <w:sz w:val="20"/>
          <w:u w:color="00000A"/>
        </w:rPr>
        <w:t>, a non-profit entity</w:t>
      </w:r>
      <w:proofErr w:type="gramEnd"/>
      <w:r w:rsidR="00820215" w:rsidRPr="00D71BCA">
        <w:rPr>
          <w:rStyle w:val="PageNumber"/>
          <w:b w:val="0"/>
          <w:sz w:val="20"/>
          <w:u w:color="00000A"/>
        </w:rPr>
        <w:t xml:space="preserve">. Currently, the world’s largest registrar hosts more than 61 million domain names. </w:t>
      </w:r>
    </w:p>
    <w:p w14:paraId="1D605985" w14:textId="68FCFBD8" w:rsidR="00254C63" w:rsidRPr="00DD1A71" w:rsidRDefault="00254C63" w:rsidP="004B37AC">
      <w:pPr>
        <w:pStyle w:val="H4G"/>
        <w:rPr>
          <w:rStyle w:val="PageNumber"/>
          <w:i w:val="0"/>
          <w:sz w:val="20"/>
        </w:rPr>
      </w:pPr>
      <w:r w:rsidRPr="00D71BCA">
        <w:rPr>
          <w:rStyle w:val="PageNumber"/>
          <w:b w:val="0"/>
          <w:sz w:val="20"/>
        </w:rPr>
        <w:tab/>
      </w:r>
      <w:r w:rsidR="00ED7DD5" w:rsidRPr="00ED7DD5">
        <w:rPr>
          <w:rStyle w:val="PageNumber"/>
          <w:i w:val="0"/>
          <w:sz w:val="20"/>
        </w:rPr>
        <w:t>4.</w:t>
      </w:r>
      <w:r w:rsidR="00ED7DD5" w:rsidRPr="00ED7DD5">
        <w:rPr>
          <w:rStyle w:val="PageNumber"/>
          <w:i w:val="0"/>
          <w:sz w:val="20"/>
        </w:rPr>
        <w:tab/>
      </w:r>
      <w:r w:rsidR="00820215" w:rsidRPr="00DF1574">
        <w:rPr>
          <w:rStyle w:val="PageNumber"/>
          <w:i w:val="0"/>
          <w:sz w:val="20"/>
        </w:rPr>
        <w:t>Host information</w:t>
      </w:r>
    </w:p>
    <w:p w14:paraId="145700E9" w14:textId="4C567A30" w:rsidR="00820215" w:rsidRPr="00D71BCA" w:rsidRDefault="00254C63" w:rsidP="00925EF6">
      <w:pPr>
        <w:pStyle w:val="SingleTxtG"/>
      </w:pPr>
      <w:r w:rsidRPr="00D71BCA">
        <w:rPr>
          <w:rStyle w:val="PageNumber"/>
          <w:b w:val="0"/>
          <w:sz w:val="20"/>
          <w:u w:color="00000A"/>
        </w:rPr>
        <w:t>20.</w:t>
      </w:r>
      <w:r w:rsidRPr="00D71BCA">
        <w:rPr>
          <w:rStyle w:val="PageNumber"/>
          <w:b w:val="0"/>
          <w:sz w:val="20"/>
          <w:u w:color="00000A"/>
        </w:rPr>
        <w:tab/>
      </w:r>
      <w:r w:rsidR="00820215" w:rsidRPr="00D71BCA">
        <w:rPr>
          <w:rStyle w:val="PageNumber"/>
          <w:b w:val="0"/>
          <w:sz w:val="20"/>
          <w:u w:color="00000A"/>
        </w:rPr>
        <w:t>Web</w:t>
      </w:r>
      <w:r w:rsidR="00ED7DD5">
        <w:rPr>
          <w:rStyle w:val="PageNumber"/>
          <w:b w:val="0"/>
          <w:sz w:val="20"/>
          <w:u w:color="00000A"/>
        </w:rPr>
        <w:t>-</w:t>
      </w:r>
      <w:r w:rsidR="00820215" w:rsidRPr="00D71BCA">
        <w:rPr>
          <w:rStyle w:val="PageNumber"/>
          <w:b w:val="0"/>
          <w:sz w:val="20"/>
          <w:u w:color="00000A"/>
        </w:rPr>
        <w:t xml:space="preserve">hosting services enable users to upload and deliver files and other materials to their </w:t>
      </w:r>
      <w:proofErr w:type="gramStart"/>
      <w:r w:rsidR="00820215" w:rsidRPr="00D71BCA">
        <w:rPr>
          <w:rStyle w:val="PageNumber"/>
          <w:b w:val="0"/>
          <w:sz w:val="20"/>
          <w:u w:color="00000A"/>
        </w:rPr>
        <w:t>readers’</w:t>
      </w:r>
      <w:proofErr w:type="gramEnd"/>
      <w:r w:rsidR="00820215" w:rsidRPr="00D71BCA">
        <w:rPr>
          <w:rStyle w:val="PageNumber"/>
          <w:b w:val="0"/>
          <w:sz w:val="20"/>
          <w:u w:color="00000A"/>
        </w:rPr>
        <w:t xml:space="preserve"> or customers’ browsers. These companies typically also provide data storage, e-mail and other services associated with the websites their customers have purchased. </w:t>
      </w:r>
    </w:p>
    <w:p w14:paraId="68CAA9F5" w14:textId="6DCEEB3D" w:rsidR="00254C63" w:rsidRPr="002C29B7" w:rsidRDefault="00254C63" w:rsidP="004B37AC">
      <w:pPr>
        <w:pStyle w:val="H4G"/>
        <w:rPr>
          <w:rStyle w:val="PageNumber"/>
          <w:b w:val="0"/>
          <w:i w:val="0"/>
          <w:sz w:val="20"/>
        </w:rPr>
      </w:pPr>
      <w:r>
        <w:rPr>
          <w:rStyle w:val="PageNumber"/>
          <w:u w:color="00000A"/>
        </w:rPr>
        <w:tab/>
      </w:r>
      <w:r w:rsidR="002C29B7" w:rsidRPr="00AF506D">
        <w:rPr>
          <w:rStyle w:val="PageNumber"/>
          <w:i w:val="0"/>
          <w:sz w:val="20"/>
          <w:u w:color="00000A"/>
        </w:rPr>
        <w:t>5.</w:t>
      </w:r>
      <w:r w:rsidR="002C29B7">
        <w:rPr>
          <w:rStyle w:val="PageNumber"/>
          <w:i w:val="0"/>
          <w:u w:color="00000A"/>
        </w:rPr>
        <w:tab/>
      </w:r>
      <w:r w:rsidR="00820215" w:rsidRPr="00DF1574">
        <w:rPr>
          <w:rStyle w:val="PageNumber"/>
          <w:i w:val="0"/>
          <w:sz w:val="20"/>
        </w:rPr>
        <w:t>Facilitate aggregatin</w:t>
      </w:r>
      <w:r w:rsidR="00497132">
        <w:rPr>
          <w:rStyle w:val="PageNumber"/>
          <w:i w:val="0"/>
          <w:sz w:val="20"/>
        </w:rPr>
        <w:t>g</w:t>
      </w:r>
      <w:r w:rsidR="00820215" w:rsidRPr="00DF1574">
        <w:rPr>
          <w:rStyle w:val="PageNumber"/>
          <w:i w:val="0"/>
          <w:sz w:val="20"/>
        </w:rPr>
        <w:t>, sharing and search</w:t>
      </w:r>
      <w:r w:rsidR="00497132">
        <w:rPr>
          <w:rStyle w:val="PageNumber"/>
          <w:i w:val="0"/>
          <w:sz w:val="20"/>
        </w:rPr>
        <w:t>ing</w:t>
      </w:r>
      <w:r w:rsidR="00820215" w:rsidRPr="00DF1574">
        <w:rPr>
          <w:rStyle w:val="PageNumber"/>
          <w:i w:val="0"/>
          <w:sz w:val="20"/>
        </w:rPr>
        <w:t xml:space="preserve"> for information</w:t>
      </w:r>
    </w:p>
    <w:p w14:paraId="41E70880" w14:textId="1CAE55C2" w:rsidR="00820215" w:rsidRPr="00A05CEC" w:rsidRDefault="00254C63" w:rsidP="00925EF6">
      <w:pPr>
        <w:pStyle w:val="SingleTxtG"/>
      </w:pPr>
      <w:r>
        <w:rPr>
          <w:rStyle w:val="PageNumber"/>
          <w:b w:val="0"/>
          <w:u w:color="00000A"/>
        </w:rPr>
        <w:t>21.</w:t>
      </w:r>
      <w:r>
        <w:rPr>
          <w:rStyle w:val="PageNumber"/>
          <w:b w:val="0"/>
          <w:u w:color="00000A"/>
        </w:rPr>
        <w:tab/>
      </w:r>
      <w:r w:rsidR="00820215" w:rsidRPr="00D71BCA">
        <w:rPr>
          <w:rStyle w:val="PageNumber"/>
          <w:b w:val="0"/>
          <w:sz w:val="20"/>
          <w:u w:color="00000A"/>
        </w:rPr>
        <w:t xml:space="preserve">Search engines supply the vital connection between users who search for information, and those who create, aggregate and publish </w:t>
      </w:r>
      <w:r w:rsidR="00BA409F">
        <w:rPr>
          <w:rStyle w:val="PageNumber"/>
          <w:b w:val="0"/>
          <w:sz w:val="20"/>
          <w:u w:color="00000A"/>
        </w:rPr>
        <w:t>it</w:t>
      </w:r>
      <w:r w:rsidR="00820215" w:rsidRPr="00D71BCA">
        <w:rPr>
          <w:rStyle w:val="PageNumber"/>
          <w:b w:val="0"/>
          <w:sz w:val="20"/>
          <w:u w:color="00000A"/>
        </w:rPr>
        <w:t>. Indeed, search engine algorithms dictate what users see and in what priority, and they may be manipulated to restrict or prioritize content. Information searches, however, are not unique to search engines. Content aggregators, specialized research services, social media platforms and professional networks also enabl</w:t>
      </w:r>
      <w:r w:rsidR="00D71BCA" w:rsidRPr="00D71BCA">
        <w:rPr>
          <w:rStyle w:val="PageNumber"/>
          <w:b w:val="0"/>
          <w:sz w:val="20"/>
          <w:u w:color="00000A"/>
        </w:rPr>
        <w:t>e users to search for content.</w:t>
      </w:r>
    </w:p>
    <w:p w14:paraId="573DF0F0" w14:textId="51C1EA5D" w:rsidR="00254C63" w:rsidRPr="00DD1A71" w:rsidRDefault="00254C63" w:rsidP="004B37AC">
      <w:pPr>
        <w:pStyle w:val="H4G"/>
        <w:rPr>
          <w:rStyle w:val="PageNumber"/>
          <w:i w:val="0"/>
          <w:sz w:val="20"/>
        </w:rPr>
      </w:pPr>
      <w:r>
        <w:rPr>
          <w:rStyle w:val="PageNumber"/>
          <w:b w:val="0"/>
          <w:sz w:val="20"/>
        </w:rPr>
        <w:lastRenderedPageBreak/>
        <w:tab/>
      </w:r>
      <w:r w:rsidR="002C29B7" w:rsidRPr="00DF1574">
        <w:rPr>
          <w:rStyle w:val="PageNumber"/>
          <w:i w:val="0"/>
          <w:sz w:val="20"/>
        </w:rPr>
        <w:t>6.</w:t>
      </w:r>
      <w:r w:rsidR="002C29B7" w:rsidRPr="00DF1574">
        <w:rPr>
          <w:rStyle w:val="PageNumber"/>
          <w:i w:val="0"/>
          <w:sz w:val="20"/>
        </w:rPr>
        <w:tab/>
      </w:r>
      <w:r w:rsidR="00820215" w:rsidRPr="00DF1574">
        <w:rPr>
          <w:rStyle w:val="PageNumber"/>
          <w:i w:val="0"/>
          <w:sz w:val="20"/>
        </w:rPr>
        <w:t xml:space="preserve">Produce and regulate access to </w:t>
      </w:r>
      <w:r w:rsidR="002C29B7">
        <w:rPr>
          <w:rStyle w:val="PageNumber"/>
          <w:i w:val="0"/>
          <w:sz w:val="20"/>
        </w:rPr>
        <w:t>one’s</w:t>
      </w:r>
      <w:r w:rsidR="002C29B7" w:rsidRPr="00DF1574">
        <w:rPr>
          <w:rStyle w:val="PageNumber"/>
          <w:i w:val="0"/>
          <w:sz w:val="20"/>
        </w:rPr>
        <w:t xml:space="preserve"> </w:t>
      </w:r>
      <w:r w:rsidR="00820215" w:rsidRPr="00DF1574">
        <w:rPr>
          <w:rStyle w:val="PageNumber"/>
          <w:i w:val="0"/>
          <w:sz w:val="20"/>
        </w:rPr>
        <w:t>own content</w:t>
      </w:r>
    </w:p>
    <w:p w14:paraId="7E510A3D" w14:textId="1748CD6D" w:rsidR="00820215" w:rsidRPr="00D71BCA" w:rsidRDefault="00254C63" w:rsidP="00925EF6">
      <w:pPr>
        <w:pStyle w:val="SingleTxtG"/>
      </w:pPr>
      <w:r>
        <w:rPr>
          <w:rStyle w:val="PageNumber"/>
          <w:b w:val="0"/>
          <w:u w:color="00000A"/>
        </w:rPr>
        <w:t>22.</w:t>
      </w:r>
      <w:r w:rsidRPr="00D71BCA">
        <w:rPr>
          <w:rStyle w:val="PageNumber"/>
          <w:b w:val="0"/>
          <w:sz w:val="20"/>
          <w:u w:color="00000A"/>
        </w:rPr>
        <w:tab/>
      </w:r>
      <w:r w:rsidR="00820215" w:rsidRPr="00D71BCA">
        <w:rPr>
          <w:rStyle w:val="PageNumber"/>
          <w:b w:val="0"/>
          <w:sz w:val="20"/>
          <w:u w:color="00000A"/>
        </w:rPr>
        <w:t xml:space="preserve">Companies that create or purchase content produced on their platforms </w:t>
      </w:r>
      <w:r w:rsidR="00BA409F">
        <w:rPr>
          <w:rStyle w:val="PageNumber"/>
          <w:b w:val="0"/>
          <w:sz w:val="20"/>
          <w:u w:color="00000A"/>
        </w:rPr>
        <w:t>often</w:t>
      </w:r>
      <w:r w:rsidR="00BA409F" w:rsidRPr="00D71BCA">
        <w:rPr>
          <w:rStyle w:val="PageNumber"/>
          <w:b w:val="0"/>
          <w:sz w:val="20"/>
          <w:u w:color="00000A"/>
        </w:rPr>
        <w:t xml:space="preserve"> </w:t>
      </w:r>
      <w:r w:rsidR="00820215" w:rsidRPr="00D71BCA">
        <w:rPr>
          <w:rStyle w:val="PageNumber"/>
          <w:b w:val="0"/>
          <w:sz w:val="20"/>
          <w:u w:color="00000A"/>
        </w:rPr>
        <w:t xml:space="preserve">hold the copyright to such content, enabling them to monetize and manage access to it. Some of the most influential copyright holders are media and entertainment companies, including news media, publishing houses, music labels, </w:t>
      </w:r>
      <w:r w:rsidR="002C29B7">
        <w:rPr>
          <w:rStyle w:val="PageNumber"/>
          <w:b w:val="0"/>
          <w:sz w:val="20"/>
          <w:u w:color="00000A"/>
        </w:rPr>
        <w:t xml:space="preserve">and </w:t>
      </w:r>
      <w:r w:rsidR="00820215" w:rsidRPr="00D71BCA">
        <w:rPr>
          <w:rStyle w:val="PageNumber"/>
          <w:b w:val="0"/>
          <w:sz w:val="20"/>
          <w:u w:color="00000A"/>
        </w:rPr>
        <w:t xml:space="preserve">film and television studios. </w:t>
      </w:r>
    </w:p>
    <w:p w14:paraId="0602CB50" w14:textId="5EFD87B1" w:rsidR="00254C63" w:rsidRPr="002C29B7" w:rsidRDefault="00254C63" w:rsidP="004B37AC">
      <w:pPr>
        <w:pStyle w:val="H4G"/>
        <w:rPr>
          <w:rStyle w:val="PageNumber"/>
          <w:sz w:val="20"/>
          <w:u w:color="00000A"/>
        </w:rPr>
      </w:pPr>
      <w:r>
        <w:rPr>
          <w:rStyle w:val="PageNumber"/>
          <w:b w:val="0"/>
          <w:u w:color="00000A"/>
        </w:rPr>
        <w:tab/>
      </w:r>
      <w:r w:rsidR="002C29B7" w:rsidRPr="008E18B3">
        <w:rPr>
          <w:rStyle w:val="PageNumber"/>
          <w:i w:val="0"/>
          <w:sz w:val="20"/>
          <w:u w:color="00000A"/>
        </w:rPr>
        <w:t>7</w:t>
      </w:r>
      <w:r w:rsidR="002C29B7" w:rsidRPr="002C29B7">
        <w:rPr>
          <w:rStyle w:val="PageNumber"/>
          <w:i w:val="0"/>
          <w:u w:color="00000A"/>
        </w:rPr>
        <w:t>.</w:t>
      </w:r>
      <w:r w:rsidR="002C29B7" w:rsidRPr="002C29B7">
        <w:rPr>
          <w:rStyle w:val="PageNumber"/>
          <w:i w:val="0"/>
          <w:u w:color="00000A"/>
        </w:rPr>
        <w:tab/>
      </w:r>
      <w:r w:rsidRPr="00DF1574">
        <w:rPr>
          <w:rStyle w:val="PageNumber"/>
          <w:i w:val="0"/>
          <w:sz w:val="20"/>
          <w:u w:color="00000A"/>
        </w:rPr>
        <w:t>Connect users and communities</w:t>
      </w:r>
    </w:p>
    <w:p w14:paraId="343E66FF" w14:textId="77777777" w:rsidR="00820215" w:rsidRPr="00A05CEC" w:rsidRDefault="00254C63" w:rsidP="00925EF6">
      <w:pPr>
        <w:pStyle w:val="SingleTxtG"/>
      </w:pPr>
      <w:r>
        <w:rPr>
          <w:rStyle w:val="PageNumber"/>
          <w:b w:val="0"/>
          <w:u w:color="00000A"/>
        </w:rPr>
        <w:t>23.</w:t>
      </w:r>
      <w:r>
        <w:rPr>
          <w:rStyle w:val="PageNumber"/>
          <w:b w:val="0"/>
          <w:u w:color="00000A"/>
        </w:rPr>
        <w:tab/>
      </w:r>
      <w:r w:rsidR="00820215" w:rsidRPr="00D71BCA">
        <w:rPr>
          <w:rStyle w:val="PageNumber"/>
          <w:b w:val="0"/>
          <w:sz w:val="20"/>
          <w:u w:color="00000A"/>
        </w:rPr>
        <w:t>Companies also provide a variety of services that connect users across multiple platforms, including e-mail, web chats, discussion threads, and social and professional networking. The most prominent actors in this area include e-mail providers, social media and other networking platforms, and online bulletin boards. In addition to such platforms, news websites, e-commerce platforms and app</w:t>
      </w:r>
      <w:r w:rsidR="002C29B7">
        <w:rPr>
          <w:rStyle w:val="PageNumber"/>
          <w:b w:val="0"/>
          <w:sz w:val="20"/>
          <w:u w:color="00000A"/>
        </w:rPr>
        <w:t>lication</w:t>
      </w:r>
      <w:r w:rsidR="00820215" w:rsidRPr="00D71BCA">
        <w:rPr>
          <w:rStyle w:val="PageNumber"/>
          <w:b w:val="0"/>
          <w:sz w:val="20"/>
          <w:u w:color="00000A"/>
        </w:rPr>
        <w:t xml:space="preserve"> stores provide opportunities for the sharing of information and ideas through reviews, comments and discussions. Internet payment systems also integrate </w:t>
      </w:r>
      <w:r w:rsidR="002C29B7">
        <w:rPr>
          <w:rStyle w:val="PageNumber"/>
          <w:b w:val="0"/>
          <w:sz w:val="20"/>
          <w:u w:color="00000A"/>
        </w:rPr>
        <w:t xml:space="preserve">a </w:t>
      </w:r>
      <w:r w:rsidR="00820215" w:rsidRPr="00D71BCA">
        <w:rPr>
          <w:rStyle w:val="PageNumber"/>
          <w:b w:val="0"/>
          <w:sz w:val="20"/>
          <w:u w:color="00000A"/>
        </w:rPr>
        <w:t xml:space="preserve">social networking functionality. </w:t>
      </w:r>
    </w:p>
    <w:p w14:paraId="5902218C" w14:textId="3F4B7AE0" w:rsidR="00254C63" w:rsidRPr="006F3B95" w:rsidRDefault="00254C63" w:rsidP="004B37AC">
      <w:pPr>
        <w:pStyle w:val="H4G"/>
        <w:rPr>
          <w:rStyle w:val="PageNumber"/>
          <w:b w:val="0"/>
          <w:i w:val="0"/>
          <w:sz w:val="20"/>
        </w:rPr>
      </w:pPr>
      <w:r>
        <w:rPr>
          <w:rStyle w:val="PageNumber"/>
          <w:b w:val="0"/>
          <w:sz w:val="20"/>
        </w:rPr>
        <w:tab/>
      </w:r>
      <w:r w:rsidR="006F3B95" w:rsidRPr="00AF506D">
        <w:rPr>
          <w:rStyle w:val="PageNumber"/>
          <w:i w:val="0"/>
          <w:sz w:val="20"/>
        </w:rPr>
        <w:t>8.</w:t>
      </w:r>
      <w:r w:rsidR="006F3B95" w:rsidRPr="006F3B95">
        <w:rPr>
          <w:rStyle w:val="PageNumber"/>
          <w:i w:val="0"/>
          <w:sz w:val="20"/>
        </w:rPr>
        <w:tab/>
      </w:r>
      <w:r w:rsidR="00820215" w:rsidRPr="00DF1574">
        <w:rPr>
          <w:rStyle w:val="PageNumber"/>
          <w:i w:val="0"/>
          <w:sz w:val="20"/>
        </w:rPr>
        <w:t xml:space="preserve">Sell goods and services </w:t>
      </w:r>
      <w:r w:rsidRPr="00DF1574">
        <w:rPr>
          <w:rStyle w:val="PageNumber"/>
          <w:i w:val="0"/>
          <w:sz w:val="20"/>
        </w:rPr>
        <w:t>and facilitate transactions</w:t>
      </w:r>
    </w:p>
    <w:p w14:paraId="41CDDAB1" w14:textId="4E5C469E" w:rsidR="00820215" w:rsidRPr="00A05CEC" w:rsidRDefault="00254C63" w:rsidP="00925EF6">
      <w:pPr>
        <w:pStyle w:val="SingleTxtG"/>
      </w:pPr>
      <w:r>
        <w:rPr>
          <w:rStyle w:val="PageNumber"/>
          <w:b w:val="0"/>
          <w:u w:color="00000A"/>
        </w:rPr>
        <w:t>24.</w:t>
      </w:r>
      <w:r>
        <w:rPr>
          <w:rStyle w:val="PageNumber"/>
          <w:b w:val="0"/>
          <w:u w:color="00000A"/>
        </w:rPr>
        <w:tab/>
      </w:r>
      <w:r w:rsidR="00820215" w:rsidRPr="00D71BCA">
        <w:rPr>
          <w:rStyle w:val="PageNumber"/>
          <w:b w:val="0"/>
          <w:sz w:val="20"/>
          <w:u w:color="00000A"/>
        </w:rPr>
        <w:t>E</w:t>
      </w:r>
      <w:r w:rsidR="001E7A57">
        <w:rPr>
          <w:rStyle w:val="PageNumber"/>
          <w:b w:val="0"/>
          <w:sz w:val="20"/>
          <w:u w:color="00000A"/>
        </w:rPr>
        <w:t>-</w:t>
      </w:r>
      <w:r w:rsidR="00820215" w:rsidRPr="00D71BCA">
        <w:rPr>
          <w:rStyle w:val="PageNumber"/>
          <w:b w:val="0"/>
          <w:sz w:val="20"/>
          <w:u w:color="00000A"/>
        </w:rPr>
        <w:t xml:space="preserve">commerce facilitates the sale of goods and services and other commercial transactions </w:t>
      </w:r>
      <w:r w:rsidR="00E42DEF">
        <w:rPr>
          <w:rStyle w:val="PageNumber"/>
          <w:b w:val="0"/>
          <w:sz w:val="20"/>
          <w:u w:color="00000A"/>
        </w:rPr>
        <w:t>among</w:t>
      </w:r>
      <w:r w:rsidR="00E42DEF" w:rsidRPr="00D71BCA">
        <w:rPr>
          <w:rStyle w:val="PageNumber"/>
          <w:b w:val="0"/>
          <w:sz w:val="20"/>
          <w:u w:color="00000A"/>
        </w:rPr>
        <w:t xml:space="preserve"> </w:t>
      </w:r>
      <w:r w:rsidR="00820215" w:rsidRPr="00D71BCA">
        <w:rPr>
          <w:rStyle w:val="PageNumber"/>
          <w:b w:val="0"/>
          <w:sz w:val="20"/>
          <w:u w:color="00000A"/>
        </w:rPr>
        <w:t>businesses and consumers, businesses and other businesses, or consumers and other consumers. The ways in which companies provide access to, promote, or arrange these transactions, and safeguard the wealth of personal information generated by these transactions, may implicate the freedom of expression and privacy of their customers.</w:t>
      </w:r>
      <w:r w:rsidR="00820215" w:rsidRPr="00A05CEC">
        <w:rPr>
          <w:rStyle w:val="PageNumber"/>
          <w:b w:val="0"/>
          <w:u w:color="00000A"/>
        </w:rPr>
        <w:t xml:space="preserve"> </w:t>
      </w:r>
    </w:p>
    <w:p w14:paraId="114B822F" w14:textId="333777B0" w:rsidR="00254C63" w:rsidRPr="00DD1A71" w:rsidRDefault="00254C63" w:rsidP="004B37AC">
      <w:pPr>
        <w:pStyle w:val="H4G"/>
        <w:rPr>
          <w:rStyle w:val="PageNumber"/>
          <w:i w:val="0"/>
          <w:sz w:val="20"/>
        </w:rPr>
      </w:pPr>
      <w:r>
        <w:rPr>
          <w:rStyle w:val="PageNumber"/>
          <w:b w:val="0"/>
          <w:sz w:val="20"/>
        </w:rPr>
        <w:tab/>
      </w:r>
      <w:r w:rsidR="006F3B95" w:rsidRPr="00DF1574">
        <w:rPr>
          <w:rStyle w:val="PageNumber"/>
          <w:i w:val="0"/>
          <w:sz w:val="20"/>
        </w:rPr>
        <w:t>9.</w:t>
      </w:r>
      <w:r w:rsidR="006F3B95" w:rsidRPr="00DF1574">
        <w:rPr>
          <w:rStyle w:val="PageNumber"/>
          <w:i w:val="0"/>
          <w:sz w:val="20"/>
        </w:rPr>
        <w:tab/>
      </w:r>
      <w:r w:rsidR="00820215" w:rsidRPr="00DF1574">
        <w:rPr>
          <w:rStyle w:val="PageNumber"/>
          <w:i w:val="0"/>
          <w:sz w:val="20"/>
        </w:rPr>
        <w:t>Collect, repurpose and sell data</w:t>
      </w:r>
    </w:p>
    <w:p w14:paraId="18CDFC4D" w14:textId="71F75F32" w:rsidR="00820215" w:rsidRPr="00D71BCA" w:rsidRDefault="00254C63" w:rsidP="00925EF6">
      <w:pPr>
        <w:pStyle w:val="SingleTxtG"/>
      </w:pPr>
      <w:r w:rsidRPr="000D42A2">
        <w:rPr>
          <w:rStyle w:val="PageNumber"/>
          <w:b w:val="0"/>
          <w:sz w:val="20"/>
          <w:u w:color="00000A"/>
        </w:rPr>
        <w:t>25.</w:t>
      </w:r>
      <w:r w:rsidRPr="000D42A2">
        <w:rPr>
          <w:rStyle w:val="PageNumber"/>
          <w:b w:val="0"/>
          <w:sz w:val="20"/>
          <w:u w:color="00000A"/>
        </w:rPr>
        <w:tab/>
      </w:r>
      <w:r w:rsidR="00820215" w:rsidRPr="00D71BCA">
        <w:rPr>
          <w:rStyle w:val="PageNumber"/>
          <w:b w:val="0"/>
          <w:sz w:val="20"/>
          <w:u w:color="00000A"/>
        </w:rPr>
        <w:t xml:space="preserve">The vast majority of enterprises described above collect information from and about their users, which </w:t>
      </w:r>
      <w:r w:rsidR="00E42DEF" w:rsidRPr="00D71BCA">
        <w:rPr>
          <w:rStyle w:val="PageNumber"/>
          <w:b w:val="0"/>
          <w:sz w:val="20"/>
          <w:u w:color="00000A"/>
        </w:rPr>
        <w:t xml:space="preserve">in turn </w:t>
      </w:r>
      <w:proofErr w:type="gramStart"/>
      <w:r w:rsidR="00820215" w:rsidRPr="00D71BCA">
        <w:rPr>
          <w:rStyle w:val="PageNumber"/>
          <w:b w:val="0"/>
          <w:sz w:val="20"/>
          <w:u w:color="00000A"/>
        </w:rPr>
        <w:t>may be used</w:t>
      </w:r>
      <w:proofErr w:type="gramEnd"/>
      <w:r w:rsidR="00820215" w:rsidRPr="00D71BCA">
        <w:rPr>
          <w:rStyle w:val="PageNumber"/>
          <w:b w:val="0"/>
          <w:sz w:val="20"/>
          <w:u w:color="00000A"/>
        </w:rPr>
        <w:t xml:space="preserve"> to target advertising, customize existing services, reduce security risks, or shut down accounts of abusive users. </w:t>
      </w:r>
      <w:r w:rsidR="006F3B95">
        <w:rPr>
          <w:rStyle w:val="PageNumber"/>
          <w:b w:val="0"/>
          <w:sz w:val="20"/>
          <w:u w:color="00000A"/>
        </w:rPr>
        <w:t>C</w:t>
      </w:r>
      <w:r w:rsidR="00EC766E">
        <w:rPr>
          <w:rStyle w:val="PageNumber"/>
          <w:b w:val="0"/>
          <w:sz w:val="20"/>
          <w:u w:color="00000A"/>
        </w:rPr>
        <w:t xml:space="preserve">ompanies </w:t>
      </w:r>
      <w:r w:rsidR="00E42DEF">
        <w:rPr>
          <w:rStyle w:val="PageNumber"/>
          <w:b w:val="0"/>
          <w:sz w:val="20"/>
          <w:u w:color="00000A"/>
        </w:rPr>
        <w:t>may</w:t>
      </w:r>
      <w:r w:rsidR="006F3B95">
        <w:rPr>
          <w:rStyle w:val="PageNumber"/>
          <w:b w:val="0"/>
          <w:sz w:val="20"/>
          <w:u w:color="00000A"/>
        </w:rPr>
        <w:t>, however,</w:t>
      </w:r>
      <w:r w:rsidR="00E42DEF">
        <w:rPr>
          <w:rStyle w:val="PageNumber"/>
          <w:b w:val="0"/>
          <w:sz w:val="20"/>
          <w:u w:color="00000A"/>
        </w:rPr>
        <w:t xml:space="preserve"> also</w:t>
      </w:r>
      <w:r w:rsidR="00EC766E">
        <w:rPr>
          <w:rStyle w:val="PageNumber"/>
          <w:b w:val="0"/>
          <w:sz w:val="20"/>
          <w:u w:color="00000A"/>
        </w:rPr>
        <w:t xml:space="preserve"> </w:t>
      </w:r>
      <w:r w:rsidR="00820215" w:rsidRPr="00D71BCA">
        <w:rPr>
          <w:rStyle w:val="PageNumber"/>
          <w:b w:val="0"/>
          <w:sz w:val="20"/>
          <w:u w:color="00000A"/>
        </w:rPr>
        <w:t>trade in information collection and analysis, involving such services as designing, customizing or selling surveillance and information analytics technologies</w:t>
      </w:r>
      <w:r w:rsidR="006F3B95">
        <w:rPr>
          <w:rStyle w:val="PageNumber"/>
          <w:b w:val="0"/>
          <w:sz w:val="20"/>
          <w:u w:color="00000A"/>
        </w:rPr>
        <w:t>,</w:t>
      </w:r>
      <w:r w:rsidR="00820215" w:rsidRPr="00D71BCA">
        <w:rPr>
          <w:rStyle w:val="PageNumber"/>
          <w:b w:val="0"/>
          <w:sz w:val="20"/>
          <w:u w:color="00000A"/>
        </w:rPr>
        <w:t xml:space="preserve"> or provide consulting services that facilitate law enforcement, intelligence, </w:t>
      </w:r>
      <w:proofErr w:type="gramStart"/>
      <w:r w:rsidR="00820215" w:rsidRPr="00D71BCA">
        <w:rPr>
          <w:rStyle w:val="PageNumber"/>
          <w:b w:val="0"/>
          <w:sz w:val="20"/>
          <w:u w:color="00000A"/>
        </w:rPr>
        <w:t>cybersecurity</w:t>
      </w:r>
      <w:proofErr w:type="gramEnd"/>
      <w:r w:rsidR="00820215" w:rsidRPr="00D71BCA">
        <w:rPr>
          <w:rStyle w:val="PageNumber"/>
          <w:b w:val="0"/>
          <w:sz w:val="20"/>
          <w:u w:color="00000A"/>
        </w:rPr>
        <w:t xml:space="preserve"> and surveillance operations.</w:t>
      </w:r>
    </w:p>
    <w:p w14:paraId="3154C46E" w14:textId="77777777" w:rsidR="00820215" w:rsidRPr="00D259BB" w:rsidRDefault="00254C63" w:rsidP="00D259BB">
      <w:pPr>
        <w:pStyle w:val="H1G"/>
      </w:pPr>
      <w:r w:rsidRPr="00D259BB">
        <w:rPr>
          <w:rStyle w:val="PageNumber"/>
          <w:b/>
          <w:sz w:val="24"/>
        </w:rPr>
        <w:tab/>
      </w:r>
      <w:r w:rsidR="00820215" w:rsidRPr="00D259BB">
        <w:rPr>
          <w:rStyle w:val="PageNumber"/>
          <w:b/>
          <w:sz w:val="24"/>
        </w:rPr>
        <w:t>B.</w:t>
      </w:r>
      <w:r w:rsidRPr="00D259BB">
        <w:rPr>
          <w:rStyle w:val="PageNumber"/>
          <w:b/>
          <w:sz w:val="24"/>
        </w:rPr>
        <w:tab/>
      </w:r>
      <w:r w:rsidR="00820215" w:rsidRPr="00D259BB">
        <w:rPr>
          <w:rStyle w:val="PageNumber"/>
          <w:b/>
          <w:sz w:val="24"/>
        </w:rPr>
        <w:t>Regulation in the digital age</w:t>
      </w:r>
    </w:p>
    <w:p w14:paraId="1C007B1E" w14:textId="44CBBD71" w:rsidR="008E0195" w:rsidRDefault="00A05CEC" w:rsidP="009B3C6E">
      <w:pPr>
        <w:pStyle w:val="SingleTxtG"/>
      </w:pPr>
      <w:r>
        <w:t>26.</w:t>
      </w:r>
      <w:r>
        <w:tab/>
      </w:r>
      <w:r w:rsidR="00845940">
        <w:t>T</w:t>
      </w:r>
      <w:r w:rsidR="00820215" w:rsidRPr="00A05CEC">
        <w:t>he regulatory ecosystem on the Internet is extensive and diverse, involving actors at domestic, regional and international levels, in private and public sectors, in academi</w:t>
      </w:r>
      <w:r w:rsidR="003E64FB">
        <w:t>a</w:t>
      </w:r>
      <w:r w:rsidR="00820215" w:rsidRPr="00A05CEC">
        <w:t xml:space="preserve"> and civil society. </w:t>
      </w:r>
      <w:r w:rsidR="00366966">
        <w:t xml:space="preserve">Some aspects of </w:t>
      </w:r>
      <w:r w:rsidR="006F3B95">
        <w:t>information and communications technology —</w:t>
      </w:r>
      <w:r w:rsidR="00366966">
        <w:t xml:space="preserve"> such as the provision of telecommunication and </w:t>
      </w:r>
      <w:r w:rsidR="009B3C6E">
        <w:t xml:space="preserve">Internet services </w:t>
      </w:r>
      <w:r w:rsidR="006F3B95">
        <w:t>—</w:t>
      </w:r>
      <w:r w:rsidR="009B3C6E">
        <w:t xml:space="preserve"> have long attracted State</w:t>
      </w:r>
      <w:r w:rsidR="008E0195">
        <w:t xml:space="preserve"> and international</w:t>
      </w:r>
      <w:r w:rsidR="009B3C6E">
        <w:t xml:space="preserve"> regulation</w:t>
      </w:r>
      <w:r w:rsidR="002C0238">
        <w:t xml:space="preserve"> as well as </w:t>
      </w:r>
      <w:r w:rsidR="00F524D3">
        <w:t xml:space="preserve">public scrutiny. </w:t>
      </w:r>
      <w:r w:rsidR="004C6E97">
        <w:t xml:space="preserve">Other areas, such as </w:t>
      </w:r>
      <w:r w:rsidR="00DA4C22">
        <w:t>search, social media, and the</w:t>
      </w:r>
      <w:r w:rsidR="009B3C6E">
        <w:t xml:space="preserve"> sale of surveillance technologies, </w:t>
      </w:r>
      <w:r w:rsidR="004C6E97">
        <w:t xml:space="preserve">are also </w:t>
      </w:r>
      <w:r w:rsidR="0083044D">
        <w:t>increasingly subject to</w:t>
      </w:r>
      <w:r w:rsidR="00E35663">
        <w:t xml:space="preserve"> such scrutiny</w:t>
      </w:r>
      <w:r w:rsidR="004C6E97">
        <w:t xml:space="preserve">, commensurate with their growing impact </w:t>
      </w:r>
      <w:r w:rsidR="00C614FD">
        <w:t>and influence on the exercise of</w:t>
      </w:r>
      <w:r w:rsidR="004C6E97">
        <w:t xml:space="preserve"> freedom of expression online. </w:t>
      </w:r>
    </w:p>
    <w:p w14:paraId="597FE87E" w14:textId="7888C717" w:rsidR="00254C63" w:rsidRPr="00DD1A71" w:rsidRDefault="00064D2E" w:rsidP="004B37AC">
      <w:pPr>
        <w:pStyle w:val="H4G"/>
        <w:rPr>
          <w:rStyle w:val="PageNumber"/>
          <w:i w:val="0"/>
          <w:sz w:val="20"/>
        </w:rPr>
      </w:pPr>
      <w:r>
        <w:rPr>
          <w:rStyle w:val="PageNumber"/>
          <w:b w:val="0"/>
          <w:sz w:val="20"/>
        </w:rPr>
        <w:tab/>
      </w:r>
      <w:r w:rsidR="006F3B95" w:rsidRPr="006F3B95">
        <w:rPr>
          <w:rStyle w:val="PageNumber"/>
          <w:i w:val="0"/>
          <w:sz w:val="20"/>
        </w:rPr>
        <w:t>1.</w:t>
      </w:r>
      <w:r w:rsidR="006F3B95" w:rsidRPr="006F3B95">
        <w:rPr>
          <w:rStyle w:val="PageNumber"/>
          <w:i w:val="0"/>
          <w:sz w:val="20"/>
        </w:rPr>
        <w:tab/>
      </w:r>
      <w:r w:rsidR="00820215" w:rsidRPr="00DF1574">
        <w:rPr>
          <w:rStyle w:val="PageNumber"/>
          <w:i w:val="0"/>
          <w:sz w:val="20"/>
        </w:rPr>
        <w:t xml:space="preserve">Technical </w:t>
      </w:r>
      <w:r w:rsidR="006F3B95" w:rsidRPr="006F3B95">
        <w:rPr>
          <w:rStyle w:val="PageNumber"/>
          <w:i w:val="0"/>
          <w:sz w:val="20"/>
        </w:rPr>
        <w:t>s</w:t>
      </w:r>
      <w:r w:rsidR="00820215" w:rsidRPr="00DF1574">
        <w:rPr>
          <w:rStyle w:val="PageNumber"/>
          <w:i w:val="0"/>
          <w:sz w:val="20"/>
        </w:rPr>
        <w:t>tandards</w:t>
      </w:r>
    </w:p>
    <w:p w14:paraId="1B070543" w14:textId="6AAA89F0" w:rsidR="00820215" w:rsidRPr="006D06AC" w:rsidRDefault="00254C63" w:rsidP="00925EF6">
      <w:pPr>
        <w:pStyle w:val="SingleTxtG"/>
      </w:pPr>
      <w:r w:rsidRPr="006D06AC">
        <w:rPr>
          <w:rStyle w:val="PageNumber"/>
          <w:b w:val="0"/>
          <w:sz w:val="20"/>
        </w:rPr>
        <w:t>27.</w:t>
      </w:r>
      <w:r w:rsidRPr="006D06AC">
        <w:rPr>
          <w:rStyle w:val="PageNumber"/>
          <w:b w:val="0"/>
          <w:sz w:val="20"/>
        </w:rPr>
        <w:tab/>
      </w:r>
      <w:r w:rsidR="00820215" w:rsidRPr="006D06AC">
        <w:t xml:space="preserve">Technical standards and processes ensure that the infrastructure, networks and applications that comprise </w:t>
      </w:r>
      <w:r w:rsidR="00820215" w:rsidRPr="006D06AC">
        <w:rPr>
          <w:color w:val="000000" w:themeColor="text1"/>
        </w:rPr>
        <w:t>Internet and telecommunication networks</w:t>
      </w:r>
      <w:r w:rsidR="00820215" w:rsidRPr="006D06AC">
        <w:t xml:space="preserve"> operate seamlessly. The physical infrastructure </w:t>
      </w:r>
      <w:r w:rsidR="00820215" w:rsidRPr="006D06AC">
        <w:rPr>
          <w:color w:val="000000" w:themeColor="text1"/>
        </w:rPr>
        <w:t>on which</w:t>
      </w:r>
      <w:r w:rsidR="00820215" w:rsidRPr="006D06AC">
        <w:t xml:space="preserve"> Internet traffic</w:t>
      </w:r>
      <w:r w:rsidR="00820215" w:rsidRPr="006D06AC">
        <w:rPr>
          <w:color w:val="000000" w:themeColor="text1"/>
        </w:rPr>
        <w:t xml:space="preserve"> flows</w:t>
      </w:r>
      <w:r w:rsidR="00820215" w:rsidRPr="006D06AC">
        <w:t xml:space="preserve">, such as network cables and satellites, are set up and run according to various technical requirements that ensure their smooth functioning. Organizations that develop such requirements include the </w:t>
      </w:r>
      <w:hyperlink r:id="rId26" w:history="1">
        <w:r w:rsidR="00820215" w:rsidRPr="006D06AC">
          <w:rPr>
            <w:rStyle w:val="Hyperlink"/>
          </w:rPr>
          <w:t>International Telecommunication Union</w:t>
        </w:r>
      </w:hyperlink>
      <w:r w:rsidR="00820215" w:rsidRPr="006D06AC">
        <w:rPr>
          <w:color w:val="000000" w:themeColor="text1"/>
        </w:rPr>
        <w:t>,</w:t>
      </w:r>
      <w:r w:rsidR="00820215" w:rsidRPr="006D06AC">
        <w:t xml:space="preserve"> which sets standards for the interoperability of </w:t>
      </w:r>
      <w:r w:rsidR="00820215" w:rsidRPr="006D06AC">
        <w:lastRenderedPageBreak/>
        <w:t xml:space="preserve">telecommunication networks; the </w:t>
      </w:r>
      <w:hyperlink r:id="rId27" w:history="1">
        <w:r w:rsidR="00820215" w:rsidRPr="006D06AC">
          <w:rPr>
            <w:rStyle w:val="Hyperlink"/>
          </w:rPr>
          <w:t>Institute of Electrical and Electronic Engineers</w:t>
        </w:r>
      </w:hyperlink>
      <w:r w:rsidR="00820215" w:rsidRPr="006D06AC">
        <w:t>, a professional association which develops standards for Wi</w:t>
      </w:r>
      <w:r w:rsidR="006F3B95">
        <w:t>-F</w:t>
      </w:r>
      <w:r w:rsidR="00820215" w:rsidRPr="006D06AC">
        <w:t xml:space="preserve">i transmission; and the </w:t>
      </w:r>
      <w:hyperlink r:id="rId28" w:history="1">
        <w:proofErr w:type="spellStart"/>
        <w:r w:rsidR="00820215" w:rsidRPr="006D06AC">
          <w:rPr>
            <w:rStyle w:val="Hyperlink"/>
          </w:rPr>
          <w:t>Groupe</w:t>
        </w:r>
        <w:proofErr w:type="spellEnd"/>
        <w:r w:rsidR="00820215" w:rsidRPr="006D06AC">
          <w:rPr>
            <w:rStyle w:val="Hyperlink"/>
          </w:rPr>
          <w:t xml:space="preserve"> </w:t>
        </w:r>
        <w:proofErr w:type="spellStart"/>
        <w:r w:rsidR="00820215" w:rsidRPr="006D06AC">
          <w:rPr>
            <w:rStyle w:val="Hyperlink"/>
          </w:rPr>
          <w:t>Speciale</w:t>
        </w:r>
        <w:proofErr w:type="spellEnd"/>
        <w:r w:rsidR="00820215" w:rsidRPr="006D06AC">
          <w:rPr>
            <w:rStyle w:val="Hyperlink"/>
          </w:rPr>
          <w:t xml:space="preserve"> Mobile Association</w:t>
        </w:r>
      </w:hyperlink>
      <w:r w:rsidR="00820215" w:rsidRPr="006D06AC">
        <w:t xml:space="preserve">, a private international association of the mobile industry which develops standards for mobile networks. </w:t>
      </w:r>
    </w:p>
    <w:p w14:paraId="7761ACDC" w14:textId="0FC4EDC7" w:rsidR="00820215" w:rsidRPr="006D06AC" w:rsidRDefault="00A05CEC" w:rsidP="00886999">
      <w:pPr>
        <w:pStyle w:val="SingleTxtG"/>
      </w:pPr>
      <w:r w:rsidRPr="006D06AC">
        <w:rPr>
          <w:rFonts w:eastAsia="Arial Unicode MS"/>
        </w:rPr>
        <w:t>28.</w:t>
      </w:r>
      <w:r w:rsidRPr="006D06AC">
        <w:rPr>
          <w:rFonts w:eastAsia="Arial Unicode MS"/>
        </w:rPr>
        <w:tab/>
      </w:r>
      <w:r w:rsidR="00820215" w:rsidRPr="006D06AC">
        <w:rPr>
          <w:rFonts w:eastAsia="Arial Unicode MS"/>
        </w:rPr>
        <w:t xml:space="preserve">Another group of organizations establishes and develops technical standards for how Internet data </w:t>
      </w:r>
      <w:proofErr w:type="gramStart"/>
      <w:r w:rsidR="005D7590">
        <w:rPr>
          <w:rFonts w:eastAsia="Arial Unicode MS"/>
        </w:rPr>
        <w:t>are</w:t>
      </w:r>
      <w:r w:rsidR="005D7590" w:rsidRPr="006D06AC">
        <w:rPr>
          <w:rFonts w:eastAsia="Arial Unicode MS"/>
        </w:rPr>
        <w:t xml:space="preserve"> </w:t>
      </w:r>
      <w:r w:rsidR="00820215" w:rsidRPr="006D06AC">
        <w:rPr>
          <w:rFonts w:eastAsia="Arial Unicode MS"/>
        </w:rPr>
        <w:t>communicated, stored, arranged and presented</w:t>
      </w:r>
      <w:proofErr w:type="gramEnd"/>
      <w:r w:rsidR="00820215" w:rsidRPr="006D06AC">
        <w:rPr>
          <w:rFonts w:eastAsia="Arial Unicode MS"/>
        </w:rPr>
        <w:t xml:space="preserve">. The </w:t>
      </w:r>
      <w:hyperlink r:id="rId29" w:history="1">
        <w:r w:rsidR="00820215" w:rsidRPr="006D06AC">
          <w:rPr>
            <w:rStyle w:val="Hyperlink"/>
            <w:rFonts w:eastAsia="Arial Unicode MS"/>
          </w:rPr>
          <w:t>Internet Engineering Task Force</w:t>
        </w:r>
      </w:hyperlink>
      <w:r w:rsidR="00820215" w:rsidRPr="006D06AC">
        <w:rPr>
          <w:rFonts w:eastAsia="Arial Unicode MS"/>
        </w:rPr>
        <w:t xml:space="preserve"> develops and maintains the Transmission Control </w:t>
      </w:r>
      <w:r w:rsidR="00D422D7">
        <w:rPr>
          <w:rFonts w:eastAsia="Arial Unicode MS"/>
        </w:rPr>
        <w:t>Protocol/</w:t>
      </w:r>
      <w:r w:rsidR="00820215" w:rsidRPr="006D06AC">
        <w:rPr>
          <w:rFonts w:eastAsia="Arial Unicode MS"/>
        </w:rPr>
        <w:t xml:space="preserve">Internet Protocol, which determines how devices connect over the Internet and how data </w:t>
      </w:r>
      <w:proofErr w:type="gramStart"/>
      <w:r w:rsidR="00D422D7">
        <w:rPr>
          <w:rFonts w:eastAsia="Arial Unicode MS"/>
        </w:rPr>
        <w:t>are</w:t>
      </w:r>
      <w:r w:rsidR="00D422D7" w:rsidRPr="006D06AC">
        <w:rPr>
          <w:rFonts w:eastAsia="Arial Unicode MS"/>
        </w:rPr>
        <w:t xml:space="preserve"> </w:t>
      </w:r>
      <w:r w:rsidR="00820215" w:rsidRPr="006D06AC">
        <w:rPr>
          <w:rFonts w:eastAsia="Arial Unicode MS"/>
        </w:rPr>
        <w:t>transmitted</w:t>
      </w:r>
      <w:proofErr w:type="gramEnd"/>
      <w:r w:rsidR="00820215" w:rsidRPr="006D06AC">
        <w:rPr>
          <w:rFonts w:eastAsia="Arial Unicode MS"/>
        </w:rPr>
        <w:t xml:space="preserve"> between them. The </w:t>
      </w:r>
      <w:hyperlink r:id="rId30" w:history="1">
        <w:r w:rsidR="00820215" w:rsidRPr="006D06AC">
          <w:rPr>
            <w:rStyle w:val="Hyperlink"/>
            <w:rFonts w:eastAsia="Arial Unicode MS"/>
          </w:rPr>
          <w:t>World Wide Web Consortium</w:t>
        </w:r>
      </w:hyperlink>
      <w:r w:rsidR="00820215" w:rsidRPr="006D06AC">
        <w:rPr>
          <w:rFonts w:eastAsia="Arial Unicode MS"/>
        </w:rPr>
        <w:t xml:space="preserve"> sets standards concerning the display of</w:t>
      </w:r>
      <w:r w:rsidR="008B51E1">
        <w:rPr>
          <w:rFonts w:eastAsia="Arial Unicode MS"/>
        </w:rPr>
        <w:t>,</w:t>
      </w:r>
      <w:r w:rsidR="00820215" w:rsidRPr="006D06AC">
        <w:rPr>
          <w:rFonts w:eastAsia="Arial Unicode MS"/>
        </w:rPr>
        <w:t xml:space="preserve"> and interaction with</w:t>
      </w:r>
      <w:r w:rsidR="008B51E1">
        <w:rPr>
          <w:rFonts w:eastAsia="Arial Unicode MS"/>
        </w:rPr>
        <w:t>,</w:t>
      </w:r>
      <w:r w:rsidR="00820215" w:rsidRPr="006D06AC">
        <w:rPr>
          <w:rFonts w:eastAsia="Arial Unicode MS"/>
        </w:rPr>
        <w:t xml:space="preserve"> web content, which implicates issues such as language content and access for the disabled. </w:t>
      </w:r>
      <w:r w:rsidR="00886999">
        <w:rPr>
          <w:rFonts w:eastAsia="Arial Unicode MS"/>
        </w:rPr>
        <w:t>ICANN</w:t>
      </w:r>
      <w:r w:rsidR="00820215" w:rsidRPr="006D06AC">
        <w:rPr>
          <w:rFonts w:eastAsia="Arial Unicode MS"/>
        </w:rPr>
        <w:t xml:space="preserve"> sets policies for the registration of top-level domain names, whether generic (</w:t>
      </w:r>
      <w:r w:rsidR="00BA409F">
        <w:rPr>
          <w:rFonts w:eastAsia="Arial Unicode MS"/>
        </w:rPr>
        <w:t xml:space="preserve">such as </w:t>
      </w:r>
      <w:r w:rsidR="00820215" w:rsidRPr="006D06AC">
        <w:rPr>
          <w:rFonts w:eastAsia="Arial Unicode MS"/>
        </w:rPr>
        <w:t>.com, .org, .</w:t>
      </w:r>
      <w:proofErr w:type="spellStart"/>
      <w:r w:rsidR="00820215" w:rsidRPr="006D06AC">
        <w:rPr>
          <w:rFonts w:eastAsia="Arial Unicode MS"/>
        </w:rPr>
        <w:t>edu</w:t>
      </w:r>
      <w:proofErr w:type="spellEnd"/>
      <w:r w:rsidR="00820215" w:rsidRPr="006D06AC">
        <w:rPr>
          <w:rFonts w:eastAsia="Arial Unicode MS"/>
        </w:rPr>
        <w:t>), country code (.</w:t>
      </w:r>
      <w:proofErr w:type="spellStart"/>
      <w:r w:rsidR="00820215" w:rsidRPr="006D06AC">
        <w:rPr>
          <w:rFonts w:eastAsia="Arial Unicode MS"/>
        </w:rPr>
        <w:t>cn</w:t>
      </w:r>
      <w:proofErr w:type="spellEnd"/>
      <w:r w:rsidR="00820215" w:rsidRPr="006D06AC">
        <w:rPr>
          <w:rFonts w:eastAsia="Arial Unicode MS"/>
        </w:rPr>
        <w:t>, .</w:t>
      </w:r>
      <w:proofErr w:type="spellStart"/>
      <w:r w:rsidR="00820215" w:rsidRPr="006D06AC">
        <w:rPr>
          <w:rFonts w:eastAsia="Arial Unicode MS"/>
        </w:rPr>
        <w:t>tj</w:t>
      </w:r>
      <w:proofErr w:type="spellEnd"/>
      <w:r w:rsidR="00820215" w:rsidRPr="006D06AC">
        <w:rPr>
          <w:rFonts w:eastAsia="Arial Unicode MS"/>
        </w:rPr>
        <w:t>, .</w:t>
      </w:r>
      <w:proofErr w:type="spellStart"/>
      <w:r w:rsidR="00820215" w:rsidRPr="006D06AC">
        <w:rPr>
          <w:rFonts w:eastAsia="Arial Unicode MS"/>
        </w:rPr>
        <w:t>sg</w:t>
      </w:r>
      <w:proofErr w:type="spellEnd"/>
      <w:r w:rsidR="00820215" w:rsidRPr="006D06AC">
        <w:rPr>
          <w:rFonts w:eastAsia="Arial Unicode MS"/>
        </w:rPr>
        <w:t>) or community or industry</w:t>
      </w:r>
      <w:r w:rsidR="00210A68">
        <w:rPr>
          <w:rFonts w:eastAsia="Arial Unicode MS"/>
        </w:rPr>
        <w:t>-specific</w:t>
      </w:r>
      <w:r w:rsidR="00820215" w:rsidRPr="006D06AC">
        <w:rPr>
          <w:rFonts w:eastAsia="Arial Unicode MS"/>
        </w:rPr>
        <w:t xml:space="preserve"> (</w:t>
      </w:r>
      <w:r w:rsidR="00BA409F">
        <w:rPr>
          <w:rFonts w:eastAsia="Arial Unicode MS"/>
        </w:rPr>
        <w:t xml:space="preserve">such as </w:t>
      </w:r>
      <w:r w:rsidR="00820215" w:rsidRPr="006D06AC">
        <w:rPr>
          <w:rFonts w:eastAsia="Arial Unicode MS"/>
        </w:rPr>
        <w:t xml:space="preserve">.aero). Its subsidiary, the </w:t>
      </w:r>
      <w:hyperlink r:id="rId31" w:history="1">
        <w:r w:rsidR="00820215" w:rsidRPr="006D06AC">
          <w:rPr>
            <w:rStyle w:val="Hyperlink"/>
            <w:rFonts w:eastAsia="Arial Unicode MS"/>
          </w:rPr>
          <w:t>Internet Assigned Numbers Authority</w:t>
        </w:r>
      </w:hyperlink>
      <w:r w:rsidR="00820215" w:rsidRPr="006D06AC">
        <w:rPr>
          <w:rFonts w:eastAsia="Arial Unicode MS"/>
        </w:rPr>
        <w:t xml:space="preserve">, manages the distribution of Internet Protocol addresses, which assign and identify each </w:t>
      </w:r>
      <w:r w:rsidR="00021298">
        <w:rPr>
          <w:rFonts w:eastAsia="Arial Unicode MS"/>
        </w:rPr>
        <w:t>device</w:t>
      </w:r>
      <w:r w:rsidR="00021298" w:rsidRPr="006D06AC">
        <w:rPr>
          <w:rFonts w:eastAsia="Arial Unicode MS"/>
        </w:rPr>
        <w:t xml:space="preserve"> </w:t>
      </w:r>
      <w:r w:rsidR="00820215" w:rsidRPr="006D06AC">
        <w:rPr>
          <w:rFonts w:eastAsia="Arial Unicode MS"/>
        </w:rPr>
        <w:t>that connects to the Internet with unique numerical labels.</w:t>
      </w:r>
    </w:p>
    <w:p w14:paraId="793165BC" w14:textId="06660910" w:rsidR="00820215" w:rsidRPr="006D06AC" w:rsidRDefault="00A05CEC" w:rsidP="00925EF6">
      <w:pPr>
        <w:pStyle w:val="SingleTxtG"/>
      </w:pPr>
      <w:r w:rsidRPr="006D06AC">
        <w:t>29.</w:t>
      </w:r>
      <w:r w:rsidRPr="006D06AC">
        <w:tab/>
      </w:r>
      <w:r w:rsidR="00820215" w:rsidRPr="006D06AC">
        <w:t xml:space="preserve">While technical standards have profound implications for freedom of expression, the Commission on Science and Technology </w:t>
      </w:r>
      <w:r w:rsidR="008B51E1">
        <w:t xml:space="preserve">for </w:t>
      </w:r>
      <w:r w:rsidR="00820215" w:rsidRPr="006D06AC">
        <w:t xml:space="preserve">Development </w:t>
      </w:r>
      <w:r w:rsidR="008B51E1">
        <w:t xml:space="preserve">of the United Nations </w:t>
      </w:r>
      <w:r w:rsidR="00820215" w:rsidRPr="006D06AC">
        <w:t>has observed that standards development often lacks sufficient consideration of human rights concerns.</w:t>
      </w:r>
      <w:r w:rsidR="00820215" w:rsidRPr="006D06AC">
        <w:rPr>
          <w:rStyle w:val="FootnoteReference"/>
          <w:sz w:val="20"/>
        </w:rPr>
        <w:footnoteReference w:id="18"/>
      </w:r>
      <w:r w:rsidR="00820215" w:rsidRPr="006D06AC">
        <w:t xml:space="preserve"> </w:t>
      </w:r>
      <w:r w:rsidR="006A03D6" w:rsidRPr="006D06AC">
        <w:t>To be sure, i</w:t>
      </w:r>
      <w:r w:rsidR="00820215" w:rsidRPr="006D06AC">
        <w:t xml:space="preserve">nterested stakeholders and members of the public </w:t>
      </w:r>
      <w:proofErr w:type="gramStart"/>
      <w:r w:rsidR="00820215" w:rsidRPr="006D06AC">
        <w:t>are permitted</w:t>
      </w:r>
      <w:proofErr w:type="gramEnd"/>
      <w:r w:rsidR="00820215" w:rsidRPr="006D06AC">
        <w:t xml:space="preserve"> to participate in or observe the work of most of these standard-setting bodies. However, because meaningful participation requires a generally high level of technical expertise, human rights</w:t>
      </w:r>
      <w:r w:rsidR="002C0238" w:rsidRPr="006D06AC">
        <w:t xml:space="preserve"> perspectives are</w:t>
      </w:r>
      <w:r w:rsidR="00820215" w:rsidRPr="006D06AC">
        <w:t xml:space="preserve"> not always included in discussions, even though technical and design choices can </w:t>
      </w:r>
      <w:r w:rsidR="008B51E1">
        <w:t xml:space="preserve">have a </w:t>
      </w:r>
      <w:r w:rsidR="00820215" w:rsidRPr="006D06AC">
        <w:t xml:space="preserve">substantial impact </w:t>
      </w:r>
      <w:r w:rsidR="008B51E1">
        <w:t xml:space="preserve">on </w:t>
      </w:r>
      <w:r w:rsidR="00820215" w:rsidRPr="006D06AC">
        <w:t>freedom of expression.</w:t>
      </w:r>
      <w:r w:rsidR="00820215" w:rsidRPr="006D06AC">
        <w:rPr>
          <w:rStyle w:val="FootnoteReference"/>
          <w:sz w:val="20"/>
        </w:rPr>
        <w:footnoteReference w:id="19"/>
      </w:r>
      <w:r w:rsidR="00820215" w:rsidRPr="006D06AC">
        <w:t xml:space="preserve"> </w:t>
      </w:r>
    </w:p>
    <w:p w14:paraId="7718DA33" w14:textId="13765573" w:rsidR="00064D2E" w:rsidRPr="00DD1A71" w:rsidRDefault="00064D2E" w:rsidP="004B37AC">
      <w:pPr>
        <w:pStyle w:val="H4G"/>
        <w:rPr>
          <w:rStyle w:val="PageNumber"/>
          <w:i w:val="0"/>
          <w:sz w:val="20"/>
        </w:rPr>
      </w:pPr>
      <w:r>
        <w:rPr>
          <w:rStyle w:val="PageNumber"/>
          <w:b w:val="0"/>
          <w:sz w:val="20"/>
        </w:rPr>
        <w:tab/>
      </w:r>
      <w:r w:rsidR="007D49A6" w:rsidRPr="00DF1574">
        <w:rPr>
          <w:rStyle w:val="PageNumber"/>
          <w:i w:val="0"/>
          <w:sz w:val="20"/>
        </w:rPr>
        <w:t>2.</w:t>
      </w:r>
      <w:r w:rsidR="007D49A6" w:rsidRPr="00DF1574">
        <w:rPr>
          <w:rStyle w:val="PageNumber"/>
          <w:i w:val="0"/>
          <w:sz w:val="20"/>
        </w:rPr>
        <w:tab/>
      </w:r>
      <w:r w:rsidR="00820215" w:rsidRPr="00DF1574">
        <w:rPr>
          <w:rStyle w:val="PageNumber"/>
          <w:i w:val="0"/>
          <w:sz w:val="20"/>
        </w:rPr>
        <w:t xml:space="preserve">Internet governance and policymaking </w:t>
      </w:r>
    </w:p>
    <w:p w14:paraId="0F77CEF1" w14:textId="0950B187" w:rsidR="00820215" w:rsidRPr="006D06AC" w:rsidRDefault="00064D2E" w:rsidP="00925EF6">
      <w:pPr>
        <w:pStyle w:val="SingleTxtG"/>
      </w:pPr>
      <w:r w:rsidRPr="006D06AC">
        <w:rPr>
          <w:rStyle w:val="PageNumber"/>
          <w:b w:val="0"/>
          <w:sz w:val="20"/>
        </w:rPr>
        <w:t>30.</w:t>
      </w:r>
      <w:r w:rsidRPr="006D06AC">
        <w:rPr>
          <w:rStyle w:val="PageNumber"/>
          <w:b w:val="0"/>
          <w:sz w:val="20"/>
        </w:rPr>
        <w:tab/>
      </w:r>
      <w:r w:rsidR="00820215" w:rsidRPr="006D06AC">
        <w:t xml:space="preserve">International legal instruments do not </w:t>
      </w:r>
      <w:r w:rsidR="002C02D3" w:rsidRPr="006D06AC">
        <w:t xml:space="preserve">explicitly </w:t>
      </w:r>
      <w:r w:rsidR="00820215" w:rsidRPr="006D06AC">
        <w:t xml:space="preserve">address how States and other actors should maintain a free and open Internet, nor may regulation by law </w:t>
      </w:r>
      <w:r w:rsidR="00021298">
        <w:t xml:space="preserve">always </w:t>
      </w:r>
      <w:r w:rsidR="00820215" w:rsidRPr="006D06AC">
        <w:t xml:space="preserve">be an appropriate approach. Indeed, Internet governance is not the sole province of specialized bodies or </w:t>
      </w:r>
      <w:r w:rsidR="007D49A6">
        <w:t>G</w:t>
      </w:r>
      <w:r w:rsidR="00820215" w:rsidRPr="006D06AC">
        <w:t>overnments. Most recently, the World Summit on the Information Society emphasized the continuing importance of a governance approach that integrates government, corporate</w:t>
      </w:r>
      <w:r w:rsidR="008F5CB5">
        <w:t xml:space="preserve"> and</w:t>
      </w:r>
      <w:r w:rsidR="00820215" w:rsidRPr="006D06AC">
        <w:t xml:space="preserve"> civil </w:t>
      </w:r>
      <w:proofErr w:type="gramStart"/>
      <w:r w:rsidR="00820215" w:rsidRPr="006D06AC">
        <w:t>society,</w:t>
      </w:r>
      <w:proofErr w:type="gramEnd"/>
      <w:r w:rsidR="00820215" w:rsidRPr="006D06AC">
        <w:t xml:space="preserve"> academic and technical stakeholders and expertise (</w:t>
      </w:r>
      <w:r w:rsidR="008F5CB5">
        <w:t xml:space="preserve">see </w:t>
      </w:r>
      <w:r w:rsidR="006B09BE">
        <w:t xml:space="preserve">General Assembly resolution </w:t>
      </w:r>
      <w:r w:rsidR="006B09BE">
        <w:rPr>
          <w:rStyle w:val="Hyperlink"/>
        </w:rPr>
        <w:t>70/125</w:t>
      </w:r>
      <w:r w:rsidR="00820215" w:rsidRPr="006D06AC">
        <w:t>). In the context of global trade, non</w:t>
      </w:r>
      <w:r w:rsidR="00021298">
        <w:t>-</w:t>
      </w:r>
      <w:r w:rsidR="00820215" w:rsidRPr="006D06AC">
        <w:t xml:space="preserve">discrimination principles established under international agreements administered by the World Trade Organization may require States to restrict or otherwise regulate non-neutral services. The World Intellectual Property Organization has also faced growing demands from member States for advice on legislative frameworks that enable them to implement treaty obligations in digital environments. Regional bodies, such as the African Union, the European Commission and the Organization of American States seek to ensure that global </w:t>
      </w:r>
      <w:r w:rsidR="00820215" w:rsidRPr="006D06AC">
        <w:lastRenderedPageBreak/>
        <w:t xml:space="preserve">Internet policy </w:t>
      </w:r>
      <w:proofErr w:type="gramStart"/>
      <w:r w:rsidR="00820215" w:rsidRPr="006D06AC">
        <w:t>is</w:t>
      </w:r>
      <w:r w:rsidR="00820215" w:rsidRPr="00A05CEC">
        <w:t xml:space="preserve"> </w:t>
      </w:r>
      <w:r w:rsidR="00820215" w:rsidRPr="006D06AC">
        <w:t>formulated and implemented in a manner that takes into account the laws, particularities and concerns of their respective regions</w:t>
      </w:r>
      <w:proofErr w:type="gramEnd"/>
      <w:r w:rsidR="00820215" w:rsidRPr="006D06AC">
        <w:t>.</w:t>
      </w:r>
      <w:r w:rsidR="00820215" w:rsidRPr="006D06AC">
        <w:rPr>
          <w:rStyle w:val="FootnoteReference"/>
          <w:sz w:val="20"/>
        </w:rPr>
        <w:footnoteReference w:id="20"/>
      </w:r>
      <w:r w:rsidR="00820215" w:rsidRPr="006D06AC">
        <w:t xml:space="preserve"> </w:t>
      </w:r>
    </w:p>
    <w:p w14:paraId="024AA322" w14:textId="604B04BD" w:rsidR="00820215" w:rsidRPr="00A05CEC" w:rsidRDefault="00A05CEC" w:rsidP="00886999">
      <w:pPr>
        <w:pStyle w:val="SingleTxtG"/>
      </w:pPr>
      <w:r>
        <w:t>3</w:t>
      </w:r>
      <w:r w:rsidR="00064D2E">
        <w:t>1</w:t>
      </w:r>
      <w:r>
        <w:t>.</w:t>
      </w:r>
      <w:r>
        <w:tab/>
      </w:r>
      <w:r w:rsidR="00820215" w:rsidRPr="00A05CEC">
        <w:t>Some organizations that set technical standards have policymaking functions as well. The I</w:t>
      </w:r>
      <w:r w:rsidR="00EB16E3">
        <w:t xml:space="preserve">nternational </w:t>
      </w:r>
      <w:r w:rsidR="00820215" w:rsidRPr="00A05CEC">
        <w:t>T</w:t>
      </w:r>
      <w:r w:rsidR="00EB16E3">
        <w:t xml:space="preserve">elecommunication </w:t>
      </w:r>
      <w:r w:rsidR="00820215" w:rsidRPr="00A05CEC">
        <w:t>U</w:t>
      </w:r>
      <w:r w:rsidR="00EB16E3">
        <w:t>nion</w:t>
      </w:r>
      <w:r w:rsidR="00820215" w:rsidRPr="00A05CEC">
        <w:t xml:space="preserve">, for example, develops and coordinates global telecommunications policies. </w:t>
      </w:r>
      <w:r w:rsidR="00886999">
        <w:rPr>
          <w:szCs w:val="18"/>
        </w:rPr>
        <w:t>ICANN</w:t>
      </w:r>
      <w:r w:rsidR="00820215" w:rsidRPr="00A05CEC">
        <w:t xml:space="preserve"> makes policy judgments about the types of </w:t>
      </w:r>
      <w:r w:rsidR="00EB16E3">
        <w:t>top-level domain name</w:t>
      </w:r>
      <w:r w:rsidR="00820215" w:rsidRPr="00A05CEC">
        <w:t xml:space="preserve">s </w:t>
      </w:r>
      <w:proofErr w:type="gramStart"/>
      <w:r w:rsidR="00820215" w:rsidRPr="00A05CEC">
        <w:t xml:space="preserve">that may be registered and who may claim ownership, in consultation with </w:t>
      </w:r>
      <w:r w:rsidR="00EB16E3">
        <w:t>G</w:t>
      </w:r>
      <w:r w:rsidR="00820215" w:rsidRPr="00A05CEC">
        <w:t>overnments, the private sector, civil society and other relevant actors</w:t>
      </w:r>
      <w:proofErr w:type="gramEnd"/>
      <w:r w:rsidR="00820215" w:rsidRPr="00A05CEC">
        <w:t xml:space="preserve">. </w:t>
      </w:r>
    </w:p>
    <w:p w14:paraId="04610FF2" w14:textId="52207B25" w:rsidR="00820215" w:rsidRPr="00A05CEC" w:rsidRDefault="00A05CEC" w:rsidP="00925EF6">
      <w:pPr>
        <w:pStyle w:val="SingleTxtG"/>
      </w:pPr>
      <w:r>
        <w:t>3</w:t>
      </w:r>
      <w:r w:rsidR="00064D2E">
        <w:t>2</w:t>
      </w:r>
      <w:r>
        <w:t>.</w:t>
      </w:r>
      <w:r>
        <w:tab/>
      </w:r>
      <w:r w:rsidR="00820215" w:rsidRPr="00A05CEC">
        <w:t xml:space="preserve">Industry-led initiatives also seek to address Internet governance challenges that </w:t>
      </w:r>
      <w:proofErr w:type="gramStart"/>
      <w:r w:rsidR="00820215" w:rsidRPr="00A05CEC">
        <w:t>are insufficiently addressed</w:t>
      </w:r>
      <w:proofErr w:type="gramEnd"/>
      <w:r w:rsidR="00820215" w:rsidRPr="00A05CEC">
        <w:t xml:space="preserve"> by existing legal regulation. The Copyright Alert System, for example, brings together trade associations in the film and recording industries and I</w:t>
      </w:r>
      <w:r w:rsidR="00450FF0">
        <w:t>nternet service provider</w:t>
      </w:r>
      <w:r w:rsidR="00820215" w:rsidRPr="00A05CEC">
        <w:t xml:space="preserve">s to develop and implement a unified approach to combating copyright infringement online. The </w:t>
      </w:r>
      <w:hyperlink r:id="rId32" w:history="1">
        <w:r w:rsidR="00820215" w:rsidRPr="00021298">
          <w:rPr>
            <w:rStyle w:val="Hyperlink"/>
          </w:rPr>
          <w:t>Telecommunications Industry Dialogue</w:t>
        </w:r>
      </w:hyperlink>
      <w:r w:rsidR="00820215" w:rsidRPr="00A05CEC">
        <w:t xml:space="preserve"> brings together telecommunications operators and vendors to address freedom of expression</w:t>
      </w:r>
      <w:r w:rsidR="00A94E50">
        <w:t xml:space="preserve"> </w:t>
      </w:r>
      <w:r w:rsidR="003C2A0A">
        <w:t xml:space="preserve">and right to privacy </w:t>
      </w:r>
      <w:r w:rsidR="00A94E50">
        <w:t>concerns</w:t>
      </w:r>
      <w:r w:rsidR="00820215" w:rsidRPr="00A05CEC">
        <w:t xml:space="preserve"> in their sector. </w:t>
      </w:r>
    </w:p>
    <w:p w14:paraId="1AAD5A0F" w14:textId="4321187A" w:rsidR="00820215" w:rsidRPr="0012641E" w:rsidRDefault="00A05CEC" w:rsidP="00925EF6">
      <w:pPr>
        <w:pStyle w:val="SingleTxtG"/>
      </w:pPr>
      <w:r w:rsidRPr="0012641E">
        <w:rPr>
          <w:rStyle w:val="PageNumber"/>
          <w:b w:val="0"/>
          <w:sz w:val="20"/>
        </w:rPr>
        <w:t>3</w:t>
      </w:r>
      <w:r w:rsidR="00064D2E" w:rsidRPr="0012641E">
        <w:rPr>
          <w:rStyle w:val="PageNumber"/>
          <w:b w:val="0"/>
          <w:sz w:val="20"/>
        </w:rPr>
        <w:t>3</w:t>
      </w:r>
      <w:r w:rsidRPr="0012641E">
        <w:rPr>
          <w:rStyle w:val="PageNumber"/>
          <w:b w:val="0"/>
          <w:sz w:val="20"/>
        </w:rPr>
        <w:t>.</w:t>
      </w:r>
      <w:r w:rsidRPr="0012641E">
        <w:rPr>
          <w:rStyle w:val="PageNumber"/>
          <w:b w:val="0"/>
          <w:sz w:val="20"/>
        </w:rPr>
        <w:tab/>
      </w:r>
      <w:r w:rsidR="00820215" w:rsidRPr="0012641E">
        <w:rPr>
          <w:rStyle w:val="PageNumber"/>
          <w:b w:val="0"/>
          <w:sz w:val="20"/>
        </w:rPr>
        <w:t xml:space="preserve">While many of these initiatives </w:t>
      </w:r>
      <w:proofErr w:type="gramStart"/>
      <w:r w:rsidR="00820215" w:rsidRPr="0012641E">
        <w:rPr>
          <w:rStyle w:val="PageNumber"/>
          <w:b w:val="0"/>
          <w:sz w:val="20"/>
        </w:rPr>
        <w:t>are privately run</w:t>
      </w:r>
      <w:proofErr w:type="gramEnd"/>
      <w:r w:rsidR="00820215" w:rsidRPr="0012641E">
        <w:rPr>
          <w:rStyle w:val="PageNumber"/>
          <w:b w:val="0"/>
          <w:sz w:val="20"/>
        </w:rPr>
        <w:t xml:space="preserve">, they sometimes collaborate with or receive support from States. For example, the </w:t>
      </w:r>
      <w:hyperlink r:id="rId33" w:history="1">
        <w:r w:rsidR="00820215" w:rsidRPr="00021298">
          <w:rPr>
            <w:rStyle w:val="Hyperlink"/>
          </w:rPr>
          <w:t>Internet Watch Foundation</w:t>
        </w:r>
      </w:hyperlink>
      <w:r w:rsidR="00EB16E3">
        <w:rPr>
          <w:rStyle w:val="Hyperlink"/>
        </w:rPr>
        <w:t xml:space="preserve"> of the United Kingdom of Great Britain and Northern Ireland</w:t>
      </w:r>
      <w:r w:rsidR="00820215" w:rsidRPr="0012641E">
        <w:rPr>
          <w:rStyle w:val="PageNumber"/>
          <w:b w:val="0"/>
          <w:sz w:val="20"/>
        </w:rPr>
        <w:t>, which provides I</w:t>
      </w:r>
      <w:r w:rsidR="00450FF0">
        <w:rPr>
          <w:rStyle w:val="PageNumber"/>
          <w:b w:val="0"/>
          <w:sz w:val="20"/>
        </w:rPr>
        <w:t>nternet service provider</w:t>
      </w:r>
      <w:r w:rsidR="00820215" w:rsidRPr="0012641E">
        <w:rPr>
          <w:rStyle w:val="PageNumber"/>
          <w:b w:val="0"/>
          <w:sz w:val="20"/>
        </w:rPr>
        <w:t xml:space="preserve">s and hosting platforms </w:t>
      </w:r>
      <w:r w:rsidR="00EB16E3">
        <w:rPr>
          <w:rStyle w:val="PageNumber"/>
          <w:b w:val="0"/>
          <w:sz w:val="20"/>
        </w:rPr>
        <w:t xml:space="preserve">with </w:t>
      </w:r>
      <w:r w:rsidR="00820215" w:rsidRPr="0012641E">
        <w:rPr>
          <w:rStyle w:val="PageNumber"/>
          <w:b w:val="0"/>
          <w:sz w:val="20"/>
        </w:rPr>
        <w:t xml:space="preserve">a </w:t>
      </w:r>
      <w:r w:rsidR="00EB16E3">
        <w:rPr>
          <w:rStyle w:val="PageNumber"/>
          <w:b w:val="0"/>
          <w:sz w:val="20"/>
        </w:rPr>
        <w:t>“</w:t>
      </w:r>
      <w:r w:rsidR="00820215" w:rsidRPr="0012641E">
        <w:rPr>
          <w:rStyle w:val="PageNumber"/>
          <w:b w:val="0"/>
          <w:sz w:val="20"/>
        </w:rPr>
        <w:t>notice and takedown</w:t>
      </w:r>
      <w:r w:rsidR="00EB16E3">
        <w:rPr>
          <w:rStyle w:val="PageNumber"/>
          <w:b w:val="0"/>
          <w:sz w:val="20"/>
        </w:rPr>
        <w:t>”</w:t>
      </w:r>
      <w:r w:rsidR="00820215" w:rsidRPr="0012641E">
        <w:rPr>
          <w:rStyle w:val="PageNumber"/>
          <w:b w:val="0"/>
          <w:sz w:val="20"/>
        </w:rPr>
        <w:t xml:space="preserve"> service that alerts them to potentially criminal content on their networks, also provides law enforcement agencies </w:t>
      </w:r>
      <w:r w:rsidR="00EB16E3">
        <w:rPr>
          <w:rStyle w:val="PageNumber"/>
          <w:b w:val="0"/>
          <w:sz w:val="20"/>
        </w:rPr>
        <w:t xml:space="preserve">with </w:t>
      </w:r>
      <w:r w:rsidR="00820215" w:rsidRPr="0012641E">
        <w:rPr>
          <w:rStyle w:val="PageNumber"/>
          <w:b w:val="0"/>
          <w:sz w:val="20"/>
        </w:rPr>
        <w:t>“unique data” in their investigations of such content.</w:t>
      </w:r>
      <w:r w:rsidR="00820215" w:rsidRPr="006D06AC">
        <w:rPr>
          <w:rStyle w:val="PageNumber"/>
          <w:b w:val="0"/>
          <w:sz w:val="20"/>
          <w:vertAlign w:val="superscript"/>
        </w:rPr>
        <w:t xml:space="preserve"> </w:t>
      </w:r>
    </w:p>
    <w:p w14:paraId="0764C331" w14:textId="77777777" w:rsidR="00820215" w:rsidRPr="00064D2E" w:rsidRDefault="00064D2E" w:rsidP="00064D2E">
      <w:pPr>
        <w:pStyle w:val="HChG"/>
      </w:pPr>
      <w:r>
        <w:rPr>
          <w:rStyle w:val="PageNumber"/>
          <w:b/>
          <w:sz w:val="28"/>
        </w:rPr>
        <w:tab/>
      </w:r>
      <w:r w:rsidRPr="00064D2E">
        <w:rPr>
          <w:rStyle w:val="PageNumber"/>
          <w:b/>
          <w:sz w:val="28"/>
        </w:rPr>
        <w:t>IV.</w:t>
      </w:r>
      <w:r w:rsidR="00AC6B8D">
        <w:rPr>
          <w:rStyle w:val="PageNumber"/>
          <w:b/>
          <w:sz w:val="28"/>
        </w:rPr>
        <w:tab/>
        <w:t>Legal and policy i</w:t>
      </w:r>
      <w:r>
        <w:rPr>
          <w:rStyle w:val="PageNumber"/>
          <w:b/>
          <w:sz w:val="28"/>
        </w:rPr>
        <w:t>ssues</w:t>
      </w:r>
    </w:p>
    <w:p w14:paraId="3FA0D98C" w14:textId="67B4D895" w:rsidR="00820215" w:rsidRPr="00A05CEC" w:rsidRDefault="00C5535D" w:rsidP="00925EF6">
      <w:pPr>
        <w:pStyle w:val="SingleTxtG"/>
      </w:pPr>
      <w:r>
        <w:t>34</w:t>
      </w:r>
      <w:r w:rsidR="00A05CEC">
        <w:t>.</w:t>
      </w:r>
      <w:r w:rsidR="00A05CEC">
        <w:tab/>
      </w:r>
      <w:r w:rsidR="00820215" w:rsidRPr="00A05CEC">
        <w:t xml:space="preserve">The </w:t>
      </w:r>
      <w:r w:rsidR="006A14C1">
        <w:t>information and communications</w:t>
      </w:r>
      <w:r w:rsidR="006A14C1" w:rsidRPr="00A05CEC">
        <w:t xml:space="preserve"> </w:t>
      </w:r>
      <w:r w:rsidR="00497132">
        <w:t xml:space="preserve">technology </w:t>
      </w:r>
      <w:r w:rsidR="00820215" w:rsidRPr="00A05CEC">
        <w:t xml:space="preserve">sector’s multiple roles raise legal and policy questions that deserve attention and elaboration by international human rights mechanisms. </w:t>
      </w:r>
    </w:p>
    <w:p w14:paraId="18C6AE89" w14:textId="77777777" w:rsidR="00820215" w:rsidRPr="00D259BB" w:rsidRDefault="00707CE1" w:rsidP="00D259BB">
      <w:pPr>
        <w:pStyle w:val="H1G"/>
      </w:pPr>
      <w:r w:rsidRPr="00D259BB">
        <w:rPr>
          <w:rStyle w:val="PageNumber"/>
          <w:b/>
          <w:sz w:val="24"/>
        </w:rPr>
        <w:tab/>
        <w:t>A.</w:t>
      </w:r>
      <w:r w:rsidRPr="00D259BB">
        <w:rPr>
          <w:rStyle w:val="PageNumber"/>
          <w:b/>
          <w:sz w:val="24"/>
        </w:rPr>
        <w:tab/>
        <w:t>Content regulation</w:t>
      </w:r>
      <w:r w:rsidR="00820215" w:rsidRPr="00D259BB">
        <w:rPr>
          <w:rStyle w:val="PageNumber"/>
          <w:b/>
          <w:sz w:val="24"/>
        </w:rPr>
        <w:t xml:space="preserve"> </w:t>
      </w:r>
    </w:p>
    <w:p w14:paraId="19227153" w14:textId="50D0A677" w:rsidR="00820215" w:rsidRPr="00A05CEC" w:rsidRDefault="00C5535D" w:rsidP="00925EF6">
      <w:pPr>
        <w:pStyle w:val="SingleTxtG"/>
      </w:pPr>
      <w:r>
        <w:t>35</w:t>
      </w:r>
      <w:r w:rsidR="00A05CEC">
        <w:t>.</w:t>
      </w:r>
      <w:r w:rsidR="00A05CEC">
        <w:tab/>
      </w:r>
      <w:r w:rsidR="00820215" w:rsidRPr="00A05CEC">
        <w:t xml:space="preserve">Many questions concerning private actors in the digital age focus on content regulation. For instance, how do States facilitate or demand content removal, censorship and unnecessary or disproportionate restrictions on the right to seek, receive and impart Internet content through private platforms and networks? How do private enterprises respond to these demands and other external pressures? When the private sector develops and enforces its own internal policies and standards to protect and promote rights online, how do these </w:t>
      </w:r>
      <w:r w:rsidR="006A14C1">
        <w:t xml:space="preserve">have an </w:t>
      </w:r>
      <w:r w:rsidR="00820215" w:rsidRPr="00A05CEC">
        <w:t xml:space="preserve">impact </w:t>
      </w:r>
      <w:r w:rsidR="006A14C1">
        <w:t xml:space="preserve">on </w:t>
      </w:r>
      <w:r w:rsidR="00820215" w:rsidRPr="00A05CEC">
        <w:t>individual express</w:t>
      </w:r>
      <w:r w:rsidR="00BA409F">
        <w:t>ion</w:t>
      </w:r>
      <w:r w:rsidR="00820215" w:rsidRPr="00A05CEC">
        <w:t xml:space="preserve"> and access information?</w:t>
      </w:r>
    </w:p>
    <w:p w14:paraId="59622F6E" w14:textId="788CEE7F" w:rsidR="00820215" w:rsidRPr="0012641E" w:rsidRDefault="00C5535D" w:rsidP="00925EF6">
      <w:pPr>
        <w:pStyle w:val="SingleTxtG"/>
      </w:pPr>
      <w:r>
        <w:rPr>
          <w:rStyle w:val="PageNumber"/>
          <w:b w:val="0"/>
        </w:rPr>
        <w:t>36</w:t>
      </w:r>
      <w:r w:rsidR="00A05CEC">
        <w:rPr>
          <w:rStyle w:val="PageNumber"/>
          <w:b w:val="0"/>
        </w:rPr>
        <w:t>.</w:t>
      </w:r>
      <w:r w:rsidR="00A05CEC">
        <w:rPr>
          <w:rStyle w:val="PageNumber"/>
          <w:b w:val="0"/>
        </w:rPr>
        <w:tab/>
      </w:r>
      <w:r w:rsidR="00820215" w:rsidRPr="0012641E">
        <w:rPr>
          <w:rStyle w:val="PageNumber"/>
          <w:b w:val="0"/>
          <w:sz w:val="20"/>
        </w:rPr>
        <w:t xml:space="preserve">Digital content transmitted on private networks and hosted on private platforms is increasingly subject to </w:t>
      </w:r>
      <w:r w:rsidR="006A14C1">
        <w:rPr>
          <w:rStyle w:val="PageNumber"/>
          <w:b w:val="0"/>
          <w:sz w:val="20"/>
        </w:rPr>
        <w:t>S</w:t>
      </w:r>
      <w:r w:rsidR="00820215" w:rsidRPr="0012641E">
        <w:rPr>
          <w:rStyle w:val="PageNumber"/>
          <w:b w:val="0"/>
          <w:sz w:val="20"/>
        </w:rPr>
        <w:t>tate and corporate regulation. The universe of user-generated content is always expanding</w:t>
      </w:r>
      <w:r w:rsidR="00BA409F">
        <w:rPr>
          <w:rStyle w:val="PageNumber"/>
          <w:b w:val="0"/>
          <w:sz w:val="20"/>
        </w:rPr>
        <w:t xml:space="preserve"> —</w:t>
      </w:r>
      <w:r w:rsidR="00BA409F" w:rsidRPr="0012641E">
        <w:rPr>
          <w:rStyle w:val="PageNumber"/>
          <w:b w:val="0"/>
          <w:sz w:val="20"/>
        </w:rPr>
        <w:t xml:space="preserve"> </w:t>
      </w:r>
      <w:r w:rsidR="00347E37">
        <w:rPr>
          <w:rStyle w:val="PageNumber"/>
          <w:b w:val="0"/>
          <w:sz w:val="20"/>
        </w:rPr>
        <w:t>b</w:t>
      </w:r>
      <w:r w:rsidR="00820215" w:rsidRPr="0012641E">
        <w:rPr>
          <w:rStyle w:val="PageNumber"/>
          <w:b w:val="0"/>
          <w:sz w:val="20"/>
        </w:rPr>
        <w:t>logs, text</w:t>
      </w:r>
      <w:r w:rsidR="006A14C1">
        <w:rPr>
          <w:rStyle w:val="PageNumber"/>
          <w:b w:val="0"/>
          <w:sz w:val="20"/>
        </w:rPr>
        <w:t xml:space="preserve"> message</w:t>
      </w:r>
      <w:r w:rsidR="00820215" w:rsidRPr="0012641E">
        <w:rPr>
          <w:rStyle w:val="PageNumber"/>
          <w:b w:val="0"/>
          <w:sz w:val="20"/>
        </w:rPr>
        <w:t>s, discussion threads, photo</w:t>
      </w:r>
      <w:r w:rsidR="00450FF0">
        <w:rPr>
          <w:rStyle w:val="PageNumber"/>
          <w:b w:val="0"/>
          <w:sz w:val="20"/>
        </w:rPr>
        <w:t>graph</w:t>
      </w:r>
      <w:r w:rsidR="00820215" w:rsidRPr="0012641E">
        <w:rPr>
          <w:rStyle w:val="PageNumber"/>
          <w:b w:val="0"/>
          <w:sz w:val="20"/>
        </w:rPr>
        <w:t xml:space="preserve">s, videos and social media postings are only a sample of the types of content that users create and share on a daily basis. Companies that manage networks and platforms for this content, known as </w:t>
      </w:r>
      <w:r w:rsidR="00820215" w:rsidRPr="0012641E">
        <w:rPr>
          <w:rStyle w:val="PageNumber"/>
          <w:b w:val="0"/>
          <w:sz w:val="20"/>
          <w:lang w:val="pt-PT"/>
        </w:rPr>
        <w:t>intermediaries</w:t>
      </w:r>
      <w:r w:rsidR="00820215" w:rsidRPr="0012641E">
        <w:rPr>
          <w:rStyle w:val="PageNumber"/>
          <w:b w:val="0"/>
          <w:sz w:val="20"/>
        </w:rPr>
        <w:t xml:space="preserve">, may </w:t>
      </w:r>
      <w:r w:rsidR="001365FA">
        <w:rPr>
          <w:rStyle w:val="PageNumber"/>
          <w:b w:val="0"/>
          <w:sz w:val="20"/>
        </w:rPr>
        <w:t>“</w:t>
      </w:r>
      <w:r w:rsidR="00820215" w:rsidRPr="0012641E">
        <w:rPr>
          <w:rStyle w:val="PageNumber"/>
          <w:b w:val="0"/>
          <w:sz w:val="20"/>
        </w:rPr>
        <w:t xml:space="preserve">give access to, host, transmit and index content, products </w:t>
      </w:r>
      <w:r w:rsidR="00820215" w:rsidRPr="0012641E">
        <w:rPr>
          <w:rStyle w:val="PageNumber"/>
          <w:b w:val="0"/>
          <w:sz w:val="20"/>
        </w:rPr>
        <w:lastRenderedPageBreak/>
        <w:t>and services originated by third parties</w:t>
      </w:r>
      <w:r w:rsidR="001365FA">
        <w:rPr>
          <w:rStyle w:val="PageNumber"/>
          <w:b w:val="0"/>
          <w:sz w:val="20"/>
        </w:rPr>
        <w:t>”</w:t>
      </w:r>
      <w:r w:rsidR="00820215" w:rsidRPr="0012641E">
        <w:rPr>
          <w:rStyle w:val="PageNumber"/>
          <w:b w:val="0"/>
          <w:sz w:val="20"/>
        </w:rPr>
        <w:t xml:space="preserve"> even though they do not create or produce that content.</w:t>
      </w:r>
      <w:r w:rsidR="005250C7">
        <w:rPr>
          <w:rStyle w:val="FootnoteReference"/>
        </w:rPr>
        <w:footnoteReference w:id="21"/>
      </w:r>
      <w:r w:rsidR="00820215" w:rsidRPr="0012641E">
        <w:rPr>
          <w:rStyle w:val="PageNumber"/>
          <w:b w:val="0"/>
          <w:sz w:val="20"/>
        </w:rPr>
        <w:t xml:space="preserve"> </w:t>
      </w:r>
    </w:p>
    <w:p w14:paraId="26C2643B" w14:textId="11573219" w:rsidR="00820215" w:rsidRPr="00A05CEC" w:rsidRDefault="00A05CEC" w:rsidP="00925EF6">
      <w:pPr>
        <w:pStyle w:val="SingleTxtG"/>
      </w:pPr>
      <w:r>
        <w:t>3</w:t>
      </w:r>
      <w:r w:rsidR="00C5535D">
        <w:t>7</w:t>
      </w:r>
      <w:r>
        <w:t>.</w:t>
      </w:r>
      <w:r>
        <w:tab/>
      </w:r>
      <w:r w:rsidR="00820215" w:rsidRPr="00A05CEC">
        <w:t xml:space="preserve">State demands to remove content are often based on such rationales as defamation, blasphemy, election-related regulations, harassment or hate speech, incitement, intellectual property, obscenity and indecency, terrorist recruitment or “glorification”, the protection of national security and public safety, child protection and the prevention of </w:t>
      </w:r>
      <w:r w:rsidR="00F84A4C">
        <w:t>gender-based</w:t>
      </w:r>
      <w:r w:rsidR="00F84A4C" w:rsidRPr="00A05CEC">
        <w:t xml:space="preserve"> </w:t>
      </w:r>
      <w:r w:rsidR="00F84A4C">
        <w:t>attacks</w:t>
      </w:r>
      <w:r w:rsidR="00820215" w:rsidRPr="00A05CEC">
        <w:t xml:space="preserve">. Problems long connected to freedom of expression but increasingly complicated in the digital age have also attracted State regulation, including the “right to </w:t>
      </w:r>
      <w:proofErr w:type="gramStart"/>
      <w:r w:rsidR="00820215" w:rsidRPr="00A05CEC">
        <w:t>be forgotten</w:t>
      </w:r>
      <w:proofErr w:type="gramEnd"/>
      <w:r w:rsidR="00820215" w:rsidRPr="00A05CEC">
        <w:t>” and pluralism and diversity (</w:t>
      </w:r>
      <w:r w:rsidR="006A14C1">
        <w:t>for example</w:t>
      </w:r>
      <w:r w:rsidR="00820215" w:rsidRPr="00A05CEC">
        <w:t>, network neutrality). Intermediaries themselves establish and enforce terms of service designed to address many of these concerns, for legal, commercial and other reasons. Many of these issues raise questions about the appropriate balance between freedom of expression and other human rights (</w:t>
      </w:r>
      <w:r w:rsidR="006A14C1">
        <w:t>for example</w:t>
      </w:r>
      <w:r w:rsidR="00820215" w:rsidRPr="00A05CEC">
        <w:t xml:space="preserve">, privacy, non-discrimination). While content regulations are often restrictive in nature, they may also require the transmission of </w:t>
      </w:r>
      <w:r w:rsidR="006A14C1">
        <w:t>G</w:t>
      </w:r>
      <w:r w:rsidR="00820215" w:rsidRPr="00A05CEC">
        <w:t>overnment-mandated or approved messages,</w:t>
      </w:r>
      <w:r w:rsidR="00820215" w:rsidRPr="00A05CEC">
        <w:rPr>
          <w:rStyle w:val="FootnoteReference"/>
        </w:rPr>
        <w:footnoteReference w:id="22"/>
      </w:r>
      <w:r w:rsidR="00820215" w:rsidRPr="00A05CEC">
        <w:t xml:space="preserve"> or prohibit differential pricing for content and content delivery services</w:t>
      </w:r>
      <w:r w:rsidR="005E1BCD">
        <w:t>.</w:t>
      </w:r>
      <w:r w:rsidR="00820215" w:rsidRPr="00A05CEC">
        <w:rPr>
          <w:rStyle w:val="FootnoteReference"/>
        </w:rPr>
        <w:footnoteReference w:id="23"/>
      </w:r>
    </w:p>
    <w:p w14:paraId="0A8BFA09" w14:textId="77777777" w:rsidR="00820215" w:rsidRPr="004B37AC" w:rsidRDefault="004B37AC" w:rsidP="004B37AC">
      <w:pPr>
        <w:pStyle w:val="H23G"/>
      </w:pPr>
      <w:r>
        <w:tab/>
      </w:r>
      <w:r w:rsidR="00820215" w:rsidRPr="004B37AC">
        <w:t>1.</w:t>
      </w:r>
      <w:r>
        <w:tab/>
      </w:r>
      <w:r w:rsidR="00820215" w:rsidRPr="004B37AC">
        <w:rPr>
          <w:rStyle w:val="PageNumber"/>
          <w:b/>
          <w:sz w:val="20"/>
        </w:rPr>
        <w:t xml:space="preserve">State </w:t>
      </w:r>
      <w:r w:rsidR="00AC6ED1">
        <w:rPr>
          <w:rStyle w:val="PageNumber"/>
          <w:b/>
          <w:sz w:val="20"/>
        </w:rPr>
        <w:t>r</w:t>
      </w:r>
      <w:r w:rsidR="00820215" w:rsidRPr="004B37AC">
        <w:rPr>
          <w:rStyle w:val="PageNumber"/>
          <w:b/>
          <w:sz w:val="20"/>
        </w:rPr>
        <w:t>egulation</w:t>
      </w:r>
    </w:p>
    <w:p w14:paraId="3703F380" w14:textId="47858C2E" w:rsidR="00820215" w:rsidRPr="00A05CEC" w:rsidRDefault="00A05CEC" w:rsidP="00925EF6">
      <w:pPr>
        <w:pStyle w:val="SingleTxtG"/>
      </w:pPr>
      <w:r>
        <w:t>38.</w:t>
      </w:r>
      <w:r>
        <w:tab/>
      </w:r>
      <w:r w:rsidR="00820215" w:rsidRPr="00A05CEC">
        <w:t>States regulate</w:t>
      </w:r>
      <w:r w:rsidR="0013645F">
        <w:t xml:space="preserve"> </w:t>
      </w:r>
      <w:r w:rsidR="00820215" w:rsidRPr="00A05CEC">
        <w:t xml:space="preserve">digital content through </w:t>
      </w:r>
      <w:r w:rsidR="00666657">
        <w:t xml:space="preserve">a variety of </w:t>
      </w:r>
      <w:r w:rsidR="00820215" w:rsidRPr="00A05CEC">
        <w:t>legal, political and technical means</w:t>
      </w:r>
      <w:r w:rsidR="0013645F">
        <w:t xml:space="preserve">. </w:t>
      </w:r>
      <w:r w:rsidR="00AF506D">
        <w:t>T</w:t>
      </w:r>
      <w:r w:rsidR="0013645F">
        <w:t>rends</w:t>
      </w:r>
      <w:r w:rsidR="00820215" w:rsidRPr="00A05CEC">
        <w:t xml:space="preserve"> </w:t>
      </w:r>
      <w:r w:rsidR="00AF506D">
        <w:t xml:space="preserve">of concern </w:t>
      </w:r>
      <w:r w:rsidR="00820215" w:rsidRPr="00A05CEC">
        <w:t>includ</w:t>
      </w:r>
      <w:r w:rsidR="0013645F">
        <w:t>e</w:t>
      </w:r>
      <w:r w:rsidR="00820215" w:rsidRPr="00A05CEC">
        <w:t xml:space="preserve"> the following</w:t>
      </w:r>
      <w:r w:rsidR="00AC7322">
        <w:t>.</w:t>
      </w:r>
      <w:r w:rsidR="00820215" w:rsidRPr="00A05CEC">
        <w:t xml:space="preserve"> </w:t>
      </w:r>
    </w:p>
    <w:p w14:paraId="2DA1533D" w14:textId="77777777" w:rsidR="004B37AC" w:rsidRPr="006D06AC" w:rsidRDefault="004B37AC" w:rsidP="004B37AC">
      <w:pPr>
        <w:pStyle w:val="H4G"/>
        <w:rPr>
          <w:rStyle w:val="PageNumber"/>
          <w:b w:val="0"/>
          <w:sz w:val="20"/>
        </w:rPr>
      </w:pPr>
      <w:r w:rsidRPr="006D06AC">
        <w:rPr>
          <w:rStyle w:val="PageNumber"/>
          <w:b w:val="0"/>
          <w:sz w:val="20"/>
        </w:rPr>
        <w:tab/>
      </w:r>
      <w:r w:rsidRPr="006D06AC">
        <w:rPr>
          <w:rStyle w:val="PageNumber"/>
          <w:b w:val="0"/>
          <w:sz w:val="20"/>
        </w:rPr>
        <w:tab/>
      </w:r>
      <w:r w:rsidR="00820215" w:rsidRPr="006D06AC">
        <w:rPr>
          <w:rStyle w:val="PageNumber"/>
          <w:b w:val="0"/>
          <w:sz w:val="20"/>
        </w:rPr>
        <w:t xml:space="preserve">Vague laws </w:t>
      </w:r>
    </w:p>
    <w:p w14:paraId="2103078E" w14:textId="57E03739" w:rsidR="00820215" w:rsidRPr="006D06AC" w:rsidRDefault="00E30607" w:rsidP="00925EF6">
      <w:pPr>
        <w:pStyle w:val="SingleTxtG"/>
      </w:pPr>
      <w:r>
        <w:t>39</w:t>
      </w:r>
      <w:r w:rsidR="004B37AC" w:rsidRPr="006D06AC">
        <w:t>.</w:t>
      </w:r>
      <w:r w:rsidR="004B37AC" w:rsidRPr="006D06AC">
        <w:tab/>
      </w:r>
      <w:r w:rsidR="00820215" w:rsidRPr="006D06AC">
        <w:t xml:space="preserve">Content regulations </w:t>
      </w:r>
      <w:proofErr w:type="gramStart"/>
      <w:r w:rsidR="00820215" w:rsidRPr="006D06AC">
        <w:t>are commonly reflected</w:t>
      </w:r>
      <w:proofErr w:type="gramEnd"/>
      <w:r w:rsidR="00820215" w:rsidRPr="006D06AC">
        <w:t xml:space="preserve"> in legislation, court orders or directives or by</w:t>
      </w:r>
      <w:r w:rsidR="00AF506D">
        <w:t>-</w:t>
      </w:r>
      <w:r w:rsidR="00820215" w:rsidRPr="006D06AC">
        <w:t xml:space="preserve">laws issued by administrative bodies with delegated authority to manage telecommunications and Internet-related issues. For example, China recently amended its cybersecurity law to forbid persons and organizations from using the Internet to </w:t>
      </w:r>
      <w:r w:rsidR="001365FA">
        <w:t>“</w:t>
      </w:r>
      <w:proofErr w:type="spellStart"/>
      <w:r w:rsidR="00820215" w:rsidRPr="006D06AC">
        <w:t>upse</w:t>
      </w:r>
      <w:proofErr w:type="spellEnd"/>
      <w:r w:rsidR="001365FA">
        <w:t>[</w:t>
      </w:r>
      <w:r w:rsidR="00820215" w:rsidRPr="006D06AC">
        <w:t>t</w:t>
      </w:r>
      <w:r w:rsidR="001365FA">
        <w:t>]</w:t>
      </w:r>
      <w:r w:rsidR="00820215" w:rsidRPr="006D06AC">
        <w:t xml:space="preserve"> social order</w:t>
      </w:r>
      <w:r w:rsidR="001365FA">
        <w:t>”</w:t>
      </w:r>
      <w:r w:rsidR="00820215" w:rsidRPr="006D06AC">
        <w:t xml:space="preserve"> or </w:t>
      </w:r>
      <w:r w:rsidR="001365FA">
        <w:t>“</w:t>
      </w:r>
      <w:proofErr w:type="spellStart"/>
      <w:r w:rsidR="00820215" w:rsidRPr="006D06AC">
        <w:t>har</w:t>
      </w:r>
      <w:proofErr w:type="spellEnd"/>
      <w:r w:rsidR="001365FA">
        <w:t>[</w:t>
      </w:r>
      <w:r w:rsidR="00820215" w:rsidRPr="006D06AC">
        <w:t>m</w:t>
      </w:r>
      <w:r w:rsidR="001365FA">
        <w:t>]</w:t>
      </w:r>
      <w:r w:rsidR="00820215" w:rsidRPr="006D06AC">
        <w:t xml:space="preserve"> the public interest</w:t>
      </w:r>
      <w:r w:rsidR="001365FA">
        <w:t>”</w:t>
      </w:r>
      <w:r w:rsidR="00820215" w:rsidRPr="006D06AC">
        <w:t>.</w:t>
      </w:r>
      <w:r w:rsidR="00820215" w:rsidRPr="006D06AC">
        <w:rPr>
          <w:rStyle w:val="FootnoteReference"/>
          <w:sz w:val="20"/>
        </w:rPr>
        <w:footnoteReference w:id="24"/>
      </w:r>
      <w:r w:rsidR="00820215" w:rsidRPr="006D06AC">
        <w:t xml:space="preserve"> Similarly, a draft bill under consideration in Nigeria prohibits anyone from publishing statements in </w:t>
      </w:r>
      <w:r w:rsidR="001365FA">
        <w:t>“</w:t>
      </w:r>
      <w:r w:rsidR="00820215" w:rsidRPr="006D06AC">
        <w:t>any medium</w:t>
      </w:r>
      <w:r w:rsidR="001365FA">
        <w:t>”</w:t>
      </w:r>
      <w:r w:rsidR="00820215" w:rsidRPr="006D06AC">
        <w:t xml:space="preserve"> with </w:t>
      </w:r>
      <w:r w:rsidR="001365FA">
        <w:t>“</w:t>
      </w:r>
      <w:r w:rsidR="00820215" w:rsidRPr="006D06AC">
        <w:t>malicious intent to discredit or set the public against</w:t>
      </w:r>
      <w:r w:rsidR="001365FA">
        <w:t>”</w:t>
      </w:r>
      <w:r w:rsidR="00820215" w:rsidRPr="006D06AC">
        <w:t xml:space="preserve"> any person, group or government institution.</w:t>
      </w:r>
      <w:r w:rsidR="00820215" w:rsidRPr="006D06AC">
        <w:rPr>
          <w:rStyle w:val="FootnoteReference"/>
          <w:sz w:val="20"/>
        </w:rPr>
        <w:footnoteReference w:id="25"/>
      </w:r>
      <w:r w:rsidR="00820215" w:rsidRPr="006D06AC">
        <w:t xml:space="preserve"> Such language gives broad discretion to authorities to determine what kinds of digital expression would violate their terms. As a result, individuals and businesses </w:t>
      </w:r>
      <w:r w:rsidR="005A157F">
        <w:t xml:space="preserve">are </w:t>
      </w:r>
      <w:r w:rsidR="00820215" w:rsidRPr="006D06AC">
        <w:t xml:space="preserve">likely </w:t>
      </w:r>
      <w:r w:rsidR="005A157F">
        <w:t xml:space="preserve">to </w:t>
      </w:r>
      <w:r w:rsidR="00820215" w:rsidRPr="006D06AC">
        <w:t xml:space="preserve">err on the side of caution in order to avoid onerous penalties, filtering content of uncertain legal status and engaging in other modes of censorship and self-censorship. </w:t>
      </w:r>
    </w:p>
    <w:p w14:paraId="0C459580" w14:textId="77777777" w:rsidR="004B37AC" w:rsidRPr="006D06AC" w:rsidRDefault="004B37AC" w:rsidP="004B37AC">
      <w:pPr>
        <w:pStyle w:val="H4G"/>
        <w:rPr>
          <w:rStyle w:val="PageNumber"/>
          <w:b w:val="0"/>
          <w:sz w:val="20"/>
        </w:rPr>
      </w:pPr>
      <w:r w:rsidRPr="006D06AC">
        <w:rPr>
          <w:rStyle w:val="PageNumber"/>
          <w:b w:val="0"/>
          <w:sz w:val="20"/>
        </w:rPr>
        <w:tab/>
      </w:r>
      <w:r w:rsidRPr="006D06AC">
        <w:rPr>
          <w:rStyle w:val="PageNumber"/>
          <w:b w:val="0"/>
          <w:sz w:val="20"/>
        </w:rPr>
        <w:tab/>
      </w:r>
      <w:r w:rsidR="000A6223">
        <w:rPr>
          <w:rStyle w:val="PageNumber"/>
          <w:b w:val="0"/>
          <w:sz w:val="20"/>
        </w:rPr>
        <w:t xml:space="preserve">Excessive </w:t>
      </w:r>
      <w:r w:rsidR="00AA7119">
        <w:rPr>
          <w:rStyle w:val="PageNumber"/>
          <w:b w:val="0"/>
          <w:sz w:val="20"/>
        </w:rPr>
        <w:t>i</w:t>
      </w:r>
      <w:r w:rsidRPr="006D06AC">
        <w:rPr>
          <w:rStyle w:val="PageNumber"/>
          <w:b w:val="0"/>
          <w:sz w:val="20"/>
        </w:rPr>
        <w:t>ntermediary liability</w:t>
      </w:r>
    </w:p>
    <w:p w14:paraId="64850AD7" w14:textId="06A25225" w:rsidR="00820215" w:rsidRPr="004B37AC" w:rsidRDefault="00C5535D" w:rsidP="00925EF6">
      <w:pPr>
        <w:pStyle w:val="SingleTxtG"/>
      </w:pPr>
      <w:r>
        <w:rPr>
          <w:rStyle w:val="PageNumber"/>
          <w:b w:val="0"/>
          <w:sz w:val="20"/>
        </w:rPr>
        <w:t>4</w:t>
      </w:r>
      <w:r w:rsidR="00E30607">
        <w:rPr>
          <w:rStyle w:val="PageNumber"/>
          <w:b w:val="0"/>
          <w:sz w:val="20"/>
        </w:rPr>
        <w:t>0</w:t>
      </w:r>
      <w:r w:rsidR="004B37AC" w:rsidRPr="004B37AC">
        <w:rPr>
          <w:rStyle w:val="PageNumber"/>
          <w:b w:val="0"/>
          <w:sz w:val="20"/>
        </w:rPr>
        <w:t>.</w:t>
      </w:r>
      <w:r w:rsidR="004B37AC" w:rsidRPr="004B37AC">
        <w:rPr>
          <w:rStyle w:val="PageNumber"/>
          <w:b w:val="0"/>
          <w:sz w:val="20"/>
        </w:rPr>
        <w:tab/>
      </w:r>
      <w:r w:rsidR="00820215" w:rsidRPr="004B37AC">
        <w:t>States often require the cooperation of intermediaries to enforce regulations on private networks and platforms. I</w:t>
      </w:r>
      <w:r w:rsidR="00450FF0">
        <w:t>nternet</w:t>
      </w:r>
      <w:r w:rsidR="00820215" w:rsidRPr="004B37AC">
        <w:t xml:space="preserve"> and </w:t>
      </w:r>
      <w:r w:rsidR="005A157F">
        <w:t>telecommunication service providers</w:t>
      </w:r>
      <w:r w:rsidR="00820215" w:rsidRPr="004B37AC">
        <w:t>, for example, are required to comply with local laws and regulations as a condition of their operating licen</w:t>
      </w:r>
      <w:r w:rsidR="005A157F">
        <w:t>c</w:t>
      </w:r>
      <w:r w:rsidR="00820215" w:rsidRPr="004B37AC">
        <w:t>e</w:t>
      </w:r>
      <w:r w:rsidR="00C669EA">
        <w:t>s</w:t>
      </w:r>
      <w:r w:rsidR="00820215" w:rsidRPr="004B37AC">
        <w:t xml:space="preserve">, a legitimate requirement which becomes problematic when the local laws or their implementation are themselves inconsistent with human rights law. Companies less constrained by licensing requirements, such as social networking platforms, </w:t>
      </w:r>
      <w:r w:rsidR="00820215" w:rsidRPr="004B37AC">
        <w:lastRenderedPageBreak/>
        <w:t xml:space="preserve">search engines and domain name registrars, nevertheless face the threat that States will </w:t>
      </w:r>
      <w:r w:rsidR="00BD5453">
        <w:t>disrupt local</w:t>
      </w:r>
      <w:r w:rsidR="001E2AE5">
        <w:t xml:space="preserve"> infrastructure, threaten the safety of local employees,</w:t>
      </w:r>
      <w:r w:rsidR="00DA1EB5">
        <w:t xml:space="preserve"> or</w:t>
      </w:r>
      <w:r w:rsidR="001E2AE5">
        <w:t xml:space="preserve"> </w:t>
      </w:r>
      <w:r w:rsidR="00820215" w:rsidRPr="004B37AC">
        <w:t>block local access to their platforms</w:t>
      </w:r>
      <w:r w:rsidR="00366966">
        <w:t>.</w:t>
      </w:r>
      <w:r w:rsidR="00820215" w:rsidRPr="004B37AC">
        <w:t xml:space="preserve"> </w:t>
      </w:r>
    </w:p>
    <w:p w14:paraId="5EFDD4E9" w14:textId="5C410EC0" w:rsidR="00820215" w:rsidRPr="004B37AC" w:rsidRDefault="00A05CEC" w:rsidP="00925EF6">
      <w:pPr>
        <w:pStyle w:val="SingleTxtG"/>
      </w:pPr>
      <w:r w:rsidRPr="004B37AC">
        <w:t>4</w:t>
      </w:r>
      <w:r w:rsidR="00E30607">
        <w:t>1</w:t>
      </w:r>
      <w:r w:rsidRPr="004B37AC">
        <w:t>.</w:t>
      </w:r>
      <w:r w:rsidRPr="004B37AC">
        <w:tab/>
      </w:r>
      <w:r w:rsidR="00820215" w:rsidRPr="004B37AC">
        <w:t xml:space="preserve">Private </w:t>
      </w:r>
      <w:r w:rsidR="00C669EA">
        <w:t>actors</w:t>
      </w:r>
      <w:r w:rsidR="00820215" w:rsidRPr="004B37AC">
        <w:t xml:space="preserve"> may also request intermediaries to restrict or remove content. For instance,</w:t>
      </w:r>
      <w:r w:rsidR="00820215" w:rsidRPr="004B37AC">
        <w:rPr>
          <w:rStyle w:val="PageNumber"/>
          <w:b w:val="0"/>
          <w:sz w:val="20"/>
        </w:rPr>
        <w:t xml:space="preserve"> intellectual property complaints often arise when a private party alleges that a person has shared or used content in a manner that violates its copyright or </w:t>
      </w:r>
      <w:r w:rsidR="005A157F">
        <w:rPr>
          <w:rStyle w:val="PageNumber"/>
          <w:b w:val="0"/>
          <w:sz w:val="20"/>
        </w:rPr>
        <w:t xml:space="preserve">has </w:t>
      </w:r>
      <w:r w:rsidR="00820215" w:rsidRPr="004B37AC">
        <w:rPr>
          <w:rStyle w:val="PageNumber"/>
          <w:b w:val="0"/>
          <w:sz w:val="20"/>
        </w:rPr>
        <w:t>created a domain name that violates its trademark. While fair use and other defen</w:t>
      </w:r>
      <w:r w:rsidR="005A157F">
        <w:rPr>
          <w:rStyle w:val="PageNumber"/>
          <w:b w:val="0"/>
          <w:sz w:val="20"/>
        </w:rPr>
        <w:t>c</w:t>
      </w:r>
      <w:r w:rsidR="00820215" w:rsidRPr="004B37AC">
        <w:rPr>
          <w:rStyle w:val="PageNumber"/>
          <w:b w:val="0"/>
          <w:sz w:val="20"/>
        </w:rPr>
        <w:t>es to such complaints may be available, intellectual property frameworks may inhibit cultural and artistic expression</w:t>
      </w:r>
      <w:r w:rsidR="00234A98">
        <w:rPr>
          <w:rStyle w:val="PageNumber"/>
          <w:b w:val="0"/>
          <w:sz w:val="20"/>
        </w:rPr>
        <w:t xml:space="preserve"> (</w:t>
      </w:r>
      <w:r w:rsidR="005A157F">
        <w:rPr>
          <w:rStyle w:val="PageNumber"/>
          <w:b w:val="0"/>
          <w:sz w:val="20"/>
        </w:rPr>
        <w:t xml:space="preserve">see </w:t>
      </w:r>
      <w:hyperlink r:id="rId34" w:history="1">
        <w:r w:rsidR="00234A98" w:rsidRPr="00234A98">
          <w:rPr>
            <w:rStyle w:val="Hyperlink"/>
          </w:rPr>
          <w:t>A/HRC/28/57</w:t>
        </w:r>
      </w:hyperlink>
      <w:r w:rsidR="00234A98">
        <w:t>)</w:t>
      </w:r>
      <w:r w:rsidR="00854DBC">
        <w:rPr>
          <w:rStyle w:val="PageNumber"/>
          <w:b w:val="0"/>
          <w:sz w:val="20"/>
        </w:rPr>
        <w:t>.</w:t>
      </w:r>
      <w:r w:rsidR="00820215" w:rsidRPr="004B37AC">
        <w:rPr>
          <w:rStyle w:val="PageNumber"/>
          <w:b w:val="0"/>
          <w:sz w:val="20"/>
        </w:rPr>
        <w:t xml:space="preserve"> </w:t>
      </w:r>
    </w:p>
    <w:p w14:paraId="4ADDE3AF" w14:textId="385B564C" w:rsidR="00820215" w:rsidRPr="004B37AC" w:rsidRDefault="00A05CEC" w:rsidP="00925EF6">
      <w:pPr>
        <w:pStyle w:val="SingleTxtG"/>
      </w:pPr>
      <w:r w:rsidRPr="004B37AC">
        <w:rPr>
          <w:rStyle w:val="PageNumber"/>
          <w:b w:val="0"/>
          <w:sz w:val="20"/>
        </w:rPr>
        <w:t>4</w:t>
      </w:r>
      <w:r w:rsidR="00E30607">
        <w:rPr>
          <w:rStyle w:val="PageNumber"/>
          <w:b w:val="0"/>
          <w:sz w:val="20"/>
        </w:rPr>
        <w:t>2</w:t>
      </w:r>
      <w:r w:rsidRPr="004B37AC">
        <w:rPr>
          <w:rStyle w:val="PageNumber"/>
          <w:b w:val="0"/>
          <w:sz w:val="20"/>
        </w:rPr>
        <w:t>.</w:t>
      </w:r>
      <w:r w:rsidRPr="004B37AC">
        <w:rPr>
          <w:rStyle w:val="PageNumber"/>
          <w:b w:val="0"/>
          <w:sz w:val="20"/>
        </w:rPr>
        <w:tab/>
      </w:r>
      <w:r w:rsidR="00234A98">
        <w:rPr>
          <w:rStyle w:val="PageNumber"/>
          <w:b w:val="0"/>
          <w:sz w:val="20"/>
        </w:rPr>
        <w:t>T</w:t>
      </w:r>
      <w:r w:rsidR="00820215" w:rsidRPr="004B37AC">
        <w:rPr>
          <w:rStyle w:val="PageNumber"/>
          <w:b w:val="0"/>
          <w:sz w:val="20"/>
        </w:rPr>
        <w:t>he European Court of Justice</w:t>
      </w:r>
      <w:r w:rsidR="00234A98">
        <w:rPr>
          <w:rStyle w:val="PageNumber"/>
          <w:b w:val="0"/>
          <w:sz w:val="20"/>
        </w:rPr>
        <w:t>,</w:t>
      </w:r>
      <w:r w:rsidR="00820215" w:rsidRPr="004B37AC">
        <w:rPr>
          <w:rStyle w:val="PageNumber"/>
          <w:b w:val="0"/>
          <w:sz w:val="20"/>
        </w:rPr>
        <w:t xml:space="preserve"> in </w:t>
      </w:r>
      <w:r w:rsidR="00820215" w:rsidRPr="004B37AC">
        <w:rPr>
          <w:rStyle w:val="PageNumber"/>
          <w:b w:val="0"/>
          <w:i/>
          <w:sz w:val="20"/>
          <w:lang w:val="pt-PT"/>
        </w:rPr>
        <w:t>Google Spain v. Mario Costeja Gonz</w:t>
      </w:r>
      <w:proofErr w:type="spellStart"/>
      <w:r w:rsidR="00820215" w:rsidRPr="004B37AC">
        <w:rPr>
          <w:rStyle w:val="PageNumber"/>
          <w:b w:val="0"/>
          <w:i/>
          <w:sz w:val="20"/>
        </w:rPr>
        <w:t>ález</w:t>
      </w:r>
      <w:proofErr w:type="spellEnd"/>
      <w:r w:rsidR="00820215" w:rsidRPr="004B37AC">
        <w:rPr>
          <w:rStyle w:val="PageNumber"/>
          <w:b w:val="0"/>
          <w:i/>
          <w:sz w:val="20"/>
        </w:rPr>
        <w:t>,</w:t>
      </w:r>
      <w:r w:rsidR="00820215" w:rsidRPr="004B37AC">
        <w:rPr>
          <w:rStyle w:val="PageNumber"/>
          <w:b w:val="0"/>
          <w:sz w:val="20"/>
        </w:rPr>
        <w:t xml:space="preserve"> </w:t>
      </w:r>
      <w:r w:rsidR="00234A98">
        <w:rPr>
          <w:rStyle w:val="PageNumber"/>
          <w:b w:val="0"/>
          <w:sz w:val="20"/>
        </w:rPr>
        <w:t xml:space="preserve">compelled Google </w:t>
      </w:r>
      <w:r w:rsidR="00820215" w:rsidRPr="004B37AC">
        <w:rPr>
          <w:rStyle w:val="PageNumber"/>
          <w:b w:val="0"/>
          <w:sz w:val="20"/>
        </w:rPr>
        <w:t xml:space="preserve">under the Data Protection Directive </w:t>
      </w:r>
      <w:r w:rsidR="00F415F6">
        <w:rPr>
          <w:rStyle w:val="PageNumber"/>
          <w:b w:val="0"/>
          <w:sz w:val="20"/>
        </w:rPr>
        <w:t xml:space="preserve">of the European Union </w:t>
      </w:r>
      <w:r w:rsidR="00820215" w:rsidRPr="004B37AC">
        <w:rPr>
          <w:rStyle w:val="PageNumber"/>
          <w:b w:val="0"/>
          <w:sz w:val="20"/>
        </w:rPr>
        <w:t xml:space="preserve">to delist search results based on web pages that identified González, even though the original publication of those pages was itself </w:t>
      </w:r>
      <w:r w:rsidR="00F2369D">
        <w:rPr>
          <w:rStyle w:val="PageNumber"/>
          <w:b w:val="0"/>
          <w:sz w:val="20"/>
        </w:rPr>
        <w:t>not subject to take</w:t>
      </w:r>
      <w:r w:rsidR="00234A98">
        <w:rPr>
          <w:rStyle w:val="PageNumber"/>
          <w:b w:val="0"/>
          <w:sz w:val="20"/>
        </w:rPr>
        <w:t>down</w:t>
      </w:r>
      <w:r w:rsidR="00820215" w:rsidRPr="004B37AC">
        <w:rPr>
          <w:rStyle w:val="PageNumber"/>
          <w:b w:val="0"/>
          <w:sz w:val="20"/>
        </w:rPr>
        <w:t>.</w:t>
      </w:r>
      <w:r w:rsidR="00820215" w:rsidRPr="004B37AC">
        <w:rPr>
          <w:rStyle w:val="FootnoteReference"/>
          <w:sz w:val="20"/>
        </w:rPr>
        <w:footnoteReference w:id="26"/>
      </w:r>
      <w:r w:rsidR="00820215" w:rsidRPr="004B37AC">
        <w:rPr>
          <w:rStyle w:val="PageNumber"/>
          <w:b w:val="0"/>
          <w:sz w:val="20"/>
        </w:rPr>
        <w:t xml:space="preserve"> The decision has found an active life outside the European context.</w:t>
      </w:r>
      <w:r w:rsidR="00820215" w:rsidRPr="004B37AC">
        <w:rPr>
          <w:rStyle w:val="FootnoteReference"/>
          <w:sz w:val="20"/>
        </w:rPr>
        <w:footnoteReference w:id="27"/>
      </w:r>
      <w:r w:rsidR="00820215" w:rsidRPr="004B37AC">
        <w:rPr>
          <w:rStyle w:val="PageNumber"/>
          <w:b w:val="0"/>
          <w:sz w:val="20"/>
        </w:rPr>
        <w:t xml:space="preserve"> The scope and implementation of this approach raise questions about the appropriate balance between the rights to privacy and protection of personal data on one hand, and the right to seek, receive and impart information containing such data on the other. </w:t>
      </w:r>
    </w:p>
    <w:p w14:paraId="3D747FC6" w14:textId="566ABEF9" w:rsidR="00820215" w:rsidRPr="004B37AC" w:rsidRDefault="00A05CEC" w:rsidP="00176C54">
      <w:pPr>
        <w:pStyle w:val="SingleTxtG"/>
      </w:pPr>
      <w:r w:rsidRPr="004B37AC">
        <w:rPr>
          <w:color w:val="000000"/>
        </w:rPr>
        <w:t>4</w:t>
      </w:r>
      <w:r w:rsidR="00E30607">
        <w:rPr>
          <w:color w:val="000000"/>
        </w:rPr>
        <w:t>3</w:t>
      </w:r>
      <w:r w:rsidRPr="004B37AC">
        <w:rPr>
          <w:color w:val="000000"/>
        </w:rPr>
        <w:t>.</w:t>
      </w:r>
      <w:r w:rsidRPr="004B37AC">
        <w:rPr>
          <w:color w:val="000000"/>
        </w:rPr>
        <w:tab/>
      </w:r>
      <w:r w:rsidR="00820215" w:rsidRPr="004B37AC">
        <w:rPr>
          <w:color w:val="000000"/>
        </w:rPr>
        <w:t xml:space="preserve">Intermediaries are increasingly required to </w:t>
      </w:r>
      <w:r w:rsidR="00820215" w:rsidRPr="004B37AC">
        <w:rPr>
          <w:rStyle w:val="PageNumber"/>
          <w:b w:val="0"/>
          <w:color w:val="000000"/>
          <w:sz w:val="20"/>
        </w:rPr>
        <w:t xml:space="preserve">assess the validity of State requests and private complaints against general legal criteria, and remove or delink such content based on such assessments. For example, </w:t>
      </w:r>
      <w:r w:rsidR="00F415F6">
        <w:rPr>
          <w:rStyle w:val="PageNumber"/>
          <w:b w:val="0"/>
          <w:color w:val="000000"/>
          <w:sz w:val="20"/>
        </w:rPr>
        <w:t xml:space="preserve">the </w:t>
      </w:r>
      <w:r w:rsidR="00820215" w:rsidRPr="004B37AC">
        <w:rPr>
          <w:rStyle w:val="PageNumber"/>
          <w:b w:val="0"/>
          <w:color w:val="000000"/>
          <w:sz w:val="20"/>
        </w:rPr>
        <w:t>Cybercrime Act</w:t>
      </w:r>
      <w:r w:rsidR="00F415F6">
        <w:rPr>
          <w:rStyle w:val="PageNumber"/>
          <w:b w:val="0"/>
          <w:color w:val="000000"/>
          <w:sz w:val="20"/>
        </w:rPr>
        <w:t>,</w:t>
      </w:r>
      <w:r w:rsidR="00820215" w:rsidRPr="004B37AC">
        <w:rPr>
          <w:rStyle w:val="PageNumber"/>
          <w:b w:val="0"/>
          <w:color w:val="000000"/>
          <w:sz w:val="20"/>
        </w:rPr>
        <w:t xml:space="preserve"> 2015 </w:t>
      </w:r>
      <w:r w:rsidR="00F415F6">
        <w:rPr>
          <w:rStyle w:val="PageNumber"/>
          <w:b w:val="0"/>
          <w:color w:val="000000"/>
          <w:sz w:val="20"/>
        </w:rPr>
        <w:t xml:space="preserve">of the United Republic of Tanzania </w:t>
      </w:r>
      <w:r w:rsidR="00820215" w:rsidRPr="004B37AC">
        <w:rPr>
          <w:rStyle w:val="PageNumber"/>
          <w:b w:val="0"/>
          <w:color w:val="000000"/>
          <w:sz w:val="20"/>
        </w:rPr>
        <w:t xml:space="preserve">only exempts hyperlink providers from liability for information linked provided that they </w:t>
      </w:r>
      <w:r w:rsidR="001365FA">
        <w:rPr>
          <w:rStyle w:val="PageNumber"/>
          <w:b w:val="0"/>
          <w:color w:val="000000"/>
          <w:sz w:val="20"/>
        </w:rPr>
        <w:t>“</w:t>
      </w:r>
      <w:r w:rsidR="00820215" w:rsidRPr="00DF1574">
        <w:t xml:space="preserve">immediately </w:t>
      </w:r>
      <w:r w:rsidR="00820215" w:rsidRPr="004B37AC">
        <w:t>remove</w:t>
      </w:r>
      <w:r w:rsidR="001365FA">
        <w:t>[ ]</w:t>
      </w:r>
      <w:r w:rsidR="00820215" w:rsidRPr="004B37AC">
        <w:t xml:space="preserve"> or disable</w:t>
      </w:r>
      <w:r w:rsidR="001365FA">
        <w:t>[ ]</w:t>
      </w:r>
      <w:r w:rsidR="00820215" w:rsidRPr="004B37AC">
        <w:t xml:space="preserve"> access to the information after receiving an order to do so from the relevant authority</w:t>
      </w:r>
      <w:r w:rsidR="001365FA">
        <w:t>”</w:t>
      </w:r>
      <w:r w:rsidR="00820215" w:rsidRPr="004B37AC">
        <w:t>.</w:t>
      </w:r>
      <w:r w:rsidR="00820215" w:rsidRPr="004B37AC">
        <w:rPr>
          <w:rStyle w:val="FootnoteReference"/>
          <w:color w:val="000000"/>
          <w:sz w:val="20"/>
        </w:rPr>
        <w:footnoteReference w:id="28"/>
      </w:r>
      <w:r w:rsidR="00820215" w:rsidRPr="004B37AC">
        <w:t xml:space="preserve"> </w:t>
      </w:r>
      <w:proofErr w:type="gramStart"/>
      <w:r w:rsidR="00820215" w:rsidRPr="004B37AC">
        <w:t>In the context of copyright,</w:t>
      </w:r>
      <w:r w:rsidR="00820215" w:rsidRPr="004B37AC">
        <w:rPr>
          <w:rStyle w:val="PageNumber"/>
          <w:b w:val="0"/>
          <w:color w:val="000000"/>
          <w:sz w:val="20"/>
        </w:rPr>
        <w:t xml:space="preserve"> the Digital Millennium Copyright Act </w:t>
      </w:r>
      <w:r w:rsidR="002B76D5">
        <w:rPr>
          <w:rStyle w:val="PageNumber"/>
          <w:b w:val="0"/>
          <w:color w:val="000000"/>
          <w:sz w:val="20"/>
        </w:rPr>
        <w:t>of the United States of America</w:t>
      </w:r>
      <w:r w:rsidR="00820215" w:rsidRPr="004B37AC">
        <w:rPr>
          <w:rStyle w:val="PageNumber"/>
          <w:b w:val="0"/>
          <w:color w:val="000000"/>
          <w:sz w:val="20"/>
        </w:rPr>
        <w:t xml:space="preserve"> exempts providers of </w:t>
      </w:r>
      <w:r w:rsidR="001365FA">
        <w:rPr>
          <w:rStyle w:val="PageNumber"/>
          <w:b w:val="0"/>
          <w:color w:val="000000"/>
          <w:sz w:val="20"/>
        </w:rPr>
        <w:t>“</w:t>
      </w:r>
      <w:r w:rsidR="00820215" w:rsidRPr="004B37AC">
        <w:rPr>
          <w:rStyle w:val="PageNumber"/>
          <w:b w:val="0"/>
          <w:color w:val="000000"/>
          <w:sz w:val="20"/>
        </w:rPr>
        <w:t>online services and network access</w:t>
      </w:r>
      <w:r w:rsidR="001365FA">
        <w:rPr>
          <w:rStyle w:val="PageNumber"/>
          <w:b w:val="0"/>
          <w:color w:val="000000"/>
          <w:sz w:val="20"/>
        </w:rPr>
        <w:t>”</w:t>
      </w:r>
      <w:r w:rsidR="00820215" w:rsidRPr="004B37AC">
        <w:rPr>
          <w:rStyle w:val="PageNumber"/>
          <w:b w:val="0"/>
          <w:color w:val="000000"/>
          <w:sz w:val="20"/>
        </w:rPr>
        <w:t xml:space="preserve"> from liability for third party content only if they respond </w:t>
      </w:r>
      <w:r w:rsidR="001365FA">
        <w:rPr>
          <w:rStyle w:val="PageNumber"/>
          <w:b w:val="0"/>
          <w:color w:val="000000"/>
          <w:sz w:val="20"/>
        </w:rPr>
        <w:t>“</w:t>
      </w:r>
      <w:r w:rsidR="00820215" w:rsidRPr="00DF1574">
        <w:rPr>
          <w:rStyle w:val="PageNumber"/>
          <w:b w:val="0"/>
          <w:color w:val="000000"/>
          <w:sz w:val="20"/>
        </w:rPr>
        <w:t xml:space="preserve">expeditiously </w:t>
      </w:r>
      <w:r w:rsidR="00820215" w:rsidRPr="004B37AC">
        <w:rPr>
          <w:rStyle w:val="PageNumber"/>
          <w:b w:val="0"/>
          <w:color w:val="000000"/>
          <w:sz w:val="20"/>
        </w:rPr>
        <w:t>to remove, or disable access to the material that is claimed to be infringing or to be the subject of infringing activity</w:t>
      </w:r>
      <w:r w:rsidR="001365FA">
        <w:rPr>
          <w:rStyle w:val="PageNumber"/>
          <w:b w:val="0"/>
          <w:color w:val="000000"/>
          <w:sz w:val="20"/>
        </w:rPr>
        <w:t>”</w:t>
      </w:r>
      <w:r w:rsidR="00820215" w:rsidRPr="004B37AC">
        <w:rPr>
          <w:rStyle w:val="PageNumber"/>
          <w:b w:val="0"/>
          <w:color w:val="000000"/>
          <w:sz w:val="20"/>
        </w:rPr>
        <w:t xml:space="preserve"> </w:t>
      </w:r>
      <w:r w:rsidR="00820215" w:rsidRPr="004B37AC">
        <w:rPr>
          <w:rStyle w:val="PageNumber"/>
          <w:b w:val="0"/>
          <w:color w:val="000000"/>
          <w:sz w:val="20"/>
          <w:u w:color="000000"/>
        </w:rPr>
        <w:t>upon notice of such infringement.</w:t>
      </w:r>
      <w:r w:rsidR="00820215" w:rsidRPr="004B37AC">
        <w:rPr>
          <w:rStyle w:val="FootnoteReference"/>
          <w:color w:val="000000"/>
          <w:sz w:val="20"/>
          <w:u w:color="000000"/>
        </w:rPr>
        <w:footnoteReference w:id="29"/>
      </w:r>
      <w:proofErr w:type="gramEnd"/>
      <w:r w:rsidR="00F2369D">
        <w:rPr>
          <w:rStyle w:val="PageNumber"/>
          <w:b w:val="0"/>
          <w:color w:val="000000"/>
          <w:sz w:val="20"/>
          <w:u w:color="000000"/>
        </w:rPr>
        <w:t xml:space="preserve"> </w:t>
      </w:r>
      <w:r w:rsidR="00820215" w:rsidRPr="004B37AC">
        <w:rPr>
          <w:rStyle w:val="PageNumber"/>
          <w:b w:val="0"/>
          <w:color w:val="000000"/>
          <w:sz w:val="20"/>
        </w:rPr>
        <w:t xml:space="preserve">These notice and takedown frameworks </w:t>
      </w:r>
      <w:proofErr w:type="gramStart"/>
      <w:r w:rsidR="00820215" w:rsidRPr="004B37AC">
        <w:rPr>
          <w:rStyle w:val="PageNumber"/>
          <w:b w:val="0"/>
          <w:color w:val="000000"/>
          <w:sz w:val="20"/>
        </w:rPr>
        <w:t>have been criticized</w:t>
      </w:r>
      <w:proofErr w:type="gramEnd"/>
      <w:r w:rsidR="00820215" w:rsidRPr="004B37AC">
        <w:rPr>
          <w:rStyle w:val="PageNumber"/>
          <w:b w:val="0"/>
          <w:color w:val="000000"/>
          <w:sz w:val="20"/>
        </w:rPr>
        <w:t xml:space="preserve"> for incentivizing questionable claims and for failing to provide adequate protection for the intermediaries that seek to apply fair and human rights-sensitive standards to content regulation. </w:t>
      </w:r>
    </w:p>
    <w:p w14:paraId="3956A88B" w14:textId="1A21289F" w:rsidR="00820215" w:rsidRPr="004B37AC" w:rsidRDefault="00A05CEC">
      <w:pPr>
        <w:pStyle w:val="SingleTxtG"/>
        <w:rPr>
          <w:color w:val="000000" w:themeColor="text1"/>
        </w:rPr>
      </w:pPr>
      <w:r>
        <w:t>4</w:t>
      </w:r>
      <w:r w:rsidR="00E30607">
        <w:t>4</w:t>
      </w:r>
      <w:r>
        <w:t>.</w:t>
      </w:r>
      <w:r>
        <w:tab/>
      </w:r>
      <w:r w:rsidR="00820215" w:rsidRPr="00A05CEC">
        <w:t>Another major concern is that private intermediaries are typically ill</w:t>
      </w:r>
      <w:r w:rsidR="00EB1D6F">
        <w:t xml:space="preserve"> </w:t>
      </w:r>
      <w:r w:rsidR="00820215" w:rsidRPr="00A05CEC">
        <w:t xml:space="preserve">equipped to make determinations of content illegality. The Inter-American Commission on Human Rights has observed that private actors </w:t>
      </w:r>
      <w:r w:rsidR="001365FA">
        <w:t>“</w:t>
      </w:r>
      <w:r w:rsidR="00820215" w:rsidRPr="00A05CEC">
        <w:t xml:space="preserve">lack the ability to weigh rights and </w:t>
      </w:r>
      <w:r w:rsidR="00820215" w:rsidRPr="00EC43D6">
        <w:t>to interpret the law in accordance with freedom of speech and other human rights standards</w:t>
      </w:r>
      <w:r w:rsidR="001365FA">
        <w:t>”</w:t>
      </w:r>
      <w:r w:rsidR="00820215" w:rsidRPr="00EC43D6">
        <w:t>.</w:t>
      </w:r>
      <w:r w:rsidR="00820215" w:rsidRPr="00EC43D6">
        <w:rPr>
          <w:rStyle w:val="FootnoteReference"/>
          <w:sz w:val="20"/>
        </w:rPr>
        <w:footnoteReference w:id="30"/>
      </w:r>
      <w:r w:rsidR="00820215" w:rsidRPr="00A05CEC">
        <w:t xml:space="preserve"> This may be due to resource constraints, lack of oversight and accountability, or potential conflicts of interest.</w:t>
      </w:r>
      <w:r w:rsidR="00820215" w:rsidRPr="00A05CEC">
        <w:rPr>
          <w:color w:val="000000" w:themeColor="text1"/>
        </w:rPr>
        <w:t xml:space="preserve"> In the face of potential liability, companies may be prone to self-</w:t>
      </w:r>
      <w:r w:rsidR="00F2369D">
        <w:rPr>
          <w:color w:val="000000" w:themeColor="text1"/>
        </w:rPr>
        <w:t xml:space="preserve"> </w:t>
      </w:r>
      <w:r w:rsidR="00F2369D" w:rsidRPr="00A05CEC">
        <w:rPr>
          <w:color w:val="000000" w:themeColor="text1"/>
        </w:rPr>
        <w:t>or over-</w:t>
      </w:r>
      <w:r w:rsidR="00077C33">
        <w:rPr>
          <w:color w:val="000000" w:themeColor="text1"/>
        </w:rPr>
        <w:t>censor</w:t>
      </w:r>
      <w:r w:rsidR="00EB1D6F">
        <w:rPr>
          <w:color w:val="000000" w:themeColor="text1"/>
        </w:rPr>
        <w:t>ship</w:t>
      </w:r>
      <w:r w:rsidR="00077C33">
        <w:rPr>
          <w:color w:val="000000" w:themeColor="text1"/>
        </w:rPr>
        <w:t>.</w:t>
      </w:r>
    </w:p>
    <w:p w14:paraId="4C8CBFA0" w14:textId="02641E81" w:rsidR="00D76237" w:rsidRDefault="004B37AC" w:rsidP="00E30607">
      <w:pPr>
        <w:pStyle w:val="H4G"/>
        <w:rPr>
          <w:rStyle w:val="PageNumber"/>
          <w:b w:val="0"/>
          <w:sz w:val="20"/>
        </w:rPr>
      </w:pPr>
      <w:r>
        <w:rPr>
          <w:rStyle w:val="PageNumber"/>
          <w:b w:val="0"/>
          <w:sz w:val="20"/>
        </w:rPr>
        <w:tab/>
      </w:r>
      <w:r>
        <w:rPr>
          <w:rStyle w:val="PageNumber"/>
          <w:b w:val="0"/>
          <w:sz w:val="20"/>
        </w:rPr>
        <w:tab/>
      </w:r>
      <w:proofErr w:type="spellStart"/>
      <w:r w:rsidR="00820215" w:rsidRPr="006D06AC">
        <w:rPr>
          <w:rStyle w:val="PageNumber"/>
          <w:b w:val="0"/>
          <w:sz w:val="20"/>
        </w:rPr>
        <w:t>Extralegal</w:t>
      </w:r>
      <w:proofErr w:type="spellEnd"/>
      <w:r w:rsidR="00820215" w:rsidRPr="006D06AC">
        <w:rPr>
          <w:rStyle w:val="PageNumber"/>
          <w:b w:val="0"/>
          <w:sz w:val="20"/>
        </w:rPr>
        <w:t xml:space="preserve"> restrictions </w:t>
      </w:r>
    </w:p>
    <w:p w14:paraId="4EA042E1" w14:textId="746BD6F1" w:rsidR="00D76237" w:rsidRDefault="00D76237">
      <w:pPr>
        <w:pStyle w:val="SingleTxtG"/>
        <w:rPr>
          <w:rStyle w:val="PageNumber"/>
          <w:b w:val="0"/>
          <w:sz w:val="20"/>
        </w:rPr>
      </w:pPr>
      <w:r>
        <w:rPr>
          <w:rStyle w:val="PageNumber"/>
          <w:b w:val="0"/>
          <w:sz w:val="20"/>
        </w:rPr>
        <w:t>4</w:t>
      </w:r>
      <w:r w:rsidR="00E30607">
        <w:rPr>
          <w:rStyle w:val="PageNumber"/>
          <w:b w:val="0"/>
          <w:sz w:val="20"/>
        </w:rPr>
        <w:t>5</w:t>
      </w:r>
      <w:r>
        <w:rPr>
          <w:rStyle w:val="PageNumber"/>
          <w:b w:val="0"/>
          <w:sz w:val="20"/>
        </w:rPr>
        <w:t>.</w:t>
      </w:r>
      <w:r>
        <w:rPr>
          <w:rStyle w:val="PageNumber"/>
          <w:b w:val="0"/>
          <w:sz w:val="20"/>
        </w:rPr>
        <w:tab/>
      </w:r>
      <w:r w:rsidRPr="006D06AC">
        <w:rPr>
          <w:rStyle w:val="PageNumber"/>
          <w:b w:val="0"/>
          <w:sz w:val="20"/>
        </w:rPr>
        <w:t xml:space="preserve">States also seek to restrict digital content outside the law. </w:t>
      </w:r>
      <w:r>
        <w:rPr>
          <w:color w:val="000000" w:themeColor="text1"/>
        </w:rPr>
        <w:t>S</w:t>
      </w:r>
      <w:r w:rsidRPr="00A05CEC">
        <w:rPr>
          <w:color w:val="000000" w:themeColor="text1"/>
        </w:rPr>
        <w:t xml:space="preserve">ome </w:t>
      </w:r>
      <w:r w:rsidR="00EB1D6F">
        <w:rPr>
          <w:color w:val="000000" w:themeColor="text1"/>
        </w:rPr>
        <w:t>S</w:t>
      </w:r>
      <w:r w:rsidRPr="00A05CEC">
        <w:rPr>
          <w:color w:val="000000" w:themeColor="text1"/>
        </w:rPr>
        <w:t>tates have pushed for social media companies and other hosts of user-generated content to monitor and take down content</w:t>
      </w:r>
      <w:r>
        <w:rPr>
          <w:color w:val="000000" w:themeColor="text1"/>
        </w:rPr>
        <w:t xml:space="preserve"> on their own initiative</w:t>
      </w:r>
      <w:r w:rsidRPr="00A05CEC">
        <w:rPr>
          <w:color w:val="000000" w:themeColor="text1"/>
        </w:rPr>
        <w:t xml:space="preserve">, rather than wait for </w:t>
      </w:r>
      <w:r>
        <w:rPr>
          <w:color w:val="000000" w:themeColor="text1"/>
        </w:rPr>
        <w:t>law-based</w:t>
      </w:r>
      <w:r w:rsidRPr="00A05CEC">
        <w:rPr>
          <w:color w:val="000000" w:themeColor="text1"/>
        </w:rPr>
        <w:t xml:space="preserve"> </w:t>
      </w:r>
      <w:r w:rsidRPr="004B37AC">
        <w:rPr>
          <w:color w:val="000000" w:themeColor="text1"/>
        </w:rPr>
        <w:t xml:space="preserve">requests from the </w:t>
      </w:r>
      <w:r w:rsidR="00EB1D6F">
        <w:rPr>
          <w:color w:val="000000" w:themeColor="text1"/>
        </w:rPr>
        <w:t>G</w:t>
      </w:r>
      <w:r w:rsidRPr="004B37AC">
        <w:rPr>
          <w:color w:val="000000" w:themeColor="text1"/>
        </w:rPr>
        <w:t>overnment.</w:t>
      </w:r>
      <w:r>
        <w:rPr>
          <w:color w:val="000000" w:themeColor="text1"/>
        </w:rPr>
        <w:t xml:space="preserve"> Government officials have also attempted to persuade companies to adopt “counter-speech” initiatives through public forums, campaigns and in private discussions. </w:t>
      </w:r>
      <w:r w:rsidR="00835841">
        <w:rPr>
          <w:rStyle w:val="PageNumber"/>
          <w:b w:val="0"/>
          <w:color w:val="000000" w:themeColor="text1"/>
          <w:sz w:val="20"/>
        </w:rPr>
        <w:lastRenderedPageBreak/>
        <w:t>G</w:t>
      </w:r>
      <w:r w:rsidR="00176C54">
        <w:rPr>
          <w:rStyle w:val="PageNumber"/>
          <w:b w:val="0"/>
          <w:color w:val="000000" w:themeColor="text1"/>
          <w:sz w:val="20"/>
        </w:rPr>
        <w:t>overnments</w:t>
      </w:r>
      <w:r w:rsidR="00176C54" w:rsidRPr="006D06AC">
        <w:rPr>
          <w:rStyle w:val="PageNumber"/>
          <w:b w:val="0"/>
          <w:color w:val="000000" w:themeColor="text1"/>
          <w:sz w:val="20"/>
        </w:rPr>
        <w:t xml:space="preserve"> </w:t>
      </w:r>
      <w:r w:rsidR="00EB1D6F">
        <w:rPr>
          <w:rStyle w:val="PageNumber"/>
          <w:b w:val="0"/>
          <w:color w:val="000000" w:themeColor="text1"/>
          <w:sz w:val="20"/>
        </w:rPr>
        <w:t xml:space="preserve">are </w:t>
      </w:r>
      <w:r w:rsidR="00835841">
        <w:rPr>
          <w:rStyle w:val="PageNumber"/>
          <w:b w:val="0"/>
          <w:color w:val="000000" w:themeColor="text1"/>
          <w:sz w:val="20"/>
        </w:rPr>
        <w:t>also increasingly</w:t>
      </w:r>
      <w:r w:rsidR="00176C54" w:rsidRPr="006D06AC">
        <w:rPr>
          <w:rStyle w:val="PageNumber"/>
          <w:b w:val="0"/>
          <w:color w:val="000000" w:themeColor="text1"/>
          <w:sz w:val="20"/>
        </w:rPr>
        <w:t xml:space="preserve"> flag</w:t>
      </w:r>
      <w:r w:rsidR="00835841">
        <w:rPr>
          <w:rStyle w:val="PageNumber"/>
          <w:b w:val="0"/>
          <w:color w:val="000000" w:themeColor="text1"/>
          <w:sz w:val="20"/>
        </w:rPr>
        <w:t>ging</w:t>
      </w:r>
      <w:r w:rsidR="00176C54" w:rsidRPr="006D06AC">
        <w:rPr>
          <w:rStyle w:val="PageNumber"/>
          <w:b w:val="0"/>
          <w:color w:val="000000" w:themeColor="text1"/>
          <w:sz w:val="20"/>
        </w:rPr>
        <w:t xml:space="preserve"> content on social media as inappropriate under a platform’s </w:t>
      </w:r>
      <w:r w:rsidR="00EB1D6F">
        <w:rPr>
          <w:rStyle w:val="PageNumber"/>
          <w:b w:val="0"/>
          <w:color w:val="000000" w:themeColor="text1"/>
          <w:sz w:val="20"/>
        </w:rPr>
        <w:t>t</w:t>
      </w:r>
      <w:r w:rsidR="00176C54" w:rsidRPr="006D06AC">
        <w:rPr>
          <w:rStyle w:val="PageNumber"/>
          <w:b w:val="0"/>
          <w:color w:val="000000" w:themeColor="text1"/>
          <w:sz w:val="20"/>
        </w:rPr>
        <w:t xml:space="preserve">erms </w:t>
      </w:r>
      <w:r w:rsidR="00EB1D6F">
        <w:rPr>
          <w:rStyle w:val="PageNumber"/>
          <w:b w:val="0"/>
          <w:color w:val="000000" w:themeColor="text1"/>
          <w:sz w:val="20"/>
        </w:rPr>
        <w:t>o</w:t>
      </w:r>
      <w:r w:rsidR="00176C54" w:rsidRPr="006D06AC">
        <w:rPr>
          <w:rStyle w:val="PageNumber"/>
          <w:b w:val="0"/>
          <w:color w:val="000000" w:themeColor="text1"/>
          <w:sz w:val="20"/>
        </w:rPr>
        <w:t xml:space="preserve">f </w:t>
      </w:r>
      <w:r w:rsidR="00EB1D6F">
        <w:rPr>
          <w:rStyle w:val="PageNumber"/>
          <w:b w:val="0"/>
          <w:color w:val="000000" w:themeColor="text1"/>
          <w:sz w:val="20"/>
        </w:rPr>
        <w:t>s</w:t>
      </w:r>
      <w:r w:rsidR="00176C54">
        <w:rPr>
          <w:rStyle w:val="PageNumber"/>
          <w:b w:val="0"/>
          <w:color w:val="000000" w:themeColor="text1"/>
          <w:sz w:val="20"/>
        </w:rPr>
        <w:t>ervice</w:t>
      </w:r>
      <w:r w:rsidR="00176C54" w:rsidRPr="006D06AC">
        <w:rPr>
          <w:rStyle w:val="PageNumber"/>
          <w:b w:val="0"/>
          <w:color w:val="000000" w:themeColor="text1"/>
          <w:sz w:val="20"/>
        </w:rPr>
        <w:t xml:space="preserve">, in order to prompt the company to remove the content or deactivate an account.  </w:t>
      </w:r>
    </w:p>
    <w:p w14:paraId="75327ED6" w14:textId="2C4D5D0A" w:rsidR="00C3631C" w:rsidRPr="00E30607" w:rsidRDefault="00C3631C" w:rsidP="00E30607">
      <w:pPr>
        <w:pStyle w:val="SingleTxtG"/>
        <w:ind w:left="567" w:firstLine="567"/>
        <w:rPr>
          <w:i/>
        </w:rPr>
      </w:pPr>
      <w:r>
        <w:rPr>
          <w:i/>
        </w:rPr>
        <w:t xml:space="preserve">Filtering </w:t>
      </w:r>
    </w:p>
    <w:p w14:paraId="2D38D46D" w14:textId="383625EF" w:rsidR="00820215" w:rsidRPr="006D06AC" w:rsidRDefault="00A05CEC" w:rsidP="00925EF6">
      <w:pPr>
        <w:pStyle w:val="SingleTxtG"/>
      </w:pPr>
      <w:r w:rsidRPr="006D06AC">
        <w:rPr>
          <w:rStyle w:val="PageNumber"/>
          <w:b w:val="0"/>
          <w:sz w:val="20"/>
        </w:rPr>
        <w:t>4</w:t>
      </w:r>
      <w:r w:rsidR="00E30607">
        <w:rPr>
          <w:rStyle w:val="PageNumber"/>
          <w:b w:val="0"/>
          <w:sz w:val="20"/>
        </w:rPr>
        <w:t>6</w:t>
      </w:r>
      <w:r w:rsidRPr="006D06AC">
        <w:rPr>
          <w:rStyle w:val="PageNumber"/>
          <w:b w:val="0"/>
          <w:sz w:val="20"/>
        </w:rPr>
        <w:t>.</w:t>
      </w:r>
      <w:r w:rsidRPr="006D06AC">
        <w:rPr>
          <w:rStyle w:val="PageNumber"/>
          <w:b w:val="0"/>
          <w:sz w:val="20"/>
        </w:rPr>
        <w:tab/>
      </w:r>
      <w:r w:rsidR="00820215" w:rsidRPr="006D06AC">
        <w:t xml:space="preserve">States </w:t>
      </w:r>
      <w:r w:rsidR="009E1E37">
        <w:t>often</w:t>
      </w:r>
      <w:r w:rsidR="009E1E37" w:rsidRPr="006D06AC">
        <w:t xml:space="preserve"> </w:t>
      </w:r>
      <w:r w:rsidR="00820215" w:rsidRPr="006D06AC">
        <w:t>block and filter content with the assistance of the private sector. I</w:t>
      </w:r>
      <w:r w:rsidR="00450FF0">
        <w:t>nternet service provider</w:t>
      </w:r>
      <w:r w:rsidR="00820215" w:rsidRPr="006D06AC">
        <w:t>s may block access to specific keywords, web pages or entire websites. On platforms that host content, the type of filtering technique depends on the nature of the platform and the content in question. Domain name registrars may refuse to register those that match a government blacklist; social media companies may remove postings or suspend accounts; search engines may take down search results that link to illegal content.</w:t>
      </w:r>
      <w:r w:rsidR="00820215" w:rsidRPr="006D06AC">
        <w:rPr>
          <w:color w:val="000000" w:themeColor="text1"/>
        </w:rPr>
        <w:t xml:space="preserve"> The method of restriction required by </w:t>
      </w:r>
      <w:r w:rsidR="00EB1D6F">
        <w:rPr>
          <w:color w:val="000000" w:themeColor="text1"/>
        </w:rPr>
        <w:t>G</w:t>
      </w:r>
      <w:r w:rsidR="00820215" w:rsidRPr="006D06AC">
        <w:rPr>
          <w:color w:val="000000" w:themeColor="text1"/>
        </w:rPr>
        <w:t xml:space="preserve">overnments or employed by companies can raise </w:t>
      </w:r>
      <w:r w:rsidR="003D7187" w:rsidRPr="006D06AC">
        <w:rPr>
          <w:color w:val="000000" w:themeColor="text1"/>
        </w:rPr>
        <w:t xml:space="preserve">both necessity and </w:t>
      </w:r>
      <w:r w:rsidR="00820215" w:rsidRPr="006D06AC">
        <w:rPr>
          <w:color w:val="000000" w:themeColor="text1"/>
        </w:rPr>
        <w:t>proportionality concerns, depending on the</w:t>
      </w:r>
      <w:r w:rsidR="003D7187" w:rsidRPr="006D06AC">
        <w:rPr>
          <w:color w:val="000000" w:themeColor="text1"/>
        </w:rPr>
        <w:t xml:space="preserve"> validity of the rationale cited for the r</w:t>
      </w:r>
      <w:r w:rsidR="0014786A" w:rsidRPr="006D06AC">
        <w:rPr>
          <w:color w:val="000000" w:themeColor="text1"/>
        </w:rPr>
        <w:t>emoval</w:t>
      </w:r>
      <w:r w:rsidR="003D7187" w:rsidRPr="006D06AC">
        <w:rPr>
          <w:color w:val="000000" w:themeColor="text1"/>
        </w:rPr>
        <w:t xml:space="preserve"> and the</w:t>
      </w:r>
      <w:r w:rsidR="00820215" w:rsidRPr="006D06AC">
        <w:rPr>
          <w:color w:val="000000" w:themeColor="text1"/>
        </w:rPr>
        <w:t xml:space="preserve"> risk of removal of legal or protected expression.  </w:t>
      </w:r>
    </w:p>
    <w:p w14:paraId="783A16A9" w14:textId="34EEE0BB" w:rsidR="00820215" w:rsidRDefault="00A05CEC" w:rsidP="00925EF6">
      <w:pPr>
        <w:pStyle w:val="SingleTxtG"/>
      </w:pPr>
      <w:r w:rsidRPr="006D06AC">
        <w:t>4</w:t>
      </w:r>
      <w:r w:rsidR="00E30607">
        <w:t>7</w:t>
      </w:r>
      <w:r w:rsidRPr="006D06AC">
        <w:t>.</w:t>
      </w:r>
      <w:r w:rsidRPr="006D06AC">
        <w:tab/>
      </w:r>
      <w:r w:rsidR="00820215" w:rsidRPr="006D06AC">
        <w:t xml:space="preserve">Ambiguities in </w:t>
      </w:r>
      <w:r w:rsidR="00EB1D6F">
        <w:t>S</w:t>
      </w:r>
      <w:r w:rsidR="00820215" w:rsidRPr="006D06AC">
        <w:t xml:space="preserve">tate regulation coupled with onerous intermediary liability obligations </w:t>
      </w:r>
      <w:r w:rsidR="009E1E37">
        <w:t>could</w:t>
      </w:r>
      <w:r w:rsidR="009E1E37" w:rsidRPr="006D06AC">
        <w:t xml:space="preserve"> </w:t>
      </w:r>
      <w:r w:rsidR="00820215" w:rsidRPr="006D06AC">
        <w:t xml:space="preserve">result in excessive filtering. </w:t>
      </w:r>
      <w:r w:rsidR="00EB1D6F">
        <w:t>E</w:t>
      </w:r>
      <w:r w:rsidR="00820215" w:rsidRPr="006D06AC">
        <w:t xml:space="preserve">ven if content regulations </w:t>
      </w:r>
      <w:proofErr w:type="spellStart"/>
      <w:r w:rsidR="00820215" w:rsidRPr="006D06AC">
        <w:t>werevalidly</w:t>
      </w:r>
      <w:proofErr w:type="spellEnd"/>
      <w:r w:rsidR="00820215" w:rsidRPr="006D06AC">
        <w:t xml:space="preserve"> enacted and enforced, users may still experience </w:t>
      </w:r>
      <w:r w:rsidR="006D476B">
        <w:t>unnecessary</w:t>
      </w:r>
      <w:r w:rsidR="006D476B" w:rsidRPr="006D06AC">
        <w:t xml:space="preserve"> </w:t>
      </w:r>
      <w:r w:rsidR="006D476B">
        <w:t xml:space="preserve">access </w:t>
      </w:r>
      <w:r w:rsidR="00820215" w:rsidRPr="006D06AC">
        <w:t xml:space="preserve">restrictions. For example, content filtering in one jurisdiction may affect the digital expression of users in other jurisdictions. While companies may configure filters to apply only to a particular jurisdiction or region, there have been instances where they </w:t>
      </w:r>
      <w:proofErr w:type="gramStart"/>
      <w:r w:rsidR="00820215" w:rsidRPr="006D06AC">
        <w:t>were nevertheless passed on</w:t>
      </w:r>
      <w:proofErr w:type="gramEnd"/>
      <w:r w:rsidR="00820215" w:rsidRPr="006D06AC">
        <w:t xml:space="preserve"> to other networks or areas of the platform. For instance, in 2013 </w:t>
      </w:r>
      <w:r w:rsidR="00EB1D6F">
        <w:t>S</w:t>
      </w:r>
      <w:r w:rsidR="00820215" w:rsidRPr="006D06AC">
        <w:t xml:space="preserve">tate-mandated filtering carried out by Airtel India led to restrictions on the same content on several networks in Oman belonging to its partner, </w:t>
      </w:r>
      <w:proofErr w:type="spellStart"/>
      <w:r w:rsidR="00820215" w:rsidRPr="006D06AC">
        <w:t>Omantel</w:t>
      </w:r>
      <w:proofErr w:type="spellEnd"/>
      <w:r w:rsidR="00820215" w:rsidRPr="006D06AC">
        <w:t>.</w:t>
      </w:r>
      <w:r w:rsidR="00820215" w:rsidRPr="006D06AC">
        <w:rPr>
          <w:rStyle w:val="FootnoteReference"/>
          <w:sz w:val="20"/>
        </w:rPr>
        <w:footnoteReference w:id="31"/>
      </w:r>
      <w:r w:rsidR="00820215" w:rsidRPr="006D06AC">
        <w:t xml:space="preserve"> </w:t>
      </w:r>
    </w:p>
    <w:p w14:paraId="67845305" w14:textId="6F4E1463" w:rsidR="004477AC" w:rsidRPr="00E30607" w:rsidRDefault="00FA05F9" w:rsidP="00F512B1">
      <w:pPr>
        <w:pStyle w:val="SingleTxtG"/>
        <w:rPr>
          <w:i/>
        </w:rPr>
      </w:pPr>
      <w:r>
        <w:rPr>
          <w:i/>
        </w:rPr>
        <w:t>Network or s</w:t>
      </w:r>
      <w:r w:rsidR="004477AC">
        <w:rPr>
          <w:i/>
        </w:rPr>
        <w:t>ervice shutdowns</w:t>
      </w:r>
    </w:p>
    <w:p w14:paraId="5A71C9F2" w14:textId="56394236" w:rsidR="00820215" w:rsidRDefault="00E30607" w:rsidP="00925EF6">
      <w:pPr>
        <w:pStyle w:val="SingleTxtG"/>
        <w:rPr>
          <w:rStyle w:val="PageNumber"/>
          <w:b w:val="0"/>
          <w:sz w:val="20"/>
        </w:rPr>
      </w:pPr>
      <w:r>
        <w:rPr>
          <w:rStyle w:val="PageNumber"/>
          <w:b w:val="0"/>
          <w:sz w:val="20"/>
        </w:rPr>
        <w:t>48</w:t>
      </w:r>
      <w:r w:rsidR="00A05CEC" w:rsidRPr="006D06AC">
        <w:rPr>
          <w:rStyle w:val="PageNumber"/>
          <w:b w:val="0"/>
          <w:sz w:val="20"/>
        </w:rPr>
        <w:t>.</w:t>
      </w:r>
      <w:r w:rsidR="00A05CEC" w:rsidRPr="006D06AC">
        <w:rPr>
          <w:rStyle w:val="PageNumber"/>
          <w:b w:val="0"/>
          <w:sz w:val="20"/>
        </w:rPr>
        <w:tab/>
      </w:r>
      <w:r w:rsidR="00820215" w:rsidRPr="006D06AC">
        <w:rPr>
          <w:rStyle w:val="PageNumber"/>
          <w:b w:val="0"/>
          <w:sz w:val="20"/>
        </w:rPr>
        <w:t xml:space="preserve">Service shutdowns and associated restrictions are a particularly pernicious means of enforcing content regulations. Such measures are frequently justified </w:t>
      </w:r>
      <w:proofErr w:type="gramStart"/>
      <w:r w:rsidR="00820215" w:rsidRPr="006D06AC">
        <w:rPr>
          <w:rStyle w:val="PageNumber"/>
          <w:b w:val="0"/>
          <w:sz w:val="20"/>
        </w:rPr>
        <w:t>on the basis of</w:t>
      </w:r>
      <w:proofErr w:type="gramEnd"/>
      <w:r w:rsidR="00820215" w:rsidRPr="006D06AC">
        <w:rPr>
          <w:rStyle w:val="PageNumber"/>
          <w:b w:val="0"/>
          <w:sz w:val="20"/>
        </w:rPr>
        <w:t xml:space="preserve"> national security, the maintenance of public order </w:t>
      </w:r>
      <w:r w:rsidR="00730690">
        <w:rPr>
          <w:rStyle w:val="PageNumber"/>
          <w:b w:val="0"/>
          <w:sz w:val="20"/>
        </w:rPr>
        <w:t>or</w:t>
      </w:r>
      <w:r w:rsidR="00730690" w:rsidRPr="006D06AC">
        <w:rPr>
          <w:rStyle w:val="PageNumber"/>
          <w:b w:val="0"/>
          <w:sz w:val="20"/>
        </w:rPr>
        <w:t xml:space="preserve"> </w:t>
      </w:r>
      <w:r w:rsidR="00820215" w:rsidRPr="006D06AC">
        <w:rPr>
          <w:rStyle w:val="PageNumber"/>
          <w:b w:val="0"/>
          <w:sz w:val="20"/>
        </w:rPr>
        <w:t xml:space="preserve">the prevention of public unrest. In 2015, the Special Rapporteur, together with representatives of the Organization for Security and Cooperation in Europe, the Organization of American States and the African Commission </w:t>
      </w:r>
      <w:r w:rsidR="00175592">
        <w:rPr>
          <w:rStyle w:val="PageNumber"/>
          <w:b w:val="0"/>
          <w:sz w:val="20"/>
        </w:rPr>
        <w:t xml:space="preserve">on </w:t>
      </w:r>
      <w:r w:rsidR="00820215" w:rsidRPr="006D06AC">
        <w:rPr>
          <w:rStyle w:val="PageNumber"/>
          <w:b w:val="0"/>
          <w:sz w:val="20"/>
        </w:rPr>
        <w:t>Human and People</w:t>
      </w:r>
      <w:r w:rsidR="00175592">
        <w:rPr>
          <w:rStyle w:val="PageNumber"/>
          <w:b w:val="0"/>
          <w:sz w:val="20"/>
        </w:rPr>
        <w:t>s</w:t>
      </w:r>
      <w:r w:rsidR="00820215" w:rsidRPr="006D06AC">
        <w:rPr>
          <w:rStyle w:val="PageNumber"/>
          <w:b w:val="0"/>
          <w:sz w:val="20"/>
        </w:rPr>
        <w:t>’ Rights condemn</w:t>
      </w:r>
      <w:r w:rsidR="00F26215">
        <w:rPr>
          <w:rStyle w:val="PageNumber"/>
          <w:b w:val="0"/>
          <w:sz w:val="20"/>
        </w:rPr>
        <w:t>ed</w:t>
      </w:r>
      <w:r w:rsidR="00820215" w:rsidRPr="006D06AC">
        <w:rPr>
          <w:rStyle w:val="PageNumber"/>
          <w:b w:val="0"/>
          <w:sz w:val="20"/>
        </w:rPr>
        <w:t xml:space="preserve"> as unlawful Internet </w:t>
      </w:r>
      <w:r w:rsidR="00175592">
        <w:rPr>
          <w:rStyle w:val="PageNumber"/>
          <w:b w:val="0"/>
          <w:sz w:val="20"/>
        </w:rPr>
        <w:t>“</w:t>
      </w:r>
      <w:r w:rsidR="00820215" w:rsidRPr="006D06AC">
        <w:rPr>
          <w:rStyle w:val="PageNumber"/>
          <w:b w:val="0"/>
          <w:sz w:val="20"/>
        </w:rPr>
        <w:t>kill switches</w:t>
      </w:r>
      <w:r w:rsidR="00175592">
        <w:rPr>
          <w:rStyle w:val="PageNumber"/>
          <w:b w:val="0"/>
          <w:sz w:val="20"/>
        </w:rPr>
        <w:t>”</w:t>
      </w:r>
      <w:r w:rsidR="00820215" w:rsidRPr="006D06AC">
        <w:rPr>
          <w:rStyle w:val="PageNumber"/>
          <w:b w:val="0"/>
          <w:sz w:val="20"/>
        </w:rPr>
        <w:t>.</w:t>
      </w:r>
      <w:r w:rsidR="00820215" w:rsidRPr="006D06AC">
        <w:rPr>
          <w:rStyle w:val="PageNumber"/>
          <w:b w:val="0"/>
          <w:sz w:val="20"/>
          <w:vertAlign w:val="superscript"/>
        </w:rPr>
        <w:footnoteReference w:id="32"/>
      </w:r>
      <w:r w:rsidR="00820215" w:rsidRPr="006D06AC">
        <w:rPr>
          <w:rStyle w:val="PageNumber"/>
          <w:b w:val="0"/>
          <w:sz w:val="20"/>
        </w:rPr>
        <w:t xml:space="preserve"> In one year alone, there were reports of shutdowns in </w:t>
      </w:r>
      <w:r w:rsidR="00175592" w:rsidRPr="006D06AC">
        <w:rPr>
          <w:rStyle w:val="PageNumber"/>
          <w:b w:val="0"/>
          <w:sz w:val="20"/>
        </w:rPr>
        <w:t>Bangladesh, Brazil</w:t>
      </w:r>
      <w:r w:rsidR="00175592">
        <w:rPr>
          <w:rStyle w:val="PageNumber"/>
          <w:b w:val="0"/>
          <w:sz w:val="20"/>
        </w:rPr>
        <w:t>,</w:t>
      </w:r>
      <w:r w:rsidR="00175592" w:rsidRPr="006D06AC">
        <w:rPr>
          <w:rStyle w:val="PageNumber"/>
          <w:b w:val="0"/>
          <w:sz w:val="20"/>
        </w:rPr>
        <w:t xml:space="preserve"> Burundi, </w:t>
      </w:r>
      <w:r w:rsidR="00820215" w:rsidRPr="006D06AC">
        <w:rPr>
          <w:rStyle w:val="PageNumber"/>
          <w:b w:val="0"/>
          <w:sz w:val="20"/>
        </w:rPr>
        <w:t>the Democratic Republic of the Congo, India and Pakistan.</w:t>
      </w:r>
      <w:r w:rsidR="00700FD2">
        <w:rPr>
          <w:rStyle w:val="FootnoteReference"/>
        </w:rPr>
        <w:footnoteReference w:id="33"/>
      </w:r>
      <w:r w:rsidR="00820215" w:rsidRPr="006D06AC">
        <w:rPr>
          <w:rStyle w:val="PageNumber"/>
          <w:b w:val="0"/>
          <w:sz w:val="20"/>
        </w:rPr>
        <w:t xml:space="preserve"> The Special Rapporteur confirmed instances of </w:t>
      </w:r>
      <w:r w:rsidR="003A1B33">
        <w:rPr>
          <w:rStyle w:val="PageNumber"/>
          <w:b w:val="0"/>
          <w:sz w:val="20"/>
        </w:rPr>
        <w:t>telecommunication service provider</w:t>
      </w:r>
      <w:r w:rsidR="003A1B33" w:rsidRPr="006D06AC">
        <w:rPr>
          <w:rStyle w:val="PageNumber"/>
          <w:b w:val="0"/>
          <w:sz w:val="20"/>
        </w:rPr>
        <w:t xml:space="preserve"> </w:t>
      </w:r>
      <w:r w:rsidR="00820215" w:rsidRPr="006D06AC">
        <w:rPr>
          <w:rStyle w:val="PageNumber"/>
          <w:b w:val="0"/>
          <w:sz w:val="20"/>
        </w:rPr>
        <w:t xml:space="preserve">and service shutdowns in Tajikistan, during his </w:t>
      </w:r>
      <w:hyperlink r:id="rId35" w:history="1">
        <w:r w:rsidR="00820215" w:rsidRPr="006D06AC">
          <w:rPr>
            <w:rStyle w:val="Hyperlink"/>
          </w:rPr>
          <w:t xml:space="preserve"> official visit</w:t>
        </w:r>
      </w:hyperlink>
      <w:r w:rsidR="003A1B33" w:rsidRPr="003A1B33">
        <w:t xml:space="preserve"> </w:t>
      </w:r>
      <w:r w:rsidR="003A1B33">
        <w:t xml:space="preserve">in </w:t>
      </w:r>
      <w:r w:rsidR="003A1B33" w:rsidRPr="003A1B33">
        <w:rPr>
          <w:rStyle w:val="Hyperlink"/>
        </w:rPr>
        <w:t>March 2016</w:t>
      </w:r>
      <w:r w:rsidR="00820215" w:rsidRPr="006D06AC">
        <w:rPr>
          <w:rStyle w:val="PageNumber"/>
          <w:b w:val="0"/>
          <w:sz w:val="20"/>
        </w:rPr>
        <w:t>.</w:t>
      </w:r>
      <w:r w:rsidR="00730690">
        <w:rPr>
          <w:rStyle w:val="FootnoteReference"/>
        </w:rPr>
        <w:footnoteReference w:id="34"/>
      </w:r>
    </w:p>
    <w:p w14:paraId="5A5D2EAA" w14:textId="69C884E8" w:rsidR="00512BDF" w:rsidRPr="00E30607" w:rsidRDefault="00381190" w:rsidP="00925EF6">
      <w:pPr>
        <w:pStyle w:val="SingleTxtG"/>
        <w:rPr>
          <w:i/>
        </w:rPr>
      </w:pPr>
      <w:r>
        <w:rPr>
          <w:rStyle w:val="PageNumber"/>
          <w:b w:val="0"/>
          <w:i/>
          <w:sz w:val="20"/>
        </w:rPr>
        <w:t>Non-neutral networks</w:t>
      </w:r>
      <w:r w:rsidR="00512BDF">
        <w:rPr>
          <w:rStyle w:val="PageNumber"/>
          <w:b w:val="0"/>
          <w:i/>
          <w:sz w:val="20"/>
        </w:rPr>
        <w:t xml:space="preserve"> </w:t>
      </w:r>
    </w:p>
    <w:p w14:paraId="43D42339" w14:textId="6CC73036" w:rsidR="00820215" w:rsidRPr="007311C9" w:rsidRDefault="00E30607" w:rsidP="005806DC">
      <w:pPr>
        <w:pStyle w:val="SingleTxtG"/>
      </w:pPr>
      <w:r>
        <w:t>49.</w:t>
      </w:r>
      <w:r w:rsidR="00A05CEC" w:rsidRPr="006D06AC">
        <w:tab/>
      </w:r>
      <w:r w:rsidR="008934F2">
        <w:t>In addition to refraining from</w:t>
      </w:r>
      <w:r w:rsidR="008934F2" w:rsidRPr="006D06AC">
        <w:t xml:space="preserve"> </w:t>
      </w:r>
      <w:r w:rsidR="008934F2">
        <w:t>unnecessary and disproportionate</w:t>
      </w:r>
      <w:r w:rsidR="0014786A" w:rsidRPr="006D06AC">
        <w:t xml:space="preserve"> restrict</w:t>
      </w:r>
      <w:r w:rsidR="008934F2">
        <w:t>ions on</w:t>
      </w:r>
      <w:r w:rsidR="0014786A" w:rsidRPr="006D06AC">
        <w:t xml:space="preserve"> digital access, </w:t>
      </w:r>
      <w:r w:rsidR="008934F2">
        <w:t xml:space="preserve">States also have a duty to </w:t>
      </w:r>
      <w:r w:rsidR="0014786A" w:rsidRPr="006D06AC">
        <w:t>ensur</w:t>
      </w:r>
      <w:r w:rsidR="008934F2">
        <w:t>e</w:t>
      </w:r>
      <w:r w:rsidR="0014786A" w:rsidRPr="006D06AC">
        <w:t xml:space="preserve"> a free and open Internet. </w:t>
      </w:r>
      <w:r w:rsidR="005806DC">
        <w:t>Net</w:t>
      </w:r>
      <w:r w:rsidR="00C81580">
        <w:t>work</w:t>
      </w:r>
      <w:r w:rsidR="005806DC">
        <w:t xml:space="preserve"> neutrality </w:t>
      </w:r>
      <w:r w:rsidR="00EF2288">
        <w:t>is the principle</w:t>
      </w:r>
      <w:r w:rsidR="005806DC">
        <w:t xml:space="preserve"> that</w:t>
      </w:r>
      <w:r w:rsidR="0014786A" w:rsidRPr="006D06AC">
        <w:t xml:space="preserve"> all Internet data, content and services </w:t>
      </w:r>
      <w:proofErr w:type="gramStart"/>
      <w:r w:rsidR="0014786A" w:rsidRPr="006D06AC">
        <w:t>be treated</w:t>
      </w:r>
      <w:proofErr w:type="gramEnd"/>
      <w:r w:rsidR="0014786A" w:rsidRPr="00A05CEC">
        <w:t xml:space="preserve"> equally and without </w:t>
      </w:r>
      <w:r w:rsidR="0014786A" w:rsidRPr="007311C9">
        <w:t xml:space="preserve">improper discrimination. </w:t>
      </w:r>
      <w:r w:rsidR="005806DC">
        <w:t xml:space="preserve">However, </w:t>
      </w:r>
      <w:r w:rsidR="0014786A" w:rsidRPr="007311C9">
        <w:t>I</w:t>
      </w:r>
      <w:r w:rsidR="00450FF0">
        <w:t>nternet service provider</w:t>
      </w:r>
      <w:r w:rsidR="0014786A" w:rsidRPr="007311C9">
        <w:t>s may deploy technologies that speed up or otherwise favo</w:t>
      </w:r>
      <w:r w:rsidR="003A1B33">
        <w:t>u</w:t>
      </w:r>
      <w:r w:rsidR="0014786A" w:rsidRPr="007311C9">
        <w:t xml:space="preserve">r access to certain content and services, while slowing down others (a practice also known as “throttling”). </w:t>
      </w:r>
      <w:r w:rsidR="005806DC">
        <w:t>The growing number of c</w:t>
      </w:r>
      <w:r w:rsidR="0014786A" w:rsidRPr="007311C9">
        <w:t>ollaborations between I</w:t>
      </w:r>
      <w:r w:rsidR="00450FF0">
        <w:t>nternet service provider</w:t>
      </w:r>
      <w:r w:rsidR="0014786A" w:rsidRPr="007311C9">
        <w:t>s and content</w:t>
      </w:r>
      <w:r w:rsidR="003A1B33">
        <w:t>-</w:t>
      </w:r>
      <w:r w:rsidR="0014786A" w:rsidRPr="007311C9">
        <w:t xml:space="preserve">hosting platforms </w:t>
      </w:r>
      <w:r w:rsidR="005806DC">
        <w:t>that</w:t>
      </w:r>
      <w:r w:rsidR="0014786A" w:rsidRPr="007311C9">
        <w:t xml:space="preserve"> offer free wireless data to access online content or services provide</w:t>
      </w:r>
      <w:r w:rsidR="00730690">
        <w:t>d</w:t>
      </w:r>
      <w:r w:rsidR="0014786A" w:rsidRPr="007311C9">
        <w:t xml:space="preserve"> by the latter (also known as the provision of “zero rated” services) ha</w:t>
      </w:r>
      <w:r w:rsidR="00013BF4">
        <w:t xml:space="preserve">s </w:t>
      </w:r>
      <w:r w:rsidR="0014786A" w:rsidRPr="007311C9">
        <w:t xml:space="preserve">attracted controversy. While such measures detract from the </w:t>
      </w:r>
      <w:r w:rsidR="0014786A" w:rsidRPr="007311C9">
        <w:lastRenderedPageBreak/>
        <w:t xml:space="preserve">principle of net neutrality, it remains a subject of debate whether they may be permissible in areas genuinely lacking Internet access. </w:t>
      </w:r>
      <w:r w:rsidR="00223B1F" w:rsidRPr="007311C9">
        <w:t xml:space="preserve"> </w:t>
      </w:r>
    </w:p>
    <w:p w14:paraId="3C581806" w14:textId="2BFDC619" w:rsidR="00820215" w:rsidRPr="007311C9" w:rsidRDefault="00A05CEC" w:rsidP="00925EF6">
      <w:pPr>
        <w:pStyle w:val="SingleTxtG"/>
      </w:pPr>
      <w:r w:rsidRPr="007311C9">
        <w:rPr>
          <w:rStyle w:val="PageNumber"/>
          <w:b w:val="0"/>
          <w:sz w:val="20"/>
        </w:rPr>
        <w:t>5</w:t>
      </w:r>
      <w:r w:rsidR="00E30607">
        <w:rPr>
          <w:rStyle w:val="PageNumber"/>
          <w:b w:val="0"/>
          <w:sz w:val="20"/>
        </w:rPr>
        <w:t>0</w:t>
      </w:r>
      <w:r w:rsidRPr="007311C9">
        <w:rPr>
          <w:rStyle w:val="PageNumber"/>
          <w:b w:val="0"/>
          <w:sz w:val="20"/>
        </w:rPr>
        <w:t>.</w:t>
      </w:r>
      <w:r w:rsidRPr="007311C9">
        <w:rPr>
          <w:rStyle w:val="PageNumber"/>
          <w:b w:val="0"/>
          <w:sz w:val="20"/>
        </w:rPr>
        <w:tab/>
      </w:r>
      <w:r w:rsidR="00820215" w:rsidRPr="007311C9">
        <w:rPr>
          <w:rStyle w:val="PageNumber"/>
          <w:b w:val="0"/>
          <w:sz w:val="20"/>
        </w:rPr>
        <w:t xml:space="preserve">State regulation in this area is patchy and uncertain. A few States have recognized the general importance of network neutrality. Romania, for example, has stated that it is </w:t>
      </w:r>
      <w:r w:rsidR="001365FA">
        <w:rPr>
          <w:rStyle w:val="PageNumber"/>
          <w:b w:val="0"/>
          <w:sz w:val="20"/>
        </w:rPr>
        <w:t>“</w:t>
      </w:r>
      <w:r w:rsidR="00820215" w:rsidRPr="007311C9">
        <w:rPr>
          <w:rStyle w:val="PageNumber"/>
          <w:b w:val="0"/>
          <w:sz w:val="20"/>
        </w:rPr>
        <w:t xml:space="preserve">in </w:t>
      </w:r>
      <w:r w:rsidR="00820215" w:rsidRPr="007311C9">
        <w:rPr>
          <w:kern w:val="1"/>
        </w:rPr>
        <w:t>favo</w:t>
      </w:r>
      <w:r w:rsidR="00577AA5">
        <w:rPr>
          <w:kern w:val="1"/>
        </w:rPr>
        <w:t>u</w:t>
      </w:r>
      <w:r w:rsidR="00820215" w:rsidRPr="007311C9">
        <w:rPr>
          <w:kern w:val="1"/>
        </w:rPr>
        <w:t>r of all initiatives to guarantee that online information can be accessed in a meaningful way by the entire population</w:t>
      </w:r>
      <w:r w:rsidR="001365FA">
        <w:rPr>
          <w:kern w:val="1"/>
        </w:rPr>
        <w:t>”</w:t>
      </w:r>
      <w:r w:rsidR="00820215" w:rsidRPr="007311C9">
        <w:rPr>
          <w:kern w:val="1"/>
        </w:rPr>
        <w:t>.</w:t>
      </w:r>
      <w:r w:rsidR="00820215" w:rsidRPr="007311C9">
        <w:rPr>
          <w:rStyle w:val="FootnoteReference"/>
          <w:kern w:val="1"/>
          <w:sz w:val="20"/>
        </w:rPr>
        <w:footnoteReference w:id="35"/>
      </w:r>
      <w:r w:rsidR="00820215" w:rsidRPr="007311C9">
        <w:rPr>
          <w:kern w:val="1"/>
        </w:rPr>
        <w:t xml:space="preserve"> </w:t>
      </w:r>
      <w:r w:rsidR="00820215" w:rsidRPr="007311C9">
        <w:rPr>
          <w:rStyle w:val="PageNumber"/>
          <w:b w:val="0"/>
          <w:sz w:val="20"/>
        </w:rPr>
        <w:t xml:space="preserve">Fewer </w:t>
      </w:r>
      <w:r w:rsidR="00577AA5">
        <w:rPr>
          <w:rStyle w:val="PageNumber"/>
          <w:b w:val="0"/>
          <w:sz w:val="20"/>
        </w:rPr>
        <w:t xml:space="preserve">States </w:t>
      </w:r>
      <w:r w:rsidR="00820215" w:rsidRPr="007311C9">
        <w:rPr>
          <w:rStyle w:val="PageNumber"/>
          <w:b w:val="0"/>
          <w:sz w:val="20"/>
        </w:rPr>
        <w:t>have provided specific legal protection.</w:t>
      </w:r>
      <w:r w:rsidR="00820215" w:rsidRPr="007311C9">
        <w:rPr>
          <w:rStyle w:val="FootnoteReference"/>
          <w:sz w:val="20"/>
        </w:rPr>
        <w:footnoteReference w:id="36"/>
      </w:r>
      <w:r w:rsidR="00820215" w:rsidRPr="007311C9">
        <w:rPr>
          <w:rStyle w:val="PageNumber"/>
          <w:b w:val="0"/>
          <w:sz w:val="20"/>
        </w:rPr>
        <w:t xml:space="preserve"> In early 2016, </w:t>
      </w:r>
      <w:r w:rsidR="00577AA5">
        <w:rPr>
          <w:rStyle w:val="PageNumber"/>
          <w:b w:val="0"/>
          <w:sz w:val="20"/>
        </w:rPr>
        <w:t>the</w:t>
      </w:r>
      <w:r w:rsidR="00577AA5" w:rsidRPr="007311C9">
        <w:rPr>
          <w:rStyle w:val="PageNumber"/>
          <w:b w:val="0"/>
          <w:sz w:val="20"/>
          <w:lang w:val="nl-NL"/>
        </w:rPr>
        <w:t xml:space="preserve"> </w:t>
      </w:r>
      <w:r w:rsidR="00820215" w:rsidRPr="007311C9">
        <w:rPr>
          <w:rStyle w:val="PageNumber"/>
          <w:b w:val="0"/>
          <w:sz w:val="20"/>
          <w:lang w:val="nl-NL"/>
        </w:rPr>
        <w:t xml:space="preserve">Telecom </w:t>
      </w:r>
      <w:proofErr w:type="spellStart"/>
      <w:r w:rsidR="00820215" w:rsidRPr="007311C9">
        <w:rPr>
          <w:rStyle w:val="PageNumber"/>
          <w:b w:val="0"/>
          <w:sz w:val="20"/>
          <w:lang w:val="nl-NL"/>
        </w:rPr>
        <w:t>Regulatory</w:t>
      </w:r>
      <w:proofErr w:type="spellEnd"/>
      <w:r w:rsidR="00820215" w:rsidRPr="007311C9">
        <w:rPr>
          <w:rStyle w:val="PageNumber"/>
          <w:b w:val="0"/>
          <w:sz w:val="20"/>
          <w:lang w:val="nl-NL"/>
        </w:rPr>
        <w:t xml:space="preserve"> </w:t>
      </w:r>
      <w:proofErr w:type="spellStart"/>
      <w:r w:rsidR="00820215" w:rsidRPr="007311C9">
        <w:rPr>
          <w:rStyle w:val="PageNumber"/>
          <w:b w:val="0"/>
          <w:sz w:val="20"/>
          <w:lang w:val="nl-NL"/>
        </w:rPr>
        <w:t>Authority</w:t>
      </w:r>
      <w:proofErr w:type="spellEnd"/>
      <w:r w:rsidR="00577AA5">
        <w:rPr>
          <w:rStyle w:val="PageNumber"/>
          <w:b w:val="0"/>
          <w:sz w:val="20"/>
          <w:lang w:val="nl-NL"/>
        </w:rPr>
        <w:t xml:space="preserve"> of India</w:t>
      </w:r>
      <w:r w:rsidR="00820215" w:rsidRPr="007311C9">
        <w:rPr>
          <w:rStyle w:val="PageNumber"/>
          <w:b w:val="0"/>
          <w:sz w:val="20"/>
          <w:lang w:val="nl-NL"/>
        </w:rPr>
        <w:t xml:space="preserve"> </w:t>
      </w:r>
      <w:proofErr w:type="spellStart"/>
      <w:r w:rsidR="00820215" w:rsidRPr="007311C9">
        <w:rPr>
          <w:rStyle w:val="PageNumber"/>
          <w:b w:val="0"/>
          <w:sz w:val="20"/>
          <w:lang w:val="nl-NL"/>
        </w:rPr>
        <w:t>issued</w:t>
      </w:r>
      <w:proofErr w:type="spellEnd"/>
      <w:r w:rsidR="00820215" w:rsidRPr="007311C9">
        <w:rPr>
          <w:rStyle w:val="PageNumber"/>
          <w:b w:val="0"/>
          <w:sz w:val="20"/>
          <w:lang w:val="nl-NL"/>
        </w:rPr>
        <w:t xml:space="preserve"> </w:t>
      </w:r>
      <w:proofErr w:type="gramStart"/>
      <w:r w:rsidR="00820215" w:rsidRPr="007311C9">
        <w:rPr>
          <w:rStyle w:val="PageNumber"/>
          <w:b w:val="0"/>
          <w:sz w:val="20"/>
          <w:lang w:val="nl-NL"/>
        </w:rPr>
        <w:t xml:space="preserve">a </w:t>
      </w:r>
      <w:proofErr w:type="spellStart"/>
      <w:r w:rsidR="00820215" w:rsidRPr="007311C9">
        <w:rPr>
          <w:rStyle w:val="PageNumber"/>
          <w:b w:val="0"/>
          <w:sz w:val="20"/>
          <w:lang w:val="nl-NL"/>
        </w:rPr>
        <w:t>regulation</w:t>
      </w:r>
      <w:proofErr w:type="spellEnd"/>
      <w:r w:rsidR="00820215" w:rsidRPr="007311C9">
        <w:rPr>
          <w:rStyle w:val="PageNumber"/>
          <w:b w:val="0"/>
          <w:sz w:val="20"/>
          <w:lang w:val="nl-NL"/>
        </w:rPr>
        <w:t xml:space="preserve"> </w:t>
      </w:r>
      <w:proofErr w:type="spellStart"/>
      <w:r w:rsidR="00820215" w:rsidRPr="007311C9">
        <w:rPr>
          <w:rStyle w:val="PageNumber"/>
          <w:b w:val="0"/>
          <w:sz w:val="20"/>
          <w:lang w:val="nl-NL"/>
        </w:rPr>
        <w:t>prohibiting</w:t>
      </w:r>
      <w:proofErr w:type="spellEnd"/>
      <w:r w:rsidR="00820215" w:rsidRPr="007311C9">
        <w:rPr>
          <w:rStyle w:val="PageNumber"/>
          <w:b w:val="0"/>
          <w:sz w:val="20"/>
          <w:lang w:val="nl-NL"/>
        </w:rPr>
        <w:t xml:space="preserve"> service providers</w:t>
      </w:r>
      <w:proofErr w:type="gramEnd"/>
      <w:r w:rsidR="00820215" w:rsidRPr="007311C9">
        <w:rPr>
          <w:rStyle w:val="PageNumber"/>
          <w:b w:val="0"/>
          <w:sz w:val="20"/>
          <w:lang w:val="nl-NL"/>
        </w:rPr>
        <w:t xml:space="preserve"> </w:t>
      </w:r>
      <w:proofErr w:type="spellStart"/>
      <w:r w:rsidR="00820215" w:rsidRPr="007311C9">
        <w:rPr>
          <w:rStyle w:val="PageNumber"/>
          <w:b w:val="0"/>
          <w:sz w:val="20"/>
          <w:lang w:val="nl-NL"/>
        </w:rPr>
        <w:t>from</w:t>
      </w:r>
      <w:proofErr w:type="spellEnd"/>
      <w:r w:rsidR="00820215" w:rsidRPr="007311C9">
        <w:rPr>
          <w:rStyle w:val="PageNumber"/>
          <w:b w:val="0"/>
          <w:sz w:val="20"/>
          <w:lang w:val="nl-NL"/>
        </w:rPr>
        <w:t xml:space="preserve"> </w:t>
      </w:r>
      <w:proofErr w:type="spellStart"/>
      <w:r w:rsidR="00820215" w:rsidRPr="007311C9">
        <w:rPr>
          <w:rStyle w:val="PageNumber"/>
          <w:b w:val="0"/>
          <w:sz w:val="20"/>
          <w:lang w:val="nl-NL"/>
        </w:rPr>
        <w:t>offering</w:t>
      </w:r>
      <w:proofErr w:type="spellEnd"/>
      <w:r w:rsidR="00820215" w:rsidRPr="007311C9">
        <w:rPr>
          <w:rStyle w:val="PageNumber"/>
          <w:b w:val="0"/>
          <w:sz w:val="20"/>
          <w:lang w:val="nl-NL"/>
        </w:rPr>
        <w:t xml:space="preserve"> or </w:t>
      </w:r>
      <w:proofErr w:type="spellStart"/>
      <w:r w:rsidR="00820215" w:rsidRPr="007311C9">
        <w:rPr>
          <w:rStyle w:val="PageNumber"/>
          <w:b w:val="0"/>
          <w:sz w:val="20"/>
          <w:lang w:val="nl-NL"/>
        </w:rPr>
        <w:t>charging</w:t>
      </w:r>
      <w:proofErr w:type="spellEnd"/>
      <w:r w:rsidR="00820215" w:rsidRPr="007311C9">
        <w:rPr>
          <w:rStyle w:val="PageNumber"/>
          <w:b w:val="0"/>
          <w:sz w:val="20"/>
          <w:lang w:val="nl-NL"/>
        </w:rPr>
        <w:t xml:space="preserve"> </w:t>
      </w:r>
      <w:r w:rsidR="001365FA">
        <w:rPr>
          <w:rStyle w:val="PageNumber"/>
          <w:b w:val="0"/>
          <w:sz w:val="20"/>
          <w:lang w:val="nl-NL"/>
        </w:rPr>
        <w:t>“</w:t>
      </w:r>
      <w:r w:rsidR="00820215" w:rsidRPr="007311C9">
        <w:rPr>
          <w:rStyle w:val="PageNumber"/>
          <w:b w:val="0"/>
          <w:sz w:val="20"/>
        </w:rPr>
        <w:t xml:space="preserve">discriminatory </w:t>
      </w:r>
      <w:r w:rsidR="00C94273">
        <w:rPr>
          <w:rStyle w:val="PageNumber"/>
          <w:b w:val="0"/>
          <w:sz w:val="20"/>
        </w:rPr>
        <w:t xml:space="preserve">tariffs </w:t>
      </w:r>
      <w:r w:rsidR="00820215" w:rsidRPr="007311C9">
        <w:rPr>
          <w:rStyle w:val="PageNumber"/>
          <w:b w:val="0"/>
          <w:sz w:val="20"/>
        </w:rPr>
        <w:t>for data services</w:t>
      </w:r>
      <w:r w:rsidR="00C94273">
        <w:rPr>
          <w:rStyle w:val="PageNumber"/>
          <w:b w:val="0"/>
          <w:sz w:val="20"/>
        </w:rPr>
        <w:t xml:space="preserve"> being offered or charged to the consumer</w:t>
      </w:r>
      <w:r w:rsidR="00820215" w:rsidRPr="007311C9">
        <w:rPr>
          <w:rStyle w:val="PageNumber"/>
          <w:b w:val="0"/>
          <w:sz w:val="20"/>
        </w:rPr>
        <w:t xml:space="preserve"> on the basis of content</w:t>
      </w:r>
      <w:r w:rsidR="001365FA">
        <w:rPr>
          <w:rStyle w:val="PageNumber"/>
          <w:b w:val="0"/>
          <w:sz w:val="20"/>
        </w:rPr>
        <w:t>”</w:t>
      </w:r>
      <w:r w:rsidR="00820215" w:rsidRPr="007311C9">
        <w:rPr>
          <w:rStyle w:val="PageNumber"/>
          <w:b w:val="0"/>
          <w:sz w:val="20"/>
        </w:rPr>
        <w:t>.</w:t>
      </w:r>
      <w:r w:rsidR="00820215" w:rsidRPr="007311C9">
        <w:rPr>
          <w:rStyle w:val="FootnoteReference"/>
          <w:sz w:val="20"/>
        </w:rPr>
        <w:footnoteReference w:id="37"/>
      </w:r>
      <w:r w:rsidR="00820215" w:rsidRPr="007311C9">
        <w:rPr>
          <w:rStyle w:val="FootnoteReference"/>
          <w:sz w:val="20"/>
        </w:rPr>
        <w:t xml:space="preserve"> </w:t>
      </w:r>
      <w:r w:rsidR="00820215" w:rsidRPr="007311C9">
        <w:rPr>
          <w:rStyle w:val="PageNumber"/>
          <w:b w:val="0"/>
          <w:sz w:val="20"/>
        </w:rPr>
        <w:t>Some form of net</w:t>
      </w:r>
      <w:r w:rsidR="006F4AEB">
        <w:rPr>
          <w:rStyle w:val="PageNumber"/>
          <w:b w:val="0"/>
          <w:sz w:val="20"/>
        </w:rPr>
        <w:t>work</w:t>
      </w:r>
      <w:r w:rsidR="00820215" w:rsidRPr="007311C9">
        <w:rPr>
          <w:rStyle w:val="PageNumber"/>
          <w:b w:val="0"/>
          <w:sz w:val="20"/>
        </w:rPr>
        <w:t xml:space="preserve"> neutrality </w:t>
      </w:r>
      <w:proofErr w:type="gramStart"/>
      <w:r w:rsidR="00820215" w:rsidRPr="007311C9">
        <w:rPr>
          <w:rStyle w:val="PageNumber"/>
          <w:b w:val="0"/>
          <w:sz w:val="20"/>
        </w:rPr>
        <w:t>has been adopted</w:t>
      </w:r>
      <w:proofErr w:type="gramEnd"/>
      <w:r w:rsidR="00820215" w:rsidRPr="007311C9">
        <w:rPr>
          <w:rStyle w:val="PageNumber"/>
          <w:b w:val="0"/>
          <w:sz w:val="20"/>
        </w:rPr>
        <w:t xml:space="preserve"> in law or policy by countries including Brazil, Chile, </w:t>
      </w:r>
      <w:r w:rsidR="00577AA5">
        <w:rPr>
          <w:rStyle w:val="PageNumber"/>
          <w:b w:val="0"/>
          <w:sz w:val="20"/>
        </w:rPr>
        <w:t>t</w:t>
      </w:r>
      <w:r w:rsidR="00820215" w:rsidRPr="007311C9">
        <w:rPr>
          <w:rStyle w:val="PageNumber"/>
          <w:b w:val="0"/>
          <w:sz w:val="20"/>
        </w:rPr>
        <w:t>he Netherlands and the United States.</w:t>
      </w:r>
    </w:p>
    <w:p w14:paraId="1A9E819D" w14:textId="77777777" w:rsidR="00820215" w:rsidRPr="004B37AC" w:rsidRDefault="004B37AC" w:rsidP="004B37AC">
      <w:pPr>
        <w:pStyle w:val="H23G"/>
      </w:pPr>
      <w:r>
        <w:tab/>
      </w:r>
      <w:r w:rsidR="00820215" w:rsidRPr="004B37AC">
        <w:t>2.</w:t>
      </w:r>
      <w:r>
        <w:tab/>
      </w:r>
      <w:r w:rsidR="00AC6ED1">
        <w:rPr>
          <w:rStyle w:val="PageNumber"/>
          <w:b/>
          <w:sz w:val="20"/>
        </w:rPr>
        <w:t>Internal p</w:t>
      </w:r>
      <w:r w:rsidR="00820215" w:rsidRPr="004B37AC">
        <w:rPr>
          <w:rStyle w:val="PageNumber"/>
          <w:b/>
          <w:sz w:val="20"/>
        </w:rPr>
        <w:t xml:space="preserve">olicies and </w:t>
      </w:r>
      <w:r w:rsidR="00AC6ED1">
        <w:rPr>
          <w:rStyle w:val="PageNumber"/>
          <w:b/>
          <w:sz w:val="20"/>
        </w:rPr>
        <w:t>p</w:t>
      </w:r>
      <w:r w:rsidR="00820215" w:rsidRPr="004B37AC">
        <w:rPr>
          <w:rStyle w:val="PageNumber"/>
          <w:b/>
          <w:sz w:val="20"/>
        </w:rPr>
        <w:t>ractices</w:t>
      </w:r>
    </w:p>
    <w:p w14:paraId="4DDF18EF" w14:textId="32478F28" w:rsidR="00820215" w:rsidRDefault="00A05CEC" w:rsidP="00925EF6">
      <w:pPr>
        <w:pStyle w:val="SingleTxtG"/>
      </w:pPr>
      <w:r>
        <w:t>5</w:t>
      </w:r>
      <w:r w:rsidR="00E30607">
        <w:t>1</w:t>
      </w:r>
      <w:r>
        <w:t>.</w:t>
      </w:r>
      <w:r>
        <w:tab/>
      </w:r>
      <w:r w:rsidR="00820215" w:rsidRPr="007311C9">
        <w:t xml:space="preserve">Intermediaries’ policies and rules may have significant effects on the freedom of </w:t>
      </w:r>
      <w:proofErr w:type="spellStart"/>
      <w:r w:rsidR="00820215" w:rsidRPr="007311C9">
        <w:t>expressionWhile</w:t>
      </w:r>
      <w:proofErr w:type="spellEnd"/>
      <w:r w:rsidR="00820215" w:rsidRPr="007311C9">
        <w:t xml:space="preserve"> </w:t>
      </w:r>
      <w:r w:rsidR="00577AA5">
        <w:t>t</w:t>
      </w:r>
      <w:r w:rsidR="00820215" w:rsidRPr="007311C9">
        <w:t xml:space="preserve">erms </w:t>
      </w:r>
      <w:r w:rsidR="00C94273">
        <w:t>o</w:t>
      </w:r>
      <w:r w:rsidR="00820215" w:rsidRPr="007311C9">
        <w:t xml:space="preserve">f </w:t>
      </w:r>
      <w:r w:rsidR="00577AA5">
        <w:t>s</w:t>
      </w:r>
      <w:r w:rsidR="00820215" w:rsidRPr="007311C9">
        <w:t xml:space="preserve">ervice are the primary source of regulation, design and engineering choices </w:t>
      </w:r>
      <w:proofErr w:type="gramStart"/>
      <w:r w:rsidR="00820215" w:rsidRPr="007311C9">
        <w:t>may also</w:t>
      </w:r>
      <w:proofErr w:type="gramEnd"/>
      <w:r w:rsidR="00820215" w:rsidRPr="007311C9">
        <w:t xml:space="preserve"> affect the delivery of content. </w:t>
      </w:r>
    </w:p>
    <w:p w14:paraId="02CC6BCF" w14:textId="3933B64F" w:rsidR="00D66932" w:rsidRPr="00E30607" w:rsidRDefault="00D66932" w:rsidP="00925EF6">
      <w:pPr>
        <w:pStyle w:val="SingleTxtG"/>
        <w:rPr>
          <w:i/>
        </w:rPr>
      </w:pPr>
      <w:r>
        <w:rPr>
          <w:i/>
        </w:rPr>
        <w:t xml:space="preserve">Terms </w:t>
      </w:r>
      <w:r w:rsidR="00577AA5">
        <w:rPr>
          <w:i/>
        </w:rPr>
        <w:t>o</w:t>
      </w:r>
      <w:r>
        <w:rPr>
          <w:i/>
        </w:rPr>
        <w:t xml:space="preserve">f </w:t>
      </w:r>
      <w:r w:rsidR="00577AA5">
        <w:rPr>
          <w:i/>
        </w:rPr>
        <w:t>s</w:t>
      </w:r>
      <w:r>
        <w:rPr>
          <w:i/>
        </w:rPr>
        <w:t>ervice</w:t>
      </w:r>
    </w:p>
    <w:p w14:paraId="775095A6" w14:textId="733873F1" w:rsidR="00820215" w:rsidRPr="00A05CEC" w:rsidRDefault="00A05CEC" w:rsidP="00925EF6">
      <w:pPr>
        <w:pStyle w:val="SingleTxtG"/>
      </w:pPr>
      <w:r w:rsidRPr="007311C9">
        <w:rPr>
          <w:rStyle w:val="PageNumber"/>
          <w:b w:val="0"/>
          <w:sz w:val="20"/>
        </w:rPr>
        <w:t>5</w:t>
      </w:r>
      <w:r w:rsidR="00E30607">
        <w:rPr>
          <w:rStyle w:val="PageNumber"/>
          <w:b w:val="0"/>
          <w:sz w:val="20"/>
        </w:rPr>
        <w:t>2</w:t>
      </w:r>
      <w:r w:rsidRPr="007311C9">
        <w:rPr>
          <w:rStyle w:val="PageNumber"/>
          <w:b w:val="0"/>
          <w:sz w:val="20"/>
        </w:rPr>
        <w:t>.</w:t>
      </w:r>
      <w:r w:rsidRPr="007311C9">
        <w:rPr>
          <w:rStyle w:val="PageNumber"/>
          <w:b w:val="0"/>
          <w:sz w:val="20"/>
        </w:rPr>
        <w:tab/>
      </w:r>
      <w:r w:rsidR="00820215" w:rsidRPr="007311C9">
        <w:rPr>
          <w:rStyle w:val="PageNumber"/>
          <w:b w:val="0"/>
          <w:sz w:val="20"/>
        </w:rPr>
        <w:t xml:space="preserve">Terms of </w:t>
      </w:r>
      <w:r w:rsidR="00577AA5">
        <w:rPr>
          <w:rStyle w:val="PageNumber"/>
          <w:b w:val="0"/>
          <w:sz w:val="20"/>
        </w:rPr>
        <w:t>s</w:t>
      </w:r>
      <w:r w:rsidR="00820215" w:rsidRPr="007311C9">
        <w:rPr>
          <w:rStyle w:val="PageNumber"/>
          <w:b w:val="0"/>
          <w:sz w:val="20"/>
        </w:rPr>
        <w:t>ervice</w:t>
      </w:r>
      <w:r w:rsidR="00820215" w:rsidRPr="007311C9">
        <w:t xml:space="preserve">, which individuals typically must accept as a condition to access a platform, often contain restrictions on content that </w:t>
      </w:r>
      <w:proofErr w:type="gramStart"/>
      <w:r w:rsidR="00820215" w:rsidRPr="007311C9">
        <w:t>may be shared</w:t>
      </w:r>
      <w:proofErr w:type="gramEnd"/>
      <w:r w:rsidR="00820215" w:rsidRPr="007311C9">
        <w:t xml:space="preserve">. These restrictions </w:t>
      </w:r>
      <w:proofErr w:type="gramStart"/>
      <w:r w:rsidR="00820215" w:rsidRPr="007311C9">
        <w:t>are formulated</w:t>
      </w:r>
      <w:proofErr w:type="gramEnd"/>
      <w:r w:rsidR="00820215" w:rsidRPr="007311C9">
        <w:t xml:space="preserve"> under local laws and regulations and reflect similar prohibitions, including those against harassment, hate speech, promotion of criminal activity, gratuitous violence and direct threats.</w:t>
      </w:r>
      <w:r w:rsidR="00820215" w:rsidRPr="007311C9">
        <w:rPr>
          <w:rStyle w:val="FootnoteReference"/>
          <w:sz w:val="20"/>
        </w:rPr>
        <w:footnoteReference w:id="38"/>
      </w:r>
      <w:r w:rsidR="00820215" w:rsidRPr="007311C9">
        <w:t xml:space="preserve"> Terms of service </w:t>
      </w:r>
      <w:proofErr w:type="gramStart"/>
      <w:r w:rsidR="00820215" w:rsidRPr="007311C9">
        <w:t>are frequently formulated</w:t>
      </w:r>
      <w:proofErr w:type="gramEnd"/>
      <w:r w:rsidR="00820215" w:rsidRPr="007311C9">
        <w:t xml:space="preserve"> in such a general way that it may be difficult to predict with reasonable certainty what kinds of content may be restricted. The inconsistent enforcement of </w:t>
      </w:r>
      <w:r w:rsidR="00B85CDE">
        <w:t>t</w:t>
      </w:r>
      <w:r w:rsidR="00820215" w:rsidRPr="007311C9">
        <w:t xml:space="preserve">erms of </w:t>
      </w:r>
      <w:r w:rsidR="00B85CDE">
        <w:t>s</w:t>
      </w:r>
      <w:r w:rsidR="00820215" w:rsidRPr="007311C9">
        <w:t>ervice has also attracted public scrutiny. Some have argued that the world’s most popular platforms do not adequately address the needs and interests of vulnerable groups; for example, the</w:t>
      </w:r>
      <w:r w:rsidR="008E18B3">
        <w:t>re</w:t>
      </w:r>
      <w:r w:rsidR="00820215" w:rsidRPr="007311C9">
        <w:t xml:space="preserve"> have been accus</w:t>
      </w:r>
      <w:r w:rsidR="00B85CDE">
        <w:t>ations</w:t>
      </w:r>
      <w:r w:rsidR="00820215" w:rsidRPr="007311C9">
        <w:t xml:space="preserve"> of reluctance </w:t>
      </w:r>
      <w:r w:rsidR="001365FA">
        <w:t>“</w:t>
      </w:r>
      <w:r w:rsidR="00820215" w:rsidRPr="007311C9">
        <w:t>to engage directly with technology-related violence against women, until it becomes a public relations issue</w:t>
      </w:r>
      <w:r w:rsidR="001365FA">
        <w:t>”</w:t>
      </w:r>
      <w:r w:rsidR="00B85CDE">
        <w:t>.</w:t>
      </w:r>
      <w:r w:rsidR="00820215" w:rsidRPr="007311C9">
        <w:rPr>
          <w:rStyle w:val="FootnoteReference"/>
          <w:sz w:val="20"/>
        </w:rPr>
        <w:footnoteReference w:id="39"/>
      </w:r>
      <w:r w:rsidR="00820215" w:rsidRPr="007311C9">
        <w:t xml:space="preserve"> </w:t>
      </w:r>
      <w:r w:rsidR="00544F76" w:rsidRPr="007311C9">
        <w:t>At the same time, platforms have been criticized for overzealous censorship of a wide range of legitimate but</w:t>
      </w:r>
      <w:r w:rsidR="009A29D3">
        <w:t xml:space="preserve"> (</w:t>
      </w:r>
      <w:r w:rsidR="00544F76" w:rsidRPr="007311C9">
        <w:t>perhaps to some audiences</w:t>
      </w:r>
      <w:r w:rsidR="009A29D3">
        <w:t>)</w:t>
      </w:r>
      <w:r w:rsidR="00544F76" w:rsidRPr="007311C9">
        <w:t xml:space="preserve"> </w:t>
      </w:r>
      <w:r w:rsidR="00B85CDE">
        <w:t>“</w:t>
      </w:r>
      <w:r w:rsidR="00544F76" w:rsidRPr="007311C9">
        <w:t>uncomfortable</w:t>
      </w:r>
      <w:r w:rsidR="00B85CDE">
        <w:t>”</w:t>
      </w:r>
      <w:r w:rsidR="00544F76" w:rsidRPr="007311C9">
        <w:t xml:space="preserve"> expression</w:t>
      </w:r>
      <w:r w:rsidR="00B85CDE">
        <w:t>s</w:t>
      </w:r>
      <w:r w:rsidR="00544F76" w:rsidRPr="007311C9">
        <w:t>.</w:t>
      </w:r>
      <w:r w:rsidR="00544F76" w:rsidRPr="007311C9">
        <w:rPr>
          <w:rStyle w:val="FootnoteReference"/>
          <w:sz w:val="20"/>
        </w:rPr>
        <w:footnoteReference w:id="40"/>
      </w:r>
      <w:r w:rsidR="00544F76" w:rsidRPr="007311C9">
        <w:t xml:space="preserve"> </w:t>
      </w:r>
      <w:r w:rsidR="00544F76" w:rsidRPr="007311C9">
        <w:rPr>
          <w:color w:val="000000" w:themeColor="text1"/>
        </w:rPr>
        <w:t xml:space="preserve">Lack of an appeals process or poor communication by the company about why content </w:t>
      </w:r>
      <w:proofErr w:type="gramStart"/>
      <w:r w:rsidR="00544F76" w:rsidRPr="007311C9">
        <w:rPr>
          <w:color w:val="000000" w:themeColor="text1"/>
        </w:rPr>
        <w:t>was removed</w:t>
      </w:r>
      <w:proofErr w:type="gramEnd"/>
      <w:r w:rsidR="00544F76" w:rsidRPr="007311C9">
        <w:rPr>
          <w:color w:val="000000" w:themeColor="text1"/>
        </w:rPr>
        <w:t xml:space="preserve"> or an account deactivated adds to these concerns. Terms of </w:t>
      </w:r>
      <w:r w:rsidR="00B85CDE">
        <w:rPr>
          <w:color w:val="000000" w:themeColor="text1"/>
        </w:rPr>
        <w:t>s</w:t>
      </w:r>
      <w:r w:rsidR="00544F76" w:rsidRPr="007311C9">
        <w:rPr>
          <w:color w:val="000000" w:themeColor="text1"/>
        </w:rPr>
        <w:t>ervice that require registration linked to an individual’s real name or evidence to demonstrate valid use of a pseudonym can also disproportionately inhibit the ability of vulnerable groups or civil society actors in closed</w:t>
      </w:r>
      <w:r w:rsidR="00544F76" w:rsidRPr="00A05CEC">
        <w:rPr>
          <w:color w:val="000000" w:themeColor="text1"/>
        </w:rPr>
        <w:t xml:space="preserve"> societies to use online platforms for expression, association or advocacy.  </w:t>
      </w:r>
      <w:r w:rsidR="00820215" w:rsidRPr="00A05CEC">
        <w:rPr>
          <w:color w:val="000000" w:themeColor="text1"/>
        </w:rPr>
        <w:t xml:space="preserve">  </w:t>
      </w:r>
    </w:p>
    <w:p w14:paraId="6989FD03" w14:textId="1AB1A491" w:rsidR="00820215" w:rsidRPr="00A05CEC" w:rsidRDefault="00A05CEC" w:rsidP="00925EF6">
      <w:pPr>
        <w:pStyle w:val="SingleTxtG"/>
      </w:pPr>
      <w:r>
        <w:t>5</w:t>
      </w:r>
      <w:r w:rsidR="00E30607">
        <w:t>3</w:t>
      </w:r>
      <w:r>
        <w:t>.</w:t>
      </w:r>
      <w:r>
        <w:tab/>
      </w:r>
      <w:r w:rsidR="00471ACD">
        <w:t xml:space="preserve">States also increasingly rely on </w:t>
      </w:r>
      <w:r w:rsidR="00B85CDE">
        <w:t>t</w:t>
      </w:r>
      <w:r w:rsidR="00471ACD">
        <w:t xml:space="preserve">erms of </w:t>
      </w:r>
      <w:r w:rsidR="00B85CDE">
        <w:t>s</w:t>
      </w:r>
      <w:r w:rsidR="00471ACD">
        <w:t xml:space="preserve">ervice to remove content they find objectionable. </w:t>
      </w:r>
      <w:r w:rsidR="00820215" w:rsidRPr="00A05CEC">
        <w:t xml:space="preserve">The Special Rapporteur </w:t>
      </w:r>
      <w:r w:rsidR="007949B7" w:rsidRPr="00DF1574">
        <w:rPr>
          <w:bCs/>
          <w:shd w:val="clear" w:color="auto" w:fill="FFFFFF"/>
        </w:rPr>
        <w:t>on the promotion and protection of</w:t>
      </w:r>
      <w:r w:rsidR="007949B7" w:rsidRPr="00DF1574">
        <w:rPr>
          <w:bCs/>
          <w:color w:val="0063C6"/>
          <w:shd w:val="clear" w:color="auto" w:fill="FFFFFF"/>
        </w:rPr>
        <w:t xml:space="preserve"> </w:t>
      </w:r>
      <w:r w:rsidR="00820215" w:rsidRPr="00A05CEC">
        <w:t xml:space="preserve">human rights </w:t>
      </w:r>
      <w:r w:rsidR="007949B7">
        <w:t>while</w:t>
      </w:r>
      <w:r w:rsidR="007949B7" w:rsidRPr="00A05CEC">
        <w:t xml:space="preserve"> </w:t>
      </w:r>
      <w:r w:rsidR="00820215" w:rsidRPr="00A05CEC">
        <w:t>counter</w:t>
      </w:r>
      <w:r w:rsidR="007949B7">
        <w:t xml:space="preserve">ing </w:t>
      </w:r>
      <w:r w:rsidR="00820215" w:rsidRPr="00A05CEC">
        <w:t>terrorism has observed that several States have established content-removal mechanisms that often seek the removal of content that, while lawful, might be regarded as extremist (</w:t>
      </w:r>
      <w:r w:rsidR="007949B7">
        <w:t xml:space="preserve">see </w:t>
      </w:r>
      <w:r w:rsidR="00820215" w:rsidRPr="00A05CEC">
        <w:t>A/HRC/31/65)</w:t>
      </w:r>
      <w:r w:rsidR="008E18B3">
        <w:t>.</w:t>
      </w:r>
      <w:r w:rsidR="00820215" w:rsidRPr="00A05CEC">
        <w:t xml:space="preserve"> The Counter</w:t>
      </w:r>
      <w:r w:rsidR="007949B7">
        <w:t xml:space="preserve"> T</w:t>
      </w:r>
      <w:r w:rsidR="00820215" w:rsidRPr="00A05CEC">
        <w:t xml:space="preserve">errorism Internet Referral Unit in the United Kingdom, for example, is dedicated to removing online content of a </w:t>
      </w:r>
      <w:r w:rsidR="001365FA">
        <w:t>“</w:t>
      </w:r>
      <w:r w:rsidR="00820215" w:rsidRPr="00A05CEC">
        <w:t>violent extremist or terrorist nature</w:t>
      </w:r>
      <w:r w:rsidR="001365FA">
        <w:t>”</w:t>
      </w:r>
      <w:r w:rsidR="00820215" w:rsidRPr="00A05CEC">
        <w:t xml:space="preserve">, including through methods that </w:t>
      </w:r>
      <w:r w:rsidR="001365FA">
        <w:t>“</w:t>
      </w:r>
      <w:r w:rsidR="00820215" w:rsidRPr="00A05CEC">
        <w:t>use websites’ content</w:t>
      </w:r>
      <w:r w:rsidR="008E18B3">
        <w:t>-</w:t>
      </w:r>
      <w:r w:rsidR="00820215" w:rsidRPr="00A05CEC">
        <w:lastRenderedPageBreak/>
        <w:t xml:space="preserve">flagging mechanisms to report content as a violation of the site’s </w:t>
      </w:r>
      <w:r w:rsidR="001365FA">
        <w:t>[</w:t>
      </w:r>
      <w:r w:rsidR="007949B7">
        <w:t>t</w:t>
      </w:r>
      <w:r w:rsidR="00D61388">
        <w:t xml:space="preserve">erms of </w:t>
      </w:r>
      <w:r w:rsidR="007949B7">
        <w:t>s</w:t>
      </w:r>
      <w:r w:rsidR="00D61388">
        <w:t>ervice</w:t>
      </w:r>
      <w:r w:rsidR="001365FA">
        <w:t>]”</w:t>
      </w:r>
      <w:r w:rsidR="00820215" w:rsidRPr="00A05CEC">
        <w:t>.</w:t>
      </w:r>
      <w:r w:rsidR="00820215" w:rsidRPr="00A05CEC">
        <w:rPr>
          <w:rStyle w:val="FootnoteReference"/>
          <w:sz w:val="20"/>
        </w:rPr>
        <w:footnoteReference w:id="41"/>
      </w:r>
      <w:r w:rsidR="00820215" w:rsidRPr="00A05CEC">
        <w:t xml:space="preserve"> Such practices raise the prospect that States may rely on private </w:t>
      </w:r>
      <w:r w:rsidR="00EB53B7">
        <w:t>t</w:t>
      </w:r>
      <w:r w:rsidR="00820215" w:rsidRPr="00A05CEC">
        <w:t xml:space="preserve">erms of </w:t>
      </w:r>
      <w:r w:rsidR="00EB53B7">
        <w:t>s</w:t>
      </w:r>
      <w:r w:rsidR="00820215" w:rsidRPr="00A05CEC">
        <w:t>ervice to bypass human rights or domestic law norms against content restrictions.</w:t>
      </w:r>
    </w:p>
    <w:p w14:paraId="6DBC48A9" w14:textId="105198D2" w:rsidR="00820215" w:rsidRPr="00A05CEC" w:rsidRDefault="00A05CEC" w:rsidP="00925EF6">
      <w:pPr>
        <w:pStyle w:val="SingleTxtG"/>
      </w:pPr>
      <w:r w:rsidRPr="00A05CEC">
        <w:rPr>
          <w:rStyle w:val="PageNumber"/>
          <w:b w:val="0"/>
          <w:sz w:val="20"/>
        </w:rPr>
        <w:t>5</w:t>
      </w:r>
      <w:r w:rsidR="00E30607">
        <w:rPr>
          <w:rStyle w:val="PageNumber"/>
          <w:b w:val="0"/>
          <w:sz w:val="20"/>
        </w:rPr>
        <w:t>4</w:t>
      </w:r>
      <w:r w:rsidRPr="00A05CEC">
        <w:rPr>
          <w:rStyle w:val="PageNumber"/>
          <w:b w:val="0"/>
          <w:sz w:val="20"/>
        </w:rPr>
        <w:t>.</w:t>
      </w:r>
      <w:r w:rsidRPr="00A05CEC">
        <w:rPr>
          <w:rStyle w:val="PageNumber"/>
          <w:b w:val="0"/>
          <w:sz w:val="20"/>
        </w:rPr>
        <w:tab/>
      </w:r>
      <w:r w:rsidR="00820215" w:rsidRPr="00A05CEC">
        <w:rPr>
          <w:rStyle w:val="PageNumber"/>
          <w:b w:val="0"/>
          <w:sz w:val="20"/>
        </w:rPr>
        <w:t xml:space="preserve">The work of private censorship </w:t>
      </w:r>
      <w:proofErr w:type="gramStart"/>
      <w:r w:rsidR="00820215" w:rsidRPr="00A05CEC">
        <w:rPr>
          <w:rStyle w:val="PageNumber"/>
          <w:b w:val="0"/>
          <w:sz w:val="20"/>
        </w:rPr>
        <w:t>is complicated</w:t>
      </w:r>
      <w:proofErr w:type="gramEnd"/>
      <w:r w:rsidR="00820215" w:rsidRPr="00A05CEC">
        <w:rPr>
          <w:rStyle w:val="PageNumber"/>
          <w:b w:val="0"/>
          <w:sz w:val="20"/>
        </w:rPr>
        <w:t xml:space="preserve"> by the sheer volume of complaints and flagged content that intermediaries identify on a daily basis. Large platforms may also outsource content moderation, creating even more distance between content moderators and internal policymaking decisions, and exacerbating inconsistencies in enforcement. Intermediaries that operate in a diverse range of markets inevitably face “complex value judgments”</w:t>
      </w:r>
      <w:r w:rsidR="00EB53B7">
        <w:rPr>
          <w:rStyle w:val="PageNumber"/>
          <w:b w:val="0"/>
          <w:sz w:val="20"/>
        </w:rPr>
        <w:t>,</w:t>
      </w:r>
      <w:r w:rsidR="00820215" w:rsidRPr="00A05CEC">
        <w:rPr>
          <w:rStyle w:val="PageNumber"/>
          <w:b w:val="0"/>
          <w:sz w:val="20"/>
        </w:rPr>
        <w:t xml:space="preserve"> issues with cultural sensitivity and diversity, and “difficult decisions about conflicts of law”</w:t>
      </w:r>
      <w:r w:rsidR="00EB53B7">
        <w:rPr>
          <w:rStyle w:val="PageNumber"/>
          <w:b w:val="0"/>
          <w:sz w:val="20"/>
        </w:rPr>
        <w:t>.</w:t>
      </w:r>
      <w:r w:rsidR="00820215" w:rsidRPr="007311C9">
        <w:rPr>
          <w:rStyle w:val="PageNumber"/>
          <w:b w:val="0"/>
          <w:sz w:val="20"/>
          <w:vertAlign w:val="superscript"/>
        </w:rPr>
        <w:footnoteReference w:id="42"/>
      </w:r>
    </w:p>
    <w:p w14:paraId="6B3C5CCD" w14:textId="7FDCF0FB" w:rsidR="004B37AC" w:rsidRDefault="004B37AC" w:rsidP="004B37AC">
      <w:pPr>
        <w:pStyle w:val="H4G"/>
        <w:rPr>
          <w:rStyle w:val="PageNumber"/>
          <w:b w:val="0"/>
          <w:sz w:val="20"/>
        </w:rPr>
      </w:pPr>
      <w:r>
        <w:rPr>
          <w:rStyle w:val="PageNumber"/>
          <w:b w:val="0"/>
          <w:sz w:val="20"/>
        </w:rPr>
        <w:tab/>
      </w:r>
      <w:r>
        <w:rPr>
          <w:rStyle w:val="PageNumber"/>
          <w:b w:val="0"/>
          <w:sz w:val="20"/>
        </w:rPr>
        <w:tab/>
        <w:t xml:space="preserve">Design and </w:t>
      </w:r>
      <w:r w:rsidR="00EB53B7">
        <w:rPr>
          <w:rStyle w:val="PageNumber"/>
          <w:b w:val="0"/>
          <w:sz w:val="20"/>
        </w:rPr>
        <w:t>e</w:t>
      </w:r>
      <w:r>
        <w:rPr>
          <w:rStyle w:val="PageNumber"/>
          <w:b w:val="0"/>
          <w:sz w:val="20"/>
        </w:rPr>
        <w:t xml:space="preserve">ngineering </w:t>
      </w:r>
      <w:r w:rsidR="00EB53B7">
        <w:rPr>
          <w:rStyle w:val="PageNumber"/>
          <w:b w:val="0"/>
          <w:sz w:val="20"/>
        </w:rPr>
        <w:t>c</w:t>
      </w:r>
      <w:r>
        <w:rPr>
          <w:rStyle w:val="PageNumber"/>
          <w:b w:val="0"/>
          <w:sz w:val="20"/>
        </w:rPr>
        <w:t>hoices</w:t>
      </w:r>
    </w:p>
    <w:p w14:paraId="05C10369" w14:textId="18024AB9" w:rsidR="00820215" w:rsidRPr="00A05CEC" w:rsidRDefault="00C5535D" w:rsidP="00925EF6">
      <w:pPr>
        <w:pStyle w:val="SingleTxtG"/>
      </w:pPr>
      <w:r>
        <w:rPr>
          <w:rStyle w:val="PageNumber"/>
          <w:b w:val="0"/>
          <w:sz w:val="20"/>
        </w:rPr>
        <w:t>5</w:t>
      </w:r>
      <w:r w:rsidR="00E30607">
        <w:rPr>
          <w:rStyle w:val="PageNumber"/>
          <w:b w:val="0"/>
          <w:sz w:val="20"/>
        </w:rPr>
        <w:t>5</w:t>
      </w:r>
      <w:r w:rsidR="004B37AC">
        <w:rPr>
          <w:rStyle w:val="PageNumber"/>
          <w:b w:val="0"/>
          <w:sz w:val="20"/>
        </w:rPr>
        <w:t>.</w:t>
      </w:r>
      <w:r w:rsidR="004B37AC">
        <w:rPr>
          <w:rStyle w:val="PageNumber"/>
          <w:b w:val="0"/>
          <w:sz w:val="20"/>
        </w:rPr>
        <w:tab/>
      </w:r>
      <w:r w:rsidR="00544F76" w:rsidRPr="007311C9">
        <w:rPr>
          <w:rStyle w:val="PageNumber"/>
          <w:b w:val="0"/>
          <w:sz w:val="20"/>
        </w:rPr>
        <w:t xml:space="preserve">The manner in which intermediaries </w:t>
      </w:r>
      <w:r w:rsidR="00544F76" w:rsidRPr="007311C9">
        <w:t xml:space="preserve">curate, categorize and rank content affects what information </w:t>
      </w:r>
      <w:proofErr w:type="gramStart"/>
      <w:r w:rsidR="00544F76" w:rsidRPr="007311C9">
        <w:t>users</w:t>
      </w:r>
      <w:proofErr w:type="gramEnd"/>
      <w:r w:rsidR="00544F76" w:rsidRPr="007311C9">
        <w:t xml:space="preserve"> access and view on their platforms. For example, platforms deploy algorithmic predictions of user preferences and consequently guide the advertisements individuals might see, how their social media feeds </w:t>
      </w:r>
      <w:proofErr w:type="gramStart"/>
      <w:r w:rsidR="00544F76" w:rsidRPr="007311C9">
        <w:t>are arranged</w:t>
      </w:r>
      <w:proofErr w:type="gramEnd"/>
      <w:r w:rsidR="00544F76" w:rsidRPr="007311C9">
        <w:t xml:space="preserve"> and the order in which search results appear.</w:t>
      </w:r>
      <w:r w:rsidR="00544F76" w:rsidRPr="007311C9">
        <w:rPr>
          <w:rStyle w:val="FootnoteReference"/>
          <w:sz w:val="20"/>
        </w:rPr>
        <w:footnoteReference w:id="43"/>
      </w:r>
      <w:r w:rsidR="00544F76" w:rsidRPr="007311C9">
        <w:t xml:space="preserve"> Other self-regulatory measures, such as “counter speech” initiatives to support anti-terror or anti-harassment messages,</w:t>
      </w:r>
      <w:r w:rsidR="00544F76" w:rsidRPr="007311C9">
        <w:rPr>
          <w:rStyle w:val="FootnoteReference"/>
          <w:sz w:val="20"/>
        </w:rPr>
        <w:footnoteReference w:id="44"/>
      </w:r>
      <w:r w:rsidR="00544F76" w:rsidRPr="007311C9">
        <w:t xml:space="preserve"> also affect the ways in which users might consume and process Internet content concerning sensitive topics. </w:t>
      </w:r>
      <w:r w:rsidR="00E14CCE">
        <w:t xml:space="preserve">It </w:t>
      </w:r>
      <w:r w:rsidR="00E14CCE" w:rsidRPr="007311C9">
        <w:t xml:space="preserve">remains an open question </w:t>
      </w:r>
      <w:r w:rsidR="00E14CCE">
        <w:t>h</w:t>
      </w:r>
      <w:r w:rsidR="00E14CCE" w:rsidRPr="007311C9">
        <w:t xml:space="preserve">ow </w:t>
      </w:r>
      <w:r w:rsidR="00544F76" w:rsidRPr="007311C9">
        <w:t>freedom of expression concerns raised by design and engineering choices should be reconciled with the freedom of private entities to design and customize their platforms as they choose</w:t>
      </w:r>
      <w:r w:rsidR="00544F76">
        <w:t xml:space="preserve">.  </w:t>
      </w:r>
    </w:p>
    <w:p w14:paraId="58AC8C04" w14:textId="77777777" w:rsidR="00820215" w:rsidRPr="00D259BB" w:rsidRDefault="004B37AC" w:rsidP="00D259BB">
      <w:pPr>
        <w:pStyle w:val="H1G"/>
      </w:pPr>
      <w:r>
        <w:rPr>
          <w:rStyle w:val="PageNumber"/>
          <w:b/>
          <w:sz w:val="24"/>
        </w:rPr>
        <w:tab/>
      </w:r>
      <w:r w:rsidRPr="00D259BB">
        <w:rPr>
          <w:rStyle w:val="PageNumber"/>
          <w:b/>
          <w:sz w:val="24"/>
        </w:rPr>
        <w:t>B.</w:t>
      </w:r>
      <w:r w:rsidRPr="00D259BB">
        <w:rPr>
          <w:rStyle w:val="PageNumber"/>
          <w:b/>
          <w:sz w:val="24"/>
        </w:rPr>
        <w:tab/>
      </w:r>
      <w:r w:rsidR="00820215" w:rsidRPr="00D259BB">
        <w:rPr>
          <w:rStyle w:val="PageNumber"/>
          <w:b/>
          <w:sz w:val="24"/>
        </w:rPr>
        <w:t>S</w:t>
      </w:r>
      <w:r w:rsidR="00AC6B8D">
        <w:rPr>
          <w:rStyle w:val="PageNumber"/>
          <w:b/>
          <w:sz w:val="24"/>
        </w:rPr>
        <w:t>urveillance and digital s</w:t>
      </w:r>
      <w:r w:rsidRPr="00D259BB">
        <w:rPr>
          <w:rStyle w:val="PageNumber"/>
          <w:b/>
          <w:sz w:val="24"/>
        </w:rPr>
        <w:t>ecurity</w:t>
      </w:r>
    </w:p>
    <w:p w14:paraId="6E844A1F" w14:textId="77777777" w:rsidR="00820215" w:rsidRPr="00A05CEC" w:rsidRDefault="00A05CEC" w:rsidP="00925EF6">
      <w:pPr>
        <w:pStyle w:val="SingleTxtG"/>
      </w:pPr>
      <w:r>
        <w:t>5</w:t>
      </w:r>
      <w:r w:rsidR="00E30607">
        <w:t>6</w:t>
      </w:r>
      <w:r>
        <w:t>.</w:t>
      </w:r>
      <w:r>
        <w:tab/>
      </w:r>
      <w:r w:rsidR="00820215" w:rsidRPr="00A05CEC">
        <w:t xml:space="preserve">State surveillance and corporate data collection and retention raise substantial issues of freedom of expression. For instance, how do States conduct surveillance activities with the cooperation of the private sector, and how does such cooperation </w:t>
      </w:r>
      <w:r w:rsidR="000C6E25">
        <w:t xml:space="preserve">have an </w:t>
      </w:r>
      <w:r w:rsidR="00820215" w:rsidRPr="00A05CEC">
        <w:t xml:space="preserve">impact </w:t>
      </w:r>
      <w:r w:rsidR="000C6E25">
        <w:t xml:space="preserve">on </w:t>
      </w:r>
      <w:r w:rsidR="00820215" w:rsidRPr="00A05CEC">
        <w:t xml:space="preserve">freedom of expression?  What are the responsibilities of private </w:t>
      </w:r>
      <w:r w:rsidR="008C297A">
        <w:t>actors</w:t>
      </w:r>
      <w:r w:rsidR="008C297A" w:rsidRPr="00A05CEC">
        <w:t xml:space="preserve"> </w:t>
      </w:r>
      <w:r w:rsidR="00820215" w:rsidRPr="00A05CEC">
        <w:t xml:space="preserve">when they discover that States covertly access Internet and telecommunications data transmitted or stored on </w:t>
      </w:r>
      <w:r w:rsidR="008C297A">
        <w:t>their</w:t>
      </w:r>
      <w:r w:rsidR="00820215" w:rsidRPr="00A05CEC">
        <w:t xml:space="preserve"> </w:t>
      </w:r>
      <w:r w:rsidR="008C297A">
        <w:t>networks</w:t>
      </w:r>
      <w:r w:rsidR="00230C19">
        <w:t xml:space="preserve"> or platforms</w:t>
      </w:r>
      <w:r w:rsidR="00820215" w:rsidRPr="00A05CEC">
        <w:t>? What are the responsibilities of the private sector to protect</w:t>
      </w:r>
      <w:r w:rsidR="00230C19">
        <w:t xml:space="preserve"> security and</w:t>
      </w:r>
      <w:r w:rsidR="00820215" w:rsidRPr="00A05CEC">
        <w:t xml:space="preserve"> anonymity online? </w:t>
      </w:r>
    </w:p>
    <w:p w14:paraId="641C6AD7" w14:textId="1E05FC8D" w:rsidR="00820215" w:rsidRPr="006D06AC" w:rsidRDefault="00725EF2" w:rsidP="00925EF6">
      <w:pPr>
        <w:pStyle w:val="SingleTxtG"/>
      </w:pPr>
      <w:proofErr w:type="gramStart"/>
      <w:r>
        <w:t>5</w:t>
      </w:r>
      <w:r w:rsidR="00E30607">
        <w:t>7</w:t>
      </w:r>
      <w:r>
        <w:t>.</w:t>
      </w:r>
      <w:r>
        <w:tab/>
      </w:r>
      <w:r w:rsidR="00820215" w:rsidRPr="00A05CEC">
        <w:t>Digital communications and data transmitted or stored on private networks and platforms are increasingly subject to surveillance and other forms of interference, whether by the State or private actors.</w:t>
      </w:r>
      <w:proofErr w:type="gramEnd"/>
      <w:r w:rsidR="00820215" w:rsidRPr="00A05CEC">
        <w:t xml:space="preserve"> Unnecessary and disproportionate surveillance may </w:t>
      </w:r>
      <w:r w:rsidR="00820215" w:rsidRPr="006D06AC">
        <w:t>undermine security online and access to information and ideas</w:t>
      </w:r>
      <w:r w:rsidR="000C6E25" w:rsidRPr="000C6E25">
        <w:rPr>
          <w:szCs w:val="18"/>
        </w:rPr>
        <w:t xml:space="preserve"> </w:t>
      </w:r>
      <w:r w:rsidR="000C6E25">
        <w:rPr>
          <w:szCs w:val="18"/>
        </w:rPr>
        <w:t xml:space="preserve">(see </w:t>
      </w:r>
      <w:r w:rsidR="000C6E25" w:rsidRPr="00BB78C2">
        <w:rPr>
          <w:szCs w:val="18"/>
        </w:rPr>
        <w:t>A/HRC/23/40</w:t>
      </w:r>
      <w:r w:rsidR="000C6E25">
        <w:rPr>
          <w:szCs w:val="18"/>
        </w:rPr>
        <w:t>)</w:t>
      </w:r>
      <w:r w:rsidR="00820215" w:rsidRPr="006D06AC">
        <w:t xml:space="preserve">. Surveillance may create a chilling effect on the online expression of ordinary citizens, who may self-censor for fear of </w:t>
      </w:r>
      <w:proofErr w:type="gramStart"/>
      <w:r w:rsidR="00820215" w:rsidRPr="006D06AC">
        <w:t>being constantly tracked</w:t>
      </w:r>
      <w:proofErr w:type="gramEnd"/>
      <w:r w:rsidR="00820215" w:rsidRPr="006D06AC">
        <w:t xml:space="preserve">. Surveillance exerts a disproportionate impact on the freedom of expression of a wide range of vulnerable groups, including racial, religious, </w:t>
      </w:r>
      <w:proofErr w:type="gramStart"/>
      <w:r w:rsidR="00820215" w:rsidRPr="006D06AC">
        <w:t>ethnic</w:t>
      </w:r>
      <w:proofErr w:type="gramEnd"/>
      <w:r w:rsidR="00820215" w:rsidRPr="006D06AC">
        <w:t>, gender and sexual minorities, members of certain political parties, civil society, human rights defenders, profession</w:t>
      </w:r>
      <w:r w:rsidR="00927F15">
        <w:t>al</w:t>
      </w:r>
      <w:r w:rsidR="00820215" w:rsidRPr="006D06AC">
        <w:t xml:space="preserve">s </w:t>
      </w:r>
      <w:r w:rsidR="00927F15">
        <w:t>such</w:t>
      </w:r>
      <w:r w:rsidR="00927F15" w:rsidRPr="006D06AC">
        <w:t xml:space="preserve"> </w:t>
      </w:r>
      <w:r w:rsidR="00927F15">
        <w:t xml:space="preserve">as </w:t>
      </w:r>
      <w:r w:rsidR="00820215" w:rsidRPr="006D06AC">
        <w:t>journalists, lawyers and trade unionists, victims of violence and abuse, and children (</w:t>
      </w:r>
      <w:r w:rsidR="000C6E25">
        <w:t xml:space="preserve">see </w:t>
      </w:r>
      <w:r w:rsidR="00820215" w:rsidRPr="006D06AC">
        <w:t>A/HRC/29/32)</w:t>
      </w:r>
      <w:r w:rsidR="0084239E">
        <w:t>.</w:t>
      </w:r>
      <w:r w:rsidR="00820215" w:rsidRPr="006D06AC">
        <w:t xml:space="preserve"> State capacity to </w:t>
      </w:r>
      <w:r w:rsidR="00820215" w:rsidRPr="006D06AC">
        <w:lastRenderedPageBreak/>
        <w:t xml:space="preserve">conduct surveillance may depend on the extent to which business enterprises cooperate with or resist such surveillance. </w:t>
      </w:r>
    </w:p>
    <w:p w14:paraId="313BA362" w14:textId="66B66292" w:rsidR="00D259BB" w:rsidRPr="00FB79BC" w:rsidRDefault="00D259BB" w:rsidP="00D259BB">
      <w:pPr>
        <w:pStyle w:val="H4G"/>
        <w:rPr>
          <w:rStyle w:val="PageNumber"/>
          <w:i w:val="0"/>
          <w:sz w:val="20"/>
        </w:rPr>
      </w:pPr>
      <w:r w:rsidRPr="007311C9">
        <w:rPr>
          <w:rStyle w:val="PageNumber"/>
          <w:b w:val="0"/>
          <w:sz w:val="20"/>
        </w:rPr>
        <w:tab/>
      </w:r>
      <w:r w:rsidR="000C6E25" w:rsidRPr="00DF1574">
        <w:rPr>
          <w:rStyle w:val="PageNumber"/>
          <w:i w:val="0"/>
          <w:sz w:val="20"/>
        </w:rPr>
        <w:t>1.</w:t>
      </w:r>
      <w:r w:rsidR="000C6E25" w:rsidRPr="00DF1574">
        <w:rPr>
          <w:rStyle w:val="PageNumber"/>
          <w:i w:val="0"/>
          <w:sz w:val="20"/>
        </w:rPr>
        <w:tab/>
      </w:r>
      <w:r w:rsidR="00820215" w:rsidRPr="00DF1574">
        <w:rPr>
          <w:rStyle w:val="PageNumber"/>
          <w:i w:val="0"/>
          <w:sz w:val="20"/>
        </w:rPr>
        <w:t xml:space="preserve">Requests for customer data </w:t>
      </w:r>
    </w:p>
    <w:p w14:paraId="57F7A1F2" w14:textId="5C649E6E" w:rsidR="00820215" w:rsidRPr="006D06AC" w:rsidRDefault="00E30607">
      <w:pPr>
        <w:pStyle w:val="SingleTxtG"/>
      </w:pPr>
      <w:r>
        <w:rPr>
          <w:rStyle w:val="PageNumber"/>
          <w:b w:val="0"/>
          <w:sz w:val="20"/>
        </w:rPr>
        <w:t>58</w:t>
      </w:r>
      <w:r w:rsidR="00D259BB" w:rsidRPr="006D06AC">
        <w:rPr>
          <w:rStyle w:val="PageNumber"/>
          <w:b w:val="0"/>
          <w:sz w:val="20"/>
        </w:rPr>
        <w:t>.</w:t>
      </w:r>
      <w:r w:rsidR="00D259BB" w:rsidRPr="006D06AC">
        <w:rPr>
          <w:rStyle w:val="PageNumber"/>
          <w:b w:val="0"/>
          <w:sz w:val="20"/>
        </w:rPr>
        <w:tab/>
      </w:r>
      <w:r w:rsidR="00544F76" w:rsidRPr="006D06AC">
        <w:rPr>
          <w:rStyle w:val="PageNumber"/>
          <w:b w:val="0"/>
          <w:sz w:val="20"/>
        </w:rPr>
        <w:t xml:space="preserve">As </w:t>
      </w:r>
      <w:r w:rsidR="00544F76" w:rsidRPr="006D06AC">
        <w:t>I</w:t>
      </w:r>
      <w:r w:rsidR="0069772A">
        <w:t>nternet service provider</w:t>
      </w:r>
      <w:r w:rsidR="00544F76" w:rsidRPr="006D06AC">
        <w:t>s, social networking platforms, search engines, cloud service providers and other companies transmit or amass enormous quantities of customer data, the volume of government requests for user information based on local laws and regulations has also begun to rise. Several major Internet companies have reported an increase in requests.</w:t>
      </w:r>
      <w:r w:rsidR="00544F76" w:rsidRPr="006D06AC">
        <w:rPr>
          <w:rStyle w:val="FootnoteReference"/>
          <w:sz w:val="20"/>
        </w:rPr>
        <w:footnoteReference w:id="45"/>
      </w:r>
      <w:r w:rsidR="00544F76" w:rsidRPr="006D06AC">
        <w:t xml:space="preserve"> Many of these requests </w:t>
      </w:r>
      <w:proofErr w:type="gramStart"/>
      <w:r w:rsidR="00544F76" w:rsidRPr="006D06AC">
        <w:t>are issued</w:t>
      </w:r>
      <w:proofErr w:type="gramEnd"/>
      <w:r w:rsidR="00544F76" w:rsidRPr="006D06AC">
        <w:t xml:space="preserve"> by law enforcement and intelligence agencies. State oversight of these requests varies, ranging from prior judicial authorization</w:t>
      </w:r>
      <w:r w:rsidR="00544F76" w:rsidRPr="006D06AC">
        <w:rPr>
          <w:rStyle w:val="FootnoteReference"/>
          <w:sz w:val="20"/>
        </w:rPr>
        <w:footnoteReference w:id="46"/>
      </w:r>
      <w:r w:rsidR="00544F76" w:rsidRPr="006D06AC">
        <w:t xml:space="preserve"> to high-level executive approval</w:t>
      </w:r>
      <w:r w:rsidR="00544F76" w:rsidRPr="006D06AC">
        <w:rPr>
          <w:rStyle w:val="FootnoteReference"/>
          <w:sz w:val="20"/>
        </w:rPr>
        <w:footnoteReference w:id="47"/>
      </w:r>
      <w:r w:rsidR="00544F76" w:rsidRPr="006D06AC">
        <w:t xml:space="preserve"> to none at all. Licensing agreements and the law may limit the ability of the private sector to resist these requests or compel accountability. Even content</w:t>
      </w:r>
      <w:r w:rsidR="0048261E">
        <w:t>-</w:t>
      </w:r>
      <w:r w:rsidR="00544F76" w:rsidRPr="006D06AC">
        <w:t xml:space="preserve">hosting platforms, which lack physical presence in certain jurisdictions where they operate, may face the wholesale blocking of their service and attempts to intimidate employees of corporate subsidiaries. Nevertheless, companies in all areas of the </w:t>
      </w:r>
      <w:r w:rsidR="0048261E">
        <w:t>information and communications</w:t>
      </w:r>
      <w:r w:rsidR="0048261E" w:rsidRPr="006D06AC">
        <w:t xml:space="preserve"> </w:t>
      </w:r>
      <w:r w:rsidR="0048261E">
        <w:t xml:space="preserve">technology </w:t>
      </w:r>
      <w:r w:rsidR="00544F76" w:rsidRPr="006D06AC">
        <w:t xml:space="preserve">industry </w:t>
      </w:r>
      <w:r w:rsidR="00701DDD">
        <w:t xml:space="preserve">are capable of </w:t>
      </w:r>
      <w:r w:rsidR="004E3D4D">
        <w:t>establishing and exercising</w:t>
      </w:r>
      <w:r w:rsidR="00544F76" w:rsidRPr="006D06AC">
        <w:t xml:space="preserve"> varying degrees of </w:t>
      </w:r>
      <w:proofErr w:type="gramStart"/>
      <w:r w:rsidR="00544F76" w:rsidRPr="006D06AC">
        <w:t>leverage</w:t>
      </w:r>
      <w:proofErr w:type="gramEnd"/>
      <w:r w:rsidR="00544F76" w:rsidRPr="006D06AC">
        <w:t xml:space="preserve"> in their relationships with States to resist or mitigate the harm caused by abusive application of the law. </w:t>
      </w:r>
      <w:proofErr w:type="gramStart"/>
      <w:r w:rsidR="00544F76" w:rsidRPr="006D06AC">
        <w:t xml:space="preserve">Effective strategies of resistance include: </w:t>
      </w:r>
      <w:r w:rsidR="0048261E">
        <w:t>t</w:t>
      </w:r>
      <w:r w:rsidR="00544F76" w:rsidRPr="006D06AC">
        <w:t xml:space="preserve">he inclusion of human rights guarantees in licensing agreements and other relevant contracts; restrictive interpretations of government requests; negotiations with government officials about the scope of such requests; judicial challenge of overbroad requests or laws; providing affected individuals, the media or public with relevant information; and </w:t>
      </w:r>
      <w:r w:rsidR="001D2B01">
        <w:t>suspension of</w:t>
      </w:r>
      <w:r w:rsidR="00544F76" w:rsidRPr="006D06AC">
        <w:t xml:space="preserve"> service</w:t>
      </w:r>
      <w:r w:rsidR="001D2B01">
        <w:t xml:space="preserve"> within</w:t>
      </w:r>
      <w:r w:rsidR="00544F76" w:rsidRPr="006D06AC">
        <w:t>, withdraw</w:t>
      </w:r>
      <w:r w:rsidR="001D2B01">
        <w:t>al from</w:t>
      </w:r>
      <w:r w:rsidR="00544F76" w:rsidRPr="006D06AC">
        <w:t xml:space="preserve">, or </w:t>
      </w:r>
      <w:r w:rsidR="001D2B01">
        <w:t xml:space="preserve">decisions </w:t>
      </w:r>
      <w:r w:rsidR="00544F76" w:rsidRPr="006D06AC">
        <w:t>not to enter a particular market.</w:t>
      </w:r>
      <w:proofErr w:type="gramEnd"/>
      <w:r w:rsidR="00544F76" w:rsidRPr="006D06AC">
        <w:t xml:space="preserve"> </w:t>
      </w:r>
      <w:r w:rsidR="00544F76" w:rsidRPr="006D06AC" w:rsidDel="007F78E8">
        <w:t xml:space="preserve"> </w:t>
      </w:r>
    </w:p>
    <w:p w14:paraId="520C955C" w14:textId="256E93C2" w:rsidR="00D259BB" w:rsidRPr="00FB79BC" w:rsidRDefault="00D259BB" w:rsidP="00D259BB">
      <w:pPr>
        <w:pStyle w:val="H4G"/>
        <w:rPr>
          <w:rStyle w:val="PageNumber"/>
          <w:i w:val="0"/>
          <w:sz w:val="20"/>
        </w:rPr>
      </w:pPr>
      <w:r>
        <w:rPr>
          <w:rStyle w:val="PageNumber"/>
          <w:b w:val="0"/>
          <w:sz w:val="20"/>
        </w:rPr>
        <w:tab/>
      </w:r>
      <w:r w:rsidR="000C6E25" w:rsidRPr="00DF1574">
        <w:rPr>
          <w:rStyle w:val="PageNumber"/>
          <w:i w:val="0"/>
          <w:sz w:val="20"/>
        </w:rPr>
        <w:t>2.</w:t>
      </w:r>
      <w:r w:rsidR="000C6E25" w:rsidRPr="00DF1574">
        <w:rPr>
          <w:rStyle w:val="PageNumber"/>
          <w:i w:val="0"/>
          <w:sz w:val="20"/>
        </w:rPr>
        <w:tab/>
      </w:r>
      <w:r w:rsidR="00820215" w:rsidRPr="00DF1574">
        <w:rPr>
          <w:rStyle w:val="PageNumber"/>
          <w:i w:val="0"/>
          <w:sz w:val="20"/>
        </w:rPr>
        <w:t>Sale of surveillance and censorship</w:t>
      </w:r>
      <w:r w:rsidRPr="00DF1574">
        <w:rPr>
          <w:rStyle w:val="PageNumber"/>
          <w:i w:val="0"/>
          <w:sz w:val="20"/>
        </w:rPr>
        <w:t xml:space="preserve"> equipment</w:t>
      </w:r>
    </w:p>
    <w:p w14:paraId="47CAB919" w14:textId="59C784E1" w:rsidR="00820215" w:rsidRPr="00725EF2" w:rsidRDefault="00E30607" w:rsidP="00925EF6">
      <w:pPr>
        <w:pStyle w:val="SingleTxtG"/>
      </w:pPr>
      <w:r>
        <w:rPr>
          <w:rStyle w:val="PageNumber"/>
          <w:b w:val="0"/>
          <w:sz w:val="20"/>
        </w:rPr>
        <w:t>59</w:t>
      </w:r>
      <w:r w:rsidR="00D259BB">
        <w:rPr>
          <w:rStyle w:val="PageNumber"/>
          <w:b w:val="0"/>
          <w:sz w:val="20"/>
        </w:rPr>
        <w:t>.</w:t>
      </w:r>
      <w:r w:rsidR="00D259BB">
        <w:rPr>
          <w:rStyle w:val="PageNumber"/>
          <w:b w:val="0"/>
          <w:sz w:val="20"/>
        </w:rPr>
        <w:tab/>
      </w:r>
      <w:r w:rsidR="00820215" w:rsidRPr="00725EF2">
        <w:t>The private sector suppl</w:t>
      </w:r>
      <w:r w:rsidR="00F26215">
        <w:t>ies</w:t>
      </w:r>
      <w:r w:rsidR="00820215" w:rsidRPr="00725EF2">
        <w:t xml:space="preserve"> hardware, software and other technologies that enable States to </w:t>
      </w:r>
      <w:proofErr w:type="gramStart"/>
      <w:r w:rsidR="00820215" w:rsidRPr="00725EF2">
        <w:t>intercept,</w:t>
      </w:r>
      <w:proofErr w:type="gramEnd"/>
      <w:r w:rsidR="00820215" w:rsidRPr="00725EF2">
        <w:t xml:space="preserve"> store or analy</w:t>
      </w:r>
      <w:r w:rsidR="0048261E">
        <w:t>s</w:t>
      </w:r>
      <w:r w:rsidR="00820215" w:rsidRPr="00725EF2">
        <w:t>e communications and other information. Infrastructure vendors, hardware manufacturers and software developers may design or customize products on behalf of States, or supply dual use equipment and technology that States subsequently tailor for their own needs. I</w:t>
      </w:r>
      <w:r w:rsidR="0069772A">
        <w:t>nternet</w:t>
      </w:r>
      <w:r w:rsidR="00820215" w:rsidRPr="00725EF2">
        <w:t xml:space="preserve"> and </w:t>
      </w:r>
      <w:r w:rsidR="0048261E">
        <w:t>telecommunication service providers</w:t>
      </w:r>
      <w:r w:rsidR="0048261E" w:rsidRPr="00725EF2">
        <w:t xml:space="preserve"> </w:t>
      </w:r>
      <w:r w:rsidR="00820215" w:rsidRPr="00725EF2">
        <w:t xml:space="preserve">may also purchase equipment or software from these companies to install on their network components in order to comply with legally mandated interception protocols in the States where they operate. States may rely on these products and services to target, harass or intimidate members of vulnerable groups. </w:t>
      </w:r>
    </w:p>
    <w:p w14:paraId="472BC348" w14:textId="2AFECCD1" w:rsidR="00D259BB" w:rsidRPr="00FB79BC" w:rsidRDefault="00D259BB" w:rsidP="00D259BB">
      <w:pPr>
        <w:pStyle w:val="H4G"/>
        <w:rPr>
          <w:rStyle w:val="PageNumber"/>
          <w:i w:val="0"/>
          <w:sz w:val="20"/>
        </w:rPr>
      </w:pPr>
      <w:r>
        <w:rPr>
          <w:rStyle w:val="PageNumber"/>
          <w:b w:val="0"/>
          <w:sz w:val="20"/>
        </w:rPr>
        <w:tab/>
      </w:r>
      <w:r w:rsidR="000C6E25" w:rsidRPr="00DF1574">
        <w:rPr>
          <w:rStyle w:val="PageNumber"/>
          <w:i w:val="0"/>
          <w:sz w:val="20"/>
        </w:rPr>
        <w:t>3.</w:t>
      </w:r>
      <w:r w:rsidR="000C6E25" w:rsidRPr="00DF1574">
        <w:rPr>
          <w:rStyle w:val="PageNumber"/>
          <w:i w:val="0"/>
          <w:sz w:val="20"/>
        </w:rPr>
        <w:tab/>
      </w:r>
      <w:r w:rsidR="008B63ED" w:rsidRPr="00DF1574">
        <w:rPr>
          <w:rStyle w:val="PageNumber"/>
          <w:i w:val="0"/>
          <w:sz w:val="20"/>
        </w:rPr>
        <w:t>Covert</w:t>
      </w:r>
      <w:r w:rsidR="00FB1FFA" w:rsidRPr="00DF1574">
        <w:rPr>
          <w:rStyle w:val="PageNumber"/>
          <w:i w:val="0"/>
          <w:sz w:val="20"/>
        </w:rPr>
        <w:t xml:space="preserve"> </w:t>
      </w:r>
      <w:r w:rsidR="000C6E25">
        <w:rPr>
          <w:rStyle w:val="PageNumber"/>
          <w:i w:val="0"/>
          <w:sz w:val="20"/>
        </w:rPr>
        <w:t>s</w:t>
      </w:r>
      <w:r w:rsidR="00FB1FFA" w:rsidRPr="00DF1574">
        <w:rPr>
          <w:rStyle w:val="PageNumber"/>
          <w:i w:val="0"/>
          <w:sz w:val="20"/>
        </w:rPr>
        <w:t xml:space="preserve">urveillance </w:t>
      </w:r>
    </w:p>
    <w:p w14:paraId="74EF7AC5" w14:textId="20EA582D" w:rsidR="008B63ED" w:rsidRDefault="00C5535D" w:rsidP="008B63ED">
      <w:pPr>
        <w:pStyle w:val="SingleTxtG"/>
        <w:rPr>
          <w:rStyle w:val="PageNumber"/>
          <w:b w:val="0"/>
          <w:color w:val="000000" w:themeColor="text1"/>
          <w:sz w:val="20"/>
        </w:rPr>
      </w:pPr>
      <w:r>
        <w:rPr>
          <w:rStyle w:val="PageNumber"/>
          <w:b w:val="0"/>
          <w:sz w:val="20"/>
        </w:rPr>
        <w:t>6</w:t>
      </w:r>
      <w:r w:rsidR="00E30607">
        <w:rPr>
          <w:rStyle w:val="PageNumber"/>
          <w:b w:val="0"/>
          <w:sz w:val="20"/>
        </w:rPr>
        <w:t>0</w:t>
      </w:r>
      <w:r w:rsidR="00D259BB">
        <w:rPr>
          <w:rStyle w:val="PageNumber"/>
          <w:b w:val="0"/>
          <w:sz w:val="20"/>
        </w:rPr>
        <w:t>.</w:t>
      </w:r>
      <w:r w:rsidR="00D259BB">
        <w:rPr>
          <w:rStyle w:val="PageNumber"/>
          <w:b w:val="0"/>
          <w:sz w:val="20"/>
        </w:rPr>
        <w:tab/>
      </w:r>
      <w:r w:rsidR="00820215" w:rsidRPr="00725EF2">
        <w:rPr>
          <w:rStyle w:val="PageNumber"/>
          <w:b w:val="0"/>
          <w:sz w:val="20"/>
        </w:rPr>
        <w:t>States may also covertly tap into the technical infrastructure belonging to service providers and content platforms in order to intercept a wide variety of information, including communications, user account information, and telephone and Internet records. States reported</w:t>
      </w:r>
      <w:r w:rsidR="0048261E">
        <w:rPr>
          <w:rStyle w:val="PageNumber"/>
          <w:b w:val="0"/>
          <w:sz w:val="20"/>
        </w:rPr>
        <w:t>ly</w:t>
      </w:r>
      <w:r w:rsidR="00820215" w:rsidRPr="00725EF2">
        <w:rPr>
          <w:rStyle w:val="PageNumber"/>
          <w:b w:val="0"/>
          <w:sz w:val="20"/>
        </w:rPr>
        <w:t xml:space="preserve"> tamper with computer hardware while en route to customers, infiltrate private networks and platforms with malicious software, hack into specific devices, and exploit other digital security loopholes. When business enterprises have notice of such </w:t>
      </w:r>
      <w:r w:rsidR="00163669">
        <w:rPr>
          <w:rStyle w:val="PageNumber"/>
          <w:b w:val="0"/>
          <w:sz w:val="20"/>
        </w:rPr>
        <w:t>surveillance</w:t>
      </w:r>
      <w:r w:rsidR="00820215" w:rsidRPr="00725EF2">
        <w:rPr>
          <w:rStyle w:val="PageNumber"/>
          <w:b w:val="0"/>
          <w:sz w:val="20"/>
        </w:rPr>
        <w:t xml:space="preserve">, questions concerning their human rights responsibilities may arise, such as providing notice to customers or mitigating such harm through security measures. </w:t>
      </w:r>
      <w:r w:rsidR="00820215" w:rsidRPr="00725EF2">
        <w:rPr>
          <w:rStyle w:val="PageNumber"/>
          <w:b w:val="0"/>
          <w:color w:val="000000" w:themeColor="text1"/>
          <w:sz w:val="20"/>
        </w:rPr>
        <w:t xml:space="preserve">Companies that sell equipment and services to </w:t>
      </w:r>
      <w:r w:rsidR="0048261E">
        <w:rPr>
          <w:rStyle w:val="PageNumber"/>
          <w:b w:val="0"/>
          <w:color w:val="000000" w:themeColor="text1"/>
          <w:sz w:val="20"/>
        </w:rPr>
        <w:t>G</w:t>
      </w:r>
      <w:r w:rsidR="00820215" w:rsidRPr="00725EF2">
        <w:rPr>
          <w:rStyle w:val="PageNumber"/>
          <w:b w:val="0"/>
          <w:color w:val="000000" w:themeColor="text1"/>
          <w:sz w:val="20"/>
        </w:rPr>
        <w:t xml:space="preserve">overnments to implement </w:t>
      </w:r>
      <w:r w:rsidR="00C738D3">
        <w:rPr>
          <w:rStyle w:val="PageNumber"/>
          <w:b w:val="0"/>
          <w:color w:val="000000" w:themeColor="text1"/>
          <w:sz w:val="20"/>
        </w:rPr>
        <w:t xml:space="preserve">covert </w:t>
      </w:r>
      <w:r w:rsidR="00C738D3">
        <w:rPr>
          <w:rStyle w:val="PageNumber"/>
          <w:b w:val="0"/>
          <w:color w:val="000000" w:themeColor="text1"/>
          <w:sz w:val="20"/>
        </w:rPr>
        <w:lastRenderedPageBreak/>
        <w:t>surveillance</w:t>
      </w:r>
      <w:r w:rsidR="00820215" w:rsidRPr="00725EF2">
        <w:rPr>
          <w:rStyle w:val="PageNumber"/>
          <w:b w:val="0"/>
          <w:color w:val="000000" w:themeColor="text1"/>
          <w:sz w:val="20"/>
        </w:rPr>
        <w:t xml:space="preserve"> techniques </w:t>
      </w:r>
      <w:proofErr w:type="gramStart"/>
      <w:r w:rsidR="00820215" w:rsidRPr="00725EF2">
        <w:rPr>
          <w:rStyle w:val="PageNumber"/>
          <w:b w:val="0"/>
          <w:color w:val="000000" w:themeColor="text1"/>
          <w:sz w:val="20"/>
        </w:rPr>
        <w:t>may be implicated</w:t>
      </w:r>
      <w:proofErr w:type="gramEnd"/>
      <w:r w:rsidR="00820215" w:rsidRPr="00725EF2">
        <w:rPr>
          <w:rStyle w:val="PageNumber"/>
          <w:b w:val="0"/>
          <w:color w:val="000000" w:themeColor="text1"/>
          <w:sz w:val="20"/>
        </w:rPr>
        <w:t xml:space="preserve"> in human rights violations that flow from their</w:t>
      </w:r>
      <w:r w:rsidR="007A716F" w:rsidRPr="00725EF2">
        <w:rPr>
          <w:rStyle w:val="PageNumber"/>
          <w:b w:val="0"/>
          <w:color w:val="000000" w:themeColor="text1"/>
          <w:sz w:val="20"/>
        </w:rPr>
        <w:t xml:space="preserve"> sales. </w:t>
      </w:r>
    </w:p>
    <w:p w14:paraId="2245BAB3" w14:textId="066B6BAA" w:rsidR="008B63ED" w:rsidRPr="00DF1574" w:rsidRDefault="000C6E25" w:rsidP="00DF1574">
      <w:pPr>
        <w:pStyle w:val="SingleTxtG"/>
        <w:ind w:left="0" w:firstLine="567"/>
        <w:rPr>
          <w:rStyle w:val="PageNumber"/>
          <w:color w:val="000000" w:themeColor="text1"/>
          <w:sz w:val="20"/>
        </w:rPr>
      </w:pPr>
      <w:r w:rsidRPr="00DF1574">
        <w:rPr>
          <w:rStyle w:val="PageNumber"/>
          <w:color w:val="000000" w:themeColor="text1"/>
          <w:sz w:val="20"/>
        </w:rPr>
        <w:t>4.</w:t>
      </w:r>
      <w:r w:rsidRPr="00DF1574">
        <w:rPr>
          <w:rStyle w:val="PageNumber"/>
          <w:color w:val="000000" w:themeColor="text1"/>
          <w:sz w:val="20"/>
        </w:rPr>
        <w:tab/>
      </w:r>
      <w:r w:rsidR="008B63ED" w:rsidRPr="00DF1574">
        <w:rPr>
          <w:rStyle w:val="PageNumber"/>
          <w:color w:val="000000" w:themeColor="text1"/>
          <w:sz w:val="20"/>
        </w:rPr>
        <w:t>M</w:t>
      </w:r>
      <w:r w:rsidR="0048261E">
        <w:rPr>
          <w:rStyle w:val="PageNumber"/>
          <w:color w:val="000000" w:themeColor="text1"/>
          <w:sz w:val="20"/>
        </w:rPr>
        <w:t xml:space="preserve">utual </w:t>
      </w:r>
      <w:r w:rsidR="0069772A">
        <w:rPr>
          <w:rStyle w:val="PageNumber"/>
          <w:color w:val="000000" w:themeColor="text1"/>
          <w:sz w:val="20"/>
        </w:rPr>
        <w:t>l</w:t>
      </w:r>
      <w:r w:rsidR="0048261E">
        <w:rPr>
          <w:rStyle w:val="PageNumber"/>
          <w:color w:val="000000" w:themeColor="text1"/>
          <w:sz w:val="20"/>
        </w:rPr>
        <w:t xml:space="preserve">egal </w:t>
      </w:r>
      <w:r w:rsidR="0069772A">
        <w:rPr>
          <w:rStyle w:val="PageNumber"/>
          <w:color w:val="000000" w:themeColor="text1"/>
          <w:sz w:val="20"/>
        </w:rPr>
        <w:t>a</w:t>
      </w:r>
      <w:r w:rsidR="0048261E">
        <w:rPr>
          <w:rStyle w:val="PageNumber"/>
          <w:color w:val="000000" w:themeColor="text1"/>
          <w:sz w:val="20"/>
        </w:rPr>
        <w:t xml:space="preserve">ssistance </w:t>
      </w:r>
      <w:r w:rsidR="0069772A">
        <w:rPr>
          <w:rStyle w:val="PageNumber"/>
          <w:color w:val="000000" w:themeColor="text1"/>
          <w:sz w:val="20"/>
        </w:rPr>
        <w:t>t</w:t>
      </w:r>
      <w:r w:rsidR="0048261E">
        <w:rPr>
          <w:rStyle w:val="PageNumber"/>
          <w:color w:val="000000" w:themeColor="text1"/>
          <w:sz w:val="20"/>
        </w:rPr>
        <w:t>reatie</w:t>
      </w:r>
      <w:r w:rsidR="008B63ED" w:rsidRPr="00DF1574">
        <w:rPr>
          <w:rStyle w:val="PageNumber"/>
          <w:color w:val="000000" w:themeColor="text1"/>
          <w:sz w:val="20"/>
        </w:rPr>
        <w:t xml:space="preserve">s and data localization </w:t>
      </w:r>
    </w:p>
    <w:p w14:paraId="6818247D" w14:textId="5DDAB501" w:rsidR="00820215" w:rsidRPr="00725EF2" w:rsidRDefault="00725EF2" w:rsidP="00925EF6">
      <w:pPr>
        <w:pStyle w:val="SingleTxtG"/>
      </w:pPr>
      <w:r>
        <w:rPr>
          <w:rStyle w:val="PageNumber"/>
          <w:b w:val="0"/>
          <w:sz w:val="20"/>
        </w:rPr>
        <w:t>6</w:t>
      </w:r>
      <w:r w:rsidR="00E30607">
        <w:rPr>
          <w:rStyle w:val="PageNumber"/>
          <w:b w:val="0"/>
          <w:sz w:val="20"/>
        </w:rPr>
        <w:t>1</w:t>
      </w:r>
      <w:r>
        <w:rPr>
          <w:rStyle w:val="PageNumber"/>
          <w:b w:val="0"/>
          <w:sz w:val="20"/>
        </w:rPr>
        <w:t>.</w:t>
      </w:r>
      <w:r>
        <w:rPr>
          <w:rStyle w:val="PageNumber"/>
          <w:b w:val="0"/>
          <w:sz w:val="20"/>
        </w:rPr>
        <w:tab/>
      </w:r>
      <w:r w:rsidR="00820215" w:rsidRPr="00725EF2">
        <w:rPr>
          <w:rStyle w:val="PageNumber"/>
          <w:b w:val="0"/>
          <w:sz w:val="20"/>
        </w:rPr>
        <w:t xml:space="preserve">It is important to note that surveillance </w:t>
      </w:r>
      <w:proofErr w:type="gramStart"/>
      <w:r w:rsidR="001D2B01">
        <w:rPr>
          <w:rStyle w:val="PageNumber"/>
          <w:b w:val="0"/>
          <w:sz w:val="20"/>
        </w:rPr>
        <w:t>is</w:t>
      </w:r>
      <w:r w:rsidR="001D2B01" w:rsidRPr="00725EF2">
        <w:rPr>
          <w:rStyle w:val="PageNumber"/>
          <w:b w:val="0"/>
          <w:sz w:val="20"/>
        </w:rPr>
        <w:t xml:space="preserve"> </w:t>
      </w:r>
      <w:r w:rsidR="00820215" w:rsidRPr="00725EF2">
        <w:rPr>
          <w:rStyle w:val="PageNumber"/>
          <w:b w:val="0"/>
          <w:sz w:val="20"/>
        </w:rPr>
        <w:t>affected</w:t>
      </w:r>
      <w:proofErr w:type="gramEnd"/>
      <w:r w:rsidR="00820215" w:rsidRPr="00725EF2">
        <w:rPr>
          <w:rStyle w:val="PageNumber"/>
          <w:b w:val="0"/>
          <w:sz w:val="20"/>
        </w:rPr>
        <w:t xml:space="preserve"> by other demands on privately held information. For example, the inability of the </w:t>
      </w:r>
      <w:r w:rsidR="0069772A">
        <w:rPr>
          <w:rStyle w:val="PageNumber"/>
          <w:b w:val="0"/>
          <w:sz w:val="20"/>
        </w:rPr>
        <w:t>m</w:t>
      </w:r>
      <w:r w:rsidR="00820215" w:rsidRPr="00725EF2">
        <w:rPr>
          <w:rStyle w:val="PageNumber"/>
          <w:b w:val="0"/>
          <w:sz w:val="20"/>
        </w:rPr>
        <w:t xml:space="preserve">utual </w:t>
      </w:r>
      <w:r w:rsidR="0069772A">
        <w:rPr>
          <w:rStyle w:val="PageNumber"/>
          <w:b w:val="0"/>
          <w:sz w:val="20"/>
        </w:rPr>
        <w:t>l</w:t>
      </w:r>
      <w:r w:rsidR="00820215" w:rsidRPr="00725EF2">
        <w:rPr>
          <w:rStyle w:val="PageNumber"/>
          <w:b w:val="0"/>
          <w:sz w:val="20"/>
        </w:rPr>
        <w:t xml:space="preserve">egal </w:t>
      </w:r>
      <w:r w:rsidR="0069772A">
        <w:rPr>
          <w:rStyle w:val="PageNumber"/>
          <w:b w:val="0"/>
          <w:sz w:val="20"/>
        </w:rPr>
        <w:t>a</w:t>
      </w:r>
      <w:r w:rsidR="00820215" w:rsidRPr="00725EF2">
        <w:rPr>
          <w:rStyle w:val="PageNumber"/>
          <w:b w:val="0"/>
          <w:sz w:val="20"/>
        </w:rPr>
        <w:t xml:space="preserve">ssistance </w:t>
      </w:r>
      <w:r w:rsidR="0069772A">
        <w:rPr>
          <w:rStyle w:val="PageNumber"/>
          <w:b w:val="0"/>
          <w:sz w:val="20"/>
        </w:rPr>
        <w:t>t</w:t>
      </w:r>
      <w:r w:rsidR="00820215" w:rsidRPr="00725EF2">
        <w:rPr>
          <w:rStyle w:val="PageNumber"/>
          <w:b w:val="0"/>
          <w:sz w:val="20"/>
        </w:rPr>
        <w:t>reaty regime to keep pace with cross-border data demands may drive States to resort to invasive extraterritorial surveillance measures. Laws that require companies to retain customer data or store such data in local data cent</w:t>
      </w:r>
      <w:r w:rsidR="0048261E">
        <w:rPr>
          <w:rStyle w:val="PageNumber"/>
          <w:b w:val="0"/>
          <w:sz w:val="20"/>
        </w:rPr>
        <w:t>r</w:t>
      </w:r>
      <w:r w:rsidR="00820215" w:rsidRPr="00725EF2">
        <w:rPr>
          <w:rStyle w:val="PageNumber"/>
          <w:b w:val="0"/>
          <w:sz w:val="20"/>
        </w:rPr>
        <w:t>es may also encourage such surveillance.</w:t>
      </w:r>
    </w:p>
    <w:p w14:paraId="013CC9D9" w14:textId="77777777" w:rsidR="00B90F15" w:rsidRPr="00DF1574" w:rsidRDefault="000C6E25" w:rsidP="00DF1574">
      <w:pPr>
        <w:pStyle w:val="SingleTxtG"/>
        <w:ind w:left="0" w:firstLine="567"/>
        <w:rPr>
          <w:rStyle w:val="PageNumber"/>
          <w:sz w:val="20"/>
        </w:rPr>
      </w:pPr>
      <w:r w:rsidRPr="00DF1574">
        <w:rPr>
          <w:rStyle w:val="PageNumber"/>
          <w:sz w:val="20"/>
        </w:rPr>
        <w:t>5.</w:t>
      </w:r>
      <w:r w:rsidRPr="00DF1574">
        <w:rPr>
          <w:rStyle w:val="PageNumber"/>
          <w:sz w:val="20"/>
        </w:rPr>
        <w:tab/>
      </w:r>
      <w:r w:rsidR="00820215" w:rsidRPr="00DF1574">
        <w:rPr>
          <w:rStyle w:val="PageNumber"/>
          <w:sz w:val="20"/>
        </w:rPr>
        <w:t>Encryption and anonymity</w:t>
      </w:r>
    </w:p>
    <w:p w14:paraId="141835AB" w14:textId="4DE03576" w:rsidR="00B154B3" w:rsidRDefault="00B90F15" w:rsidP="00B154B3">
      <w:pPr>
        <w:pStyle w:val="SingleTxtG"/>
      </w:pPr>
      <w:r>
        <w:rPr>
          <w:rStyle w:val="PageNumber"/>
          <w:b w:val="0"/>
          <w:sz w:val="20"/>
        </w:rPr>
        <w:t>6</w:t>
      </w:r>
      <w:r w:rsidR="00E30607">
        <w:rPr>
          <w:rStyle w:val="PageNumber"/>
          <w:b w:val="0"/>
          <w:sz w:val="20"/>
        </w:rPr>
        <w:t>2</w:t>
      </w:r>
      <w:r>
        <w:rPr>
          <w:rStyle w:val="PageNumber"/>
          <w:b w:val="0"/>
          <w:sz w:val="20"/>
        </w:rPr>
        <w:t xml:space="preserve">. </w:t>
      </w:r>
      <w:r w:rsidR="000E6627">
        <w:rPr>
          <w:rStyle w:val="PageNumber"/>
          <w:b w:val="0"/>
          <w:sz w:val="20"/>
        </w:rPr>
        <w:tab/>
      </w:r>
      <w:r w:rsidR="00820215" w:rsidRPr="00725EF2">
        <w:t xml:space="preserve">Since the Special Rapporteur reported on the importance of encryption and anonymity </w:t>
      </w:r>
      <w:r w:rsidR="0048261E">
        <w:t>for</w:t>
      </w:r>
      <w:r w:rsidR="0048261E" w:rsidRPr="00725EF2">
        <w:t xml:space="preserve"> </w:t>
      </w:r>
      <w:r w:rsidR="00820215" w:rsidRPr="00725EF2">
        <w:t xml:space="preserve">protecting freedom of opinion and expression, government pressure on corporations to compromise the security of their customers’ digital devices, communications and information has grown. A range of private entities, from hardware manufacturers to e-mail services to messaging services, </w:t>
      </w:r>
      <w:r w:rsidR="00C344DA">
        <w:t>have been taking</w:t>
      </w:r>
      <w:r w:rsidR="00820215" w:rsidRPr="00725EF2">
        <w:t xml:space="preserve"> measures to develop and implement technologies that enhance user security, anonymity and privacy. These measures include end-to-end encryption for digital communications, </w:t>
      </w:r>
      <w:r w:rsidR="001D2B01">
        <w:t>disk</w:t>
      </w:r>
      <w:r w:rsidR="001D2B01" w:rsidRPr="00725EF2">
        <w:t xml:space="preserve"> </w:t>
      </w:r>
      <w:r w:rsidR="00820215" w:rsidRPr="00725EF2">
        <w:t>encryption and timely software updates t</w:t>
      </w:r>
      <w:r w:rsidR="00F26215">
        <w:t>o</w:t>
      </w:r>
      <w:r w:rsidR="00820215" w:rsidRPr="00725EF2">
        <w:t xml:space="preserve"> close security loopholes. </w:t>
      </w:r>
      <w:r w:rsidR="0030670C">
        <w:t xml:space="preserve">In response, States </w:t>
      </w:r>
      <w:r w:rsidR="00B974C1">
        <w:t>are seeking to compel companies to create or exploit technical loopholes in their products and services on their behalf</w:t>
      </w:r>
      <w:r w:rsidR="006135FB">
        <w:t xml:space="preserve">. </w:t>
      </w:r>
      <w:r w:rsidR="00E653E5">
        <w:t>In the U</w:t>
      </w:r>
      <w:r w:rsidR="0048261E">
        <w:t xml:space="preserve">nited </w:t>
      </w:r>
      <w:r w:rsidR="00E653E5">
        <w:t>S</w:t>
      </w:r>
      <w:r w:rsidR="0048261E">
        <w:t>tates</w:t>
      </w:r>
      <w:r w:rsidR="00E653E5">
        <w:t>, for example, t</w:t>
      </w:r>
      <w:r w:rsidR="006135FB">
        <w:t xml:space="preserve">he </w:t>
      </w:r>
      <w:r w:rsidR="00E653E5">
        <w:t>Federal Bureau of Investigation</w:t>
      </w:r>
      <w:r w:rsidR="006135FB">
        <w:t xml:space="preserve"> </w:t>
      </w:r>
      <w:r w:rsidR="00B7316C">
        <w:t>applied to a federal court to</w:t>
      </w:r>
      <w:r w:rsidR="00B632F4">
        <w:t xml:space="preserve"> compel </w:t>
      </w:r>
      <w:r w:rsidR="0053544C">
        <w:t>Apple</w:t>
      </w:r>
      <w:r w:rsidR="004A6013">
        <w:t xml:space="preserve"> to create software that facilitates access to a suspect’s iPhone </w:t>
      </w:r>
      <w:r w:rsidR="00080B8D">
        <w:t>in a terrorism investigation</w:t>
      </w:r>
      <w:r w:rsidR="000B1275">
        <w:t xml:space="preserve">. </w:t>
      </w:r>
      <w:r w:rsidR="00C054F5">
        <w:t xml:space="preserve">The </w:t>
      </w:r>
      <w:r w:rsidR="004270E9" w:rsidRPr="007311C9">
        <w:t xml:space="preserve">Investigative Powers Bill introduced before the </w:t>
      </w:r>
      <w:r w:rsidR="0048261E">
        <w:t>British</w:t>
      </w:r>
      <w:r w:rsidR="0048261E" w:rsidRPr="007311C9">
        <w:t xml:space="preserve"> </w:t>
      </w:r>
      <w:r w:rsidR="004270E9" w:rsidRPr="007311C9">
        <w:t>Parliament on 1 March 2016</w:t>
      </w:r>
      <w:r w:rsidR="000424C2">
        <w:t xml:space="preserve"> </w:t>
      </w:r>
      <w:r w:rsidR="00B154B3">
        <w:t xml:space="preserve">would authorize intelligence services to apply for a warrant that requires private entities to </w:t>
      </w:r>
      <w:r w:rsidR="001365FA">
        <w:t>“</w:t>
      </w:r>
      <w:r w:rsidR="00B154B3">
        <w:t>secure interference with any equipment for the purpose of obtaining communications</w:t>
      </w:r>
      <w:r w:rsidR="001365FA">
        <w:t xml:space="preserve"> […]</w:t>
      </w:r>
      <w:r w:rsidR="00B154B3">
        <w:t xml:space="preserve"> equipment data and any other information</w:t>
      </w:r>
      <w:r w:rsidR="001365FA">
        <w:t>”</w:t>
      </w:r>
      <w:r w:rsidR="00B154B3">
        <w:t>.</w:t>
      </w:r>
      <w:r w:rsidR="00006745">
        <w:rPr>
          <w:rStyle w:val="FootnoteReference"/>
        </w:rPr>
        <w:footnoteReference w:id="48"/>
      </w:r>
      <w:r w:rsidR="00B154B3">
        <w:t xml:space="preserve"> </w:t>
      </w:r>
    </w:p>
    <w:p w14:paraId="7FCF9E8F" w14:textId="77777777" w:rsidR="00820215" w:rsidRPr="00D259BB" w:rsidRDefault="00D259BB" w:rsidP="00D259BB">
      <w:pPr>
        <w:pStyle w:val="H1G"/>
      </w:pPr>
      <w:r>
        <w:rPr>
          <w:rStyle w:val="PageNumber"/>
          <w:b/>
        </w:rPr>
        <w:tab/>
      </w:r>
      <w:r w:rsidRPr="00D259BB">
        <w:rPr>
          <w:rStyle w:val="PageNumber"/>
          <w:b/>
          <w:sz w:val="24"/>
        </w:rPr>
        <w:t>C.</w:t>
      </w:r>
      <w:r w:rsidRPr="00D259BB">
        <w:rPr>
          <w:rStyle w:val="PageNumber"/>
          <w:b/>
          <w:sz w:val="24"/>
        </w:rPr>
        <w:tab/>
        <w:t>Transparency</w:t>
      </w:r>
    </w:p>
    <w:p w14:paraId="5B02DD8E" w14:textId="1FC78893" w:rsidR="00820215" w:rsidRPr="007311C9" w:rsidRDefault="00C5535D" w:rsidP="00925EF6">
      <w:pPr>
        <w:pStyle w:val="SingleTxtG"/>
      </w:pPr>
      <w:r w:rsidRPr="007311C9">
        <w:rPr>
          <w:rStyle w:val="PageNumber"/>
          <w:b w:val="0"/>
          <w:sz w:val="20"/>
        </w:rPr>
        <w:t>6</w:t>
      </w:r>
      <w:r w:rsidR="00E30607">
        <w:rPr>
          <w:rStyle w:val="PageNumber"/>
          <w:b w:val="0"/>
          <w:sz w:val="20"/>
        </w:rPr>
        <w:t>3</w:t>
      </w:r>
      <w:r w:rsidR="00725EF2" w:rsidRPr="007311C9">
        <w:rPr>
          <w:rStyle w:val="PageNumber"/>
          <w:b w:val="0"/>
          <w:sz w:val="20"/>
        </w:rPr>
        <w:t>.</w:t>
      </w:r>
      <w:r w:rsidR="00725EF2" w:rsidRPr="007311C9">
        <w:rPr>
          <w:rStyle w:val="PageNumber"/>
          <w:b w:val="0"/>
          <w:sz w:val="20"/>
        </w:rPr>
        <w:tab/>
      </w:r>
      <w:r w:rsidR="00820215" w:rsidRPr="007311C9">
        <w:rPr>
          <w:rStyle w:val="PageNumber"/>
          <w:b w:val="0"/>
          <w:sz w:val="20"/>
        </w:rPr>
        <w:t xml:space="preserve">Transparency can help ensure that subjects of Internet regulation are able to meaningfully predict their </w:t>
      </w:r>
      <w:r w:rsidR="001D2B01">
        <w:rPr>
          <w:rStyle w:val="PageNumber"/>
          <w:b w:val="0"/>
          <w:sz w:val="20"/>
        </w:rPr>
        <w:t xml:space="preserve">legal </w:t>
      </w:r>
      <w:r w:rsidR="00820215" w:rsidRPr="007311C9">
        <w:rPr>
          <w:rStyle w:val="PageNumber"/>
          <w:b w:val="0"/>
          <w:sz w:val="20"/>
        </w:rPr>
        <w:t xml:space="preserve">obligations and challenge them where appropriate. </w:t>
      </w:r>
      <w:r w:rsidR="00820215" w:rsidRPr="007311C9">
        <w:t xml:space="preserve">Gaps in compliance with these standards threaten the ability of individuals to understand the limits placed on their freedom of expression online and seek appropriate redress when their rights </w:t>
      </w:r>
      <w:proofErr w:type="gramStart"/>
      <w:r w:rsidR="00820215" w:rsidRPr="007311C9">
        <w:t>are violated</w:t>
      </w:r>
      <w:proofErr w:type="gramEnd"/>
      <w:r w:rsidR="00820215" w:rsidRPr="007311C9">
        <w:t>. Transparency issues arise in both State and private sector contexts, such as public-private partnerships, private sector engagement in trade negotiations</w:t>
      </w:r>
      <w:r w:rsidR="00E95014">
        <w:t xml:space="preserve"> and</w:t>
      </w:r>
      <w:r w:rsidR="00820215" w:rsidRPr="007311C9">
        <w:t xml:space="preserve"> the digital arms race.</w:t>
      </w:r>
    </w:p>
    <w:p w14:paraId="17FA6DB9" w14:textId="66DB62D0" w:rsidR="00820215" w:rsidRPr="006D06AC" w:rsidRDefault="00725EF2" w:rsidP="00925EF6">
      <w:pPr>
        <w:pStyle w:val="SingleTxtG"/>
      </w:pPr>
      <w:r w:rsidRPr="007311C9">
        <w:t>6</w:t>
      </w:r>
      <w:r w:rsidR="00E30607">
        <w:t>4</w:t>
      </w:r>
      <w:r w:rsidRPr="007311C9">
        <w:t>.</w:t>
      </w:r>
      <w:r w:rsidRPr="007311C9">
        <w:tab/>
      </w:r>
      <w:r w:rsidR="000E6627" w:rsidRPr="007311C9">
        <w:t>Despite multiple reform attempts, transparency concerning government requests is still lacking. While there has been some improvement in transparency reporting concerning government requests for user information, there is far less information available about the volume and nature of government requests to restrict or remove content.</w:t>
      </w:r>
      <w:r w:rsidR="000E6627" w:rsidRPr="007311C9">
        <w:rPr>
          <w:rStyle w:val="FootnoteReference"/>
          <w:sz w:val="20"/>
        </w:rPr>
        <w:footnoteReference w:id="49"/>
      </w:r>
      <w:r w:rsidR="000E6627" w:rsidRPr="007311C9">
        <w:t xml:space="preserve"> It is unclear whether such statistics </w:t>
      </w:r>
      <w:proofErr w:type="gramStart"/>
      <w:r w:rsidR="000E6627" w:rsidRPr="007311C9">
        <w:t>are even retained</w:t>
      </w:r>
      <w:proofErr w:type="gramEnd"/>
      <w:r w:rsidR="000E6627" w:rsidRPr="007311C9">
        <w:t xml:space="preserve">. </w:t>
      </w:r>
      <w:r w:rsidR="00820215" w:rsidRPr="007311C9">
        <w:t xml:space="preserve">State restrictions on private disclosures of relevant information can be a major obstacle to corporate transparency. Several States prohibit disclosures concerning government requests for content removal or access to user data. India, for example, prohibits online intermediaries from disclosing details of government orders to block access to Internet content, as well as any action they take in response to </w:t>
      </w:r>
      <w:r w:rsidR="00820215" w:rsidRPr="007311C9">
        <w:lastRenderedPageBreak/>
        <w:t>such orders.</w:t>
      </w:r>
      <w:r w:rsidR="00820215" w:rsidRPr="007311C9">
        <w:rPr>
          <w:rStyle w:val="FootnoteReference"/>
          <w:sz w:val="20"/>
        </w:rPr>
        <w:footnoteReference w:id="50"/>
      </w:r>
      <w:r w:rsidR="00820215" w:rsidRPr="007311C9">
        <w:t xml:space="preserve"> The </w:t>
      </w:r>
      <w:r w:rsidR="00895A6D">
        <w:t xml:space="preserve">British </w:t>
      </w:r>
      <w:r w:rsidR="00820215" w:rsidRPr="007311C9">
        <w:t xml:space="preserve">Investigative Powers Bill would prohibit </w:t>
      </w:r>
      <w:r w:rsidR="00895A6D">
        <w:t>telecommunication service providers</w:t>
      </w:r>
      <w:r w:rsidR="00895A6D" w:rsidRPr="007311C9">
        <w:t xml:space="preserve"> </w:t>
      </w:r>
      <w:r w:rsidR="00820215" w:rsidRPr="007311C9">
        <w:t>from</w:t>
      </w:r>
      <w:r w:rsidR="00127C0D">
        <w:t xml:space="preserve"> </w:t>
      </w:r>
      <w:r w:rsidR="00820215" w:rsidRPr="007311C9">
        <w:t>disclosing</w:t>
      </w:r>
      <w:r w:rsidR="00127C0D">
        <w:t>, among other things,</w:t>
      </w:r>
      <w:r w:rsidR="00820215" w:rsidRPr="007311C9">
        <w:t xml:space="preserve"> </w:t>
      </w:r>
      <w:r w:rsidR="00EA3087">
        <w:t>“</w:t>
      </w:r>
      <w:r w:rsidR="00820215" w:rsidRPr="007311C9">
        <w:t>the existence</w:t>
      </w:r>
      <w:r w:rsidR="00820215" w:rsidRPr="00A05CEC">
        <w:t xml:space="preserve"> and </w:t>
      </w:r>
      <w:r w:rsidR="00820215" w:rsidRPr="006D06AC">
        <w:t>contents</w:t>
      </w:r>
      <w:r w:rsidR="00EA3087">
        <w:t>”</w:t>
      </w:r>
      <w:r w:rsidR="00820215" w:rsidRPr="006D06AC">
        <w:t xml:space="preserve"> of government orders to retain customers’ communications data.</w:t>
      </w:r>
      <w:r w:rsidR="00820215" w:rsidRPr="006D06AC">
        <w:rPr>
          <w:rStyle w:val="FootnoteReference"/>
          <w:sz w:val="20"/>
        </w:rPr>
        <w:footnoteReference w:id="51"/>
      </w:r>
      <w:r w:rsidR="00820215" w:rsidRPr="006D06AC">
        <w:t xml:space="preserve"> In other States, ambiguous laws and regulations make it difficult for corporations to determine what kinds of information they </w:t>
      </w:r>
      <w:proofErr w:type="gramStart"/>
      <w:r w:rsidR="00820215" w:rsidRPr="006D06AC">
        <w:t>are permitted</w:t>
      </w:r>
      <w:proofErr w:type="gramEnd"/>
      <w:r w:rsidR="00820215" w:rsidRPr="006D06AC">
        <w:t xml:space="preserve"> to disclose. In South Africa, for example, private disclosures of government requests for customers’ data </w:t>
      </w:r>
      <w:proofErr w:type="gramStart"/>
      <w:r w:rsidR="00820215" w:rsidRPr="006D06AC">
        <w:t>are prohibited</w:t>
      </w:r>
      <w:proofErr w:type="gramEnd"/>
      <w:r w:rsidR="00820215" w:rsidRPr="006D06AC">
        <w:t>,</w:t>
      </w:r>
      <w:r w:rsidR="00820215" w:rsidRPr="006D06AC">
        <w:rPr>
          <w:rStyle w:val="FootnoteReference"/>
          <w:sz w:val="20"/>
        </w:rPr>
        <w:footnoteReference w:id="52"/>
      </w:r>
      <w:r w:rsidR="00820215" w:rsidRPr="006D06AC">
        <w:t xml:space="preserve"> but it is unclear whether the same restriction extends to content removal requests.</w:t>
      </w:r>
      <w:r w:rsidR="00820215" w:rsidRPr="006D06AC">
        <w:rPr>
          <w:rStyle w:val="FootnoteReference"/>
          <w:sz w:val="20"/>
        </w:rPr>
        <w:footnoteReference w:id="53"/>
      </w:r>
      <w:r w:rsidR="00820215" w:rsidRPr="006D06AC">
        <w:t xml:space="preserve">  </w:t>
      </w:r>
    </w:p>
    <w:p w14:paraId="7D502393" w14:textId="4120356D" w:rsidR="00820215" w:rsidRPr="006D06AC" w:rsidRDefault="00725EF2" w:rsidP="00925EF6">
      <w:pPr>
        <w:pStyle w:val="SingleTxtG"/>
      </w:pPr>
      <w:r w:rsidRPr="006D06AC">
        <w:t>6</w:t>
      </w:r>
      <w:r w:rsidR="00E30607">
        <w:t>5</w:t>
      </w:r>
      <w:r w:rsidRPr="006D06AC">
        <w:t>.</w:t>
      </w:r>
      <w:r w:rsidRPr="006D06AC">
        <w:tab/>
      </w:r>
      <w:r w:rsidR="00820215" w:rsidRPr="006D06AC">
        <w:t>In the context of the private sector, service providers and content</w:t>
      </w:r>
      <w:r w:rsidR="00895A6D">
        <w:t>-</w:t>
      </w:r>
      <w:r w:rsidR="00820215" w:rsidRPr="006D06AC">
        <w:t xml:space="preserve">hosting platforms often disclose at least some information about the circumstances under which they remove content or comply with government requests for customer data. </w:t>
      </w:r>
      <w:r w:rsidR="00895A6D">
        <w:t>T</w:t>
      </w:r>
      <w:r w:rsidR="00820215" w:rsidRPr="006D06AC">
        <w:t>here is wide variation</w:t>
      </w:r>
      <w:r w:rsidR="00895A6D">
        <w:t>, however,</w:t>
      </w:r>
      <w:r w:rsidR="00820215" w:rsidRPr="006D06AC">
        <w:t xml:space="preserve"> in whether and how they convey interpretations or explanations of State regulations and </w:t>
      </w:r>
      <w:r w:rsidR="00895A6D">
        <w:t>t</w:t>
      </w:r>
      <w:r w:rsidR="005C3CF2">
        <w:t xml:space="preserve">erms of </w:t>
      </w:r>
      <w:r w:rsidR="00895A6D">
        <w:t>s</w:t>
      </w:r>
      <w:r w:rsidR="005C3CF2">
        <w:t>ervice</w:t>
      </w:r>
      <w:r w:rsidR="00820215" w:rsidRPr="006D06AC">
        <w:t xml:space="preserve">, and internal processes for implementation and enforcement. There are also gaps in corporate disclosure of statistics concerning the volume, frequency and types of request for content removals and user data, whether because of </w:t>
      </w:r>
      <w:r w:rsidR="00895A6D">
        <w:t>S</w:t>
      </w:r>
      <w:r w:rsidR="00820215" w:rsidRPr="006D06AC">
        <w:t xml:space="preserve">tate-imposed restrictions or internal policy decisions. In any case, companies are more likely to disclose statistics concerning government requests than private requests. There has also been far less research </w:t>
      </w:r>
      <w:r w:rsidR="005C3CF2">
        <w:t>into</w:t>
      </w:r>
      <w:r w:rsidR="00820215" w:rsidRPr="006D06AC">
        <w:t xml:space="preserve"> the extent to which other intermediaries (for example, financial or e-commerce intermediaries) and companies disclose information concerning content removals and requests for customer data.  </w:t>
      </w:r>
    </w:p>
    <w:p w14:paraId="0671C8A6" w14:textId="0BAE686C" w:rsidR="00820215" w:rsidRPr="006D06AC" w:rsidRDefault="00725EF2" w:rsidP="00925EF6">
      <w:pPr>
        <w:pStyle w:val="SingleTxtG"/>
      </w:pPr>
      <w:r w:rsidRPr="006D06AC">
        <w:rPr>
          <w:rStyle w:val="PageNumber"/>
          <w:b w:val="0"/>
          <w:sz w:val="20"/>
        </w:rPr>
        <w:t>6</w:t>
      </w:r>
      <w:r w:rsidR="00E30607">
        <w:rPr>
          <w:rStyle w:val="PageNumber"/>
          <w:b w:val="0"/>
          <w:sz w:val="20"/>
        </w:rPr>
        <w:t>6</w:t>
      </w:r>
      <w:r w:rsidRPr="006D06AC">
        <w:rPr>
          <w:rStyle w:val="PageNumber"/>
          <w:b w:val="0"/>
          <w:sz w:val="20"/>
        </w:rPr>
        <w:t>.</w:t>
      </w:r>
      <w:r w:rsidRPr="006D06AC">
        <w:rPr>
          <w:rStyle w:val="PageNumber"/>
          <w:b w:val="0"/>
          <w:sz w:val="20"/>
        </w:rPr>
        <w:tab/>
      </w:r>
      <w:r w:rsidR="00DA04D3">
        <w:rPr>
          <w:rStyle w:val="PageNumber"/>
          <w:b w:val="0"/>
          <w:sz w:val="20"/>
        </w:rPr>
        <w:t>O</w:t>
      </w:r>
      <w:r w:rsidR="00DA04D3" w:rsidRPr="006D06AC">
        <w:t>ngoing</w:t>
      </w:r>
      <w:r w:rsidR="00820215" w:rsidRPr="006D06AC">
        <w:t xml:space="preserve"> debate about the minimum standards for corporate disclosures and relevant best practices reflects uncertainty about the appropriate balance between transparency and competing values, </w:t>
      </w:r>
      <w:r w:rsidR="005C3CF2">
        <w:t>such as</w:t>
      </w:r>
      <w:r w:rsidR="005C3CF2" w:rsidRPr="006D06AC">
        <w:t xml:space="preserve"> </w:t>
      </w:r>
      <w:r w:rsidR="00820215" w:rsidRPr="006D06AC">
        <w:t xml:space="preserve">individual security and trade secrecy. While there is growing consensus that corporations should disclose information about how restrictions </w:t>
      </w:r>
      <w:proofErr w:type="gramStart"/>
      <w:r w:rsidR="00820215" w:rsidRPr="006D06AC">
        <w:t>are interpreted and enforced,</w:t>
      </w:r>
      <w:proofErr w:type="gramEnd"/>
      <w:r w:rsidR="00820215" w:rsidRPr="006D06AC">
        <w:t xml:space="preserve"> there is less agreement about how this should be done. Similarly, there is widespread agreement about the importance of quantitative transparency, but it is less clear how such information </w:t>
      </w:r>
      <w:proofErr w:type="gramStart"/>
      <w:r w:rsidR="00820215" w:rsidRPr="006D06AC">
        <w:t>should be contextualized, presented and made accessible</w:t>
      </w:r>
      <w:proofErr w:type="gramEnd"/>
      <w:r w:rsidR="00820215" w:rsidRPr="006D06AC">
        <w:t xml:space="preserve">.  </w:t>
      </w:r>
    </w:p>
    <w:p w14:paraId="562B40BA" w14:textId="77777777" w:rsidR="00820215" w:rsidRPr="00D259BB" w:rsidRDefault="00D259BB" w:rsidP="00D259BB">
      <w:pPr>
        <w:pStyle w:val="H1G"/>
      </w:pPr>
      <w:r>
        <w:rPr>
          <w:rStyle w:val="PageNumber"/>
          <w:b/>
          <w:sz w:val="24"/>
        </w:rPr>
        <w:tab/>
      </w:r>
      <w:r w:rsidRPr="00D259BB">
        <w:rPr>
          <w:rStyle w:val="PageNumber"/>
          <w:b/>
          <w:sz w:val="24"/>
        </w:rPr>
        <w:t>D.</w:t>
      </w:r>
      <w:r w:rsidRPr="00D259BB">
        <w:rPr>
          <w:rStyle w:val="PageNumber"/>
          <w:b/>
          <w:sz w:val="24"/>
        </w:rPr>
        <w:tab/>
        <w:t>Remedies</w:t>
      </w:r>
      <w:r w:rsidR="00820215" w:rsidRPr="00D259BB">
        <w:rPr>
          <w:rStyle w:val="PageNumber"/>
          <w:b/>
          <w:sz w:val="24"/>
        </w:rPr>
        <w:t xml:space="preserve"> </w:t>
      </w:r>
    </w:p>
    <w:p w14:paraId="545EF0CB" w14:textId="63D76817" w:rsidR="00820215" w:rsidRPr="007311C9" w:rsidRDefault="00C5535D" w:rsidP="00925EF6">
      <w:pPr>
        <w:pStyle w:val="SingleTxtG"/>
      </w:pPr>
      <w:r w:rsidRPr="007311C9">
        <w:rPr>
          <w:rStyle w:val="PageNumber"/>
          <w:b w:val="0"/>
          <w:sz w:val="20"/>
        </w:rPr>
        <w:t>6</w:t>
      </w:r>
      <w:r w:rsidR="00E30607">
        <w:rPr>
          <w:rStyle w:val="PageNumber"/>
          <w:b w:val="0"/>
          <w:sz w:val="20"/>
        </w:rPr>
        <w:t>7</w:t>
      </w:r>
      <w:r w:rsidR="00725EF2" w:rsidRPr="007311C9">
        <w:rPr>
          <w:rStyle w:val="PageNumber"/>
          <w:b w:val="0"/>
          <w:sz w:val="20"/>
        </w:rPr>
        <w:t>.</w:t>
      </w:r>
      <w:r w:rsidR="00725EF2" w:rsidRPr="007311C9">
        <w:rPr>
          <w:rStyle w:val="PageNumber"/>
          <w:b w:val="0"/>
          <w:sz w:val="20"/>
        </w:rPr>
        <w:tab/>
      </w:r>
      <w:r w:rsidR="00820215" w:rsidRPr="007311C9">
        <w:rPr>
          <w:rStyle w:val="PageNumber"/>
          <w:b w:val="0"/>
          <w:sz w:val="20"/>
        </w:rPr>
        <w:t xml:space="preserve">Restrictions on freedom of expression online occur on a daily basis and frequently involve corporate conduct, whether compelled by law or </w:t>
      </w:r>
      <w:r w:rsidR="00D90155" w:rsidRPr="007311C9">
        <w:rPr>
          <w:rStyle w:val="PageNumber"/>
          <w:b w:val="0"/>
          <w:sz w:val="20"/>
        </w:rPr>
        <w:t>pursuant to</w:t>
      </w:r>
      <w:r w:rsidR="00820215" w:rsidRPr="007311C9">
        <w:rPr>
          <w:rStyle w:val="PageNumber"/>
          <w:b w:val="0"/>
          <w:sz w:val="20"/>
        </w:rPr>
        <w:t xml:space="preserve"> corporate policy and practice (</w:t>
      </w:r>
      <w:r w:rsidR="004B0890">
        <w:rPr>
          <w:rStyle w:val="PageNumber"/>
          <w:b w:val="0"/>
          <w:sz w:val="20"/>
        </w:rPr>
        <w:t>for example</w:t>
      </w:r>
      <w:r w:rsidR="00820215" w:rsidRPr="007311C9">
        <w:rPr>
          <w:rStyle w:val="PageNumber"/>
          <w:b w:val="0"/>
          <w:sz w:val="20"/>
        </w:rPr>
        <w:t xml:space="preserve">, as reflected in </w:t>
      </w:r>
      <w:r w:rsidR="004B0890">
        <w:rPr>
          <w:rStyle w:val="PageNumber"/>
          <w:b w:val="0"/>
          <w:sz w:val="20"/>
        </w:rPr>
        <w:t>t</w:t>
      </w:r>
      <w:r w:rsidR="00151BE9">
        <w:rPr>
          <w:rStyle w:val="PageNumber"/>
          <w:b w:val="0"/>
          <w:sz w:val="20"/>
        </w:rPr>
        <w:t xml:space="preserve">erms of </w:t>
      </w:r>
      <w:r w:rsidR="004B0890">
        <w:rPr>
          <w:rStyle w:val="PageNumber"/>
          <w:b w:val="0"/>
          <w:sz w:val="20"/>
        </w:rPr>
        <w:t>s</w:t>
      </w:r>
      <w:r w:rsidR="00151BE9">
        <w:rPr>
          <w:rStyle w:val="PageNumber"/>
          <w:b w:val="0"/>
          <w:sz w:val="20"/>
        </w:rPr>
        <w:t>ervice</w:t>
      </w:r>
      <w:r w:rsidR="00820215" w:rsidRPr="007311C9">
        <w:rPr>
          <w:rStyle w:val="PageNumber"/>
          <w:b w:val="0"/>
          <w:sz w:val="20"/>
        </w:rPr>
        <w:t xml:space="preserve">). Common examples of such restrictions include unlawful or otherwise questionable content removals, service restrictions and account suspensions, and data security breaches.  </w:t>
      </w:r>
    </w:p>
    <w:p w14:paraId="594871B0" w14:textId="7FB10662" w:rsidR="00820215" w:rsidRPr="00725EF2" w:rsidRDefault="00E30607" w:rsidP="00925EF6">
      <w:pPr>
        <w:pStyle w:val="SingleTxtG"/>
        <w:rPr>
          <w:rStyle w:val="PageNumber"/>
          <w:b w:val="0"/>
          <w:sz w:val="20"/>
        </w:rPr>
      </w:pPr>
      <w:r>
        <w:t>68</w:t>
      </w:r>
      <w:r w:rsidR="00725EF2" w:rsidRPr="007311C9">
        <w:t>.</w:t>
      </w:r>
      <w:r w:rsidR="00725EF2" w:rsidRPr="007311C9">
        <w:tab/>
      </w:r>
      <w:r w:rsidR="00820215" w:rsidRPr="007311C9">
        <w:t xml:space="preserve">Under </w:t>
      </w:r>
      <w:r w:rsidR="004B0890">
        <w:t>a</w:t>
      </w:r>
      <w:r w:rsidR="00820215" w:rsidRPr="007311C9">
        <w:t>rticle 2</w:t>
      </w:r>
      <w:r w:rsidR="004B0890">
        <w:t xml:space="preserve"> </w:t>
      </w:r>
      <w:r w:rsidR="00820215" w:rsidRPr="007311C9">
        <w:t>(3) of the I</w:t>
      </w:r>
      <w:r w:rsidR="004B0890">
        <w:t xml:space="preserve">nternational </w:t>
      </w:r>
      <w:r w:rsidR="00820215" w:rsidRPr="007311C9">
        <w:t>C</w:t>
      </w:r>
      <w:r w:rsidR="004B0890">
        <w:t xml:space="preserve">ovenant on </w:t>
      </w:r>
      <w:r w:rsidR="00820215" w:rsidRPr="007311C9">
        <w:t>C</w:t>
      </w:r>
      <w:r w:rsidR="004B0890">
        <w:t xml:space="preserve">ivil and </w:t>
      </w:r>
      <w:r w:rsidR="00820215" w:rsidRPr="007311C9">
        <w:t>P</w:t>
      </w:r>
      <w:r w:rsidR="004B0890">
        <w:t xml:space="preserve">olitical </w:t>
      </w:r>
      <w:r w:rsidR="00820215" w:rsidRPr="007311C9">
        <w:t>R</w:t>
      </w:r>
      <w:r w:rsidR="004B0890">
        <w:t>ights</w:t>
      </w:r>
      <w:r w:rsidR="00820215" w:rsidRPr="007311C9">
        <w:t xml:space="preserve">, States </w:t>
      </w:r>
      <w:r w:rsidR="004B0890">
        <w:t>p</w:t>
      </w:r>
      <w:r w:rsidR="00820215" w:rsidRPr="007311C9">
        <w:t xml:space="preserve">arties must ensure that persons whose rights under the Covenant have been violated have an effective remedy. </w:t>
      </w:r>
      <w:r w:rsidR="00820215" w:rsidRPr="007311C9">
        <w:rPr>
          <w:rStyle w:val="PageNumber"/>
          <w:b w:val="0"/>
          <w:sz w:val="20"/>
        </w:rPr>
        <w:t xml:space="preserve">The Guiding Principles </w:t>
      </w:r>
      <w:r w:rsidR="004B0890">
        <w:rPr>
          <w:rStyle w:val="PageNumber"/>
          <w:b w:val="0"/>
          <w:sz w:val="20"/>
        </w:rPr>
        <w:t xml:space="preserve">on Business and Human Rights </w:t>
      </w:r>
      <w:r w:rsidR="00820215" w:rsidRPr="007311C9">
        <w:rPr>
          <w:rStyle w:val="PageNumber"/>
          <w:b w:val="0"/>
          <w:sz w:val="20"/>
        </w:rPr>
        <w:t xml:space="preserve">anticipate that corporations </w:t>
      </w:r>
      <w:r w:rsidR="00151BE9">
        <w:rPr>
          <w:rStyle w:val="PageNumber"/>
          <w:b w:val="0"/>
          <w:sz w:val="20"/>
        </w:rPr>
        <w:t xml:space="preserve">should </w:t>
      </w:r>
      <w:r w:rsidR="00820215" w:rsidRPr="007311C9">
        <w:rPr>
          <w:rStyle w:val="PageNumber"/>
          <w:b w:val="0"/>
          <w:sz w:val="20"/>
        </w:rPr>
        <w:t>provide remedial and grievance mechanisms that are legitimate, accessible, predictable, equitable, rights-compatible, transparent, based on dialogue and engagement, and a source of continuous learning.</w:t>
      </w:r>
      <w:r w:rsidR="00127C0D">
        <w:rPr>
          <w:rStyle w:val="FootnoteReference"/>
        </w:rPr>
        <w:footnoteReference w:id="54"/>
      </w:r>
      <w:r w:rsidR="00820215" w:rsidRPr="007311C9">
        <w:rPr>
          <w:rStyle w:val="PageNumber"/>
          <w:b w:val="0"/>
          <w:sz w:val="20"/>
        </w:rPr>
        <w:t xml:space="preserve"> </w:t>
      </w:r>
      <w:r w:rsidR="004B0890">
        <w:rPr>
          <w:rStyle w:val="PageNumber"/>
          <w:b w:val="0"/>
          <w:sz w:val="20"/>
        </w:rPr>
        <w:t>T</w:t>
      </w:r>
      <w:r w:rsidR="00820215" w:rsidRPr="007311C9">
        <w:rPr>
          <w:rStyle w:val="PageNumber"/>
          <w:b w:val="0"/>
          <w:sz w:val="20"/>
        </w:rPr>
        <w:t>here is limited guidance</w:t>
      </w:r>
      <w:r w:rsidR="004B0890">
        <w:rPr>
          <w:rStyle w:val="PageNumber"/>
          <w:b w:val="0"/>
          <w:sz w:val="20"/>
        </w:rPr>
        <w:t>, however,</w:t>
      </w:r>
      <w:r w:rsidR="00820215" w:rsidRPr="007311C9">
        <w:rPr>
          <w:rStyle w:val="PageNumber"/>
          <w:b w:val="0"/>
          <w:sz w:val="20"/>
        </w:rPr>
        <w:t xml:space="preserve"> </w:t>
      </w:r>
      <w:r w:rsidR="00151BE9">
        <w:rPr>
          <w:rStyle w:val="PageNumber"/>
          <w:b w:val="0"/>
          <w:sz w:val="20"/>
        </w:rPr>
        <w:t>as to</w:t>
      </w:r>
      <w:r w:rsidR="00151BE9" w:rsidRPr="007311C9">
        <w:rPr>
          <w:rStyle w:val="PageNumber"/>
          <w:b w:val="0"/>
          <w:sz w:val="20"/>
        </w:rPr>
        <w:t xml:space="preserve"> </w:t>
      </w:r>
      <w:r w:rsidR="00820215" w:rsidRPr="007311C9">
        <w:rPr>
          <w:rStyle w:val="PageNumber"/>
          <w:b w:val="0"/>
          <w:sz w:val="20"/>
        </w:rPr>
        <w:t xml:space="preserve">how these elements </w:t>
      </w:r>
      <w:proofErr w:type="gramStart"/>
      <w:r w:rsidR="00820215" w:rsidRPr="007311C9">
        <w:rPr>
          <w:rStyle w:val="PageNumber"/>
          <w:b w:val="0"/>
          <w:sz w:val="20"/>
        </w:rPr>
        <w:t>should be operationalized or assessed in the context</w:t>
      </w:r>
      <w:r w:rsidR="004B0890">
        <w:rPr>
          <w:rStyle w:val="PageNumber"/>
          <w:b w:val="0"/>
          <w:sz w:val="20"/>
        </w:rPr>
        <w:t xml:space="preserve"> of information and communications technology</w:t>
      </w:r>
      <w:proofErr w:type="gramEnd"/>
      <w:r w:rsidR="00820215" w:rsidRPr="007311C9">
        <w:rPr>
          <w:rStyle w:val="PageNumber"/>
          <w:b w:val="0"/>
          <w:sz w:val="20"/>
        </w:rPr>
        <w:t xml:space="preserve">. For example, improper removal of web links from search </w:t>
      </w:r>
      <w:r w:rsidR="00820215" w:rsidRPr="007311C9">
        <w:rPr>
          <w:rStyle w:val="PageNumber"/>
          <w:b w:val="0"/>
          <w:sz w:val="20"/>
        </w:rPr>
        <w:lastRenderedPageBreak/>
        <w:t xml:space="preserve">results might require the search engine to reinstate such links. </w:t>
      </w:r>
      <w:r w:rsidR="004B0890">
        <w:rPr>
          <w:rStyle w:val="PageNumber"/>
          <w:b w:val="0"/>
          <w:sz w:val="20"/>
        </w:rPr>
        <w:t>I</w:t>
      </w:r>
      <w:r w:rsidR="00820215" w:rsidRPr="007311C9">
        <w:rPr>
          <w:rStyle w:val="PageNumber"/>
          <w:b w:val="0"/>
          <w:sz w:val="20"/>
        </w:rPr>
        <w:t>t is</w:t>
      </w:r>
      <w:r w:rsidR="004B0890">
        <w:rPr>
          <w:rStyle w:val="PageNumber"/>
          <w:b w:val="0"/>
          <w:sz w:val="20"/>
        </w:rPr>
        <w:t>, however,</w:t>
      </w:r>
      <w:r w:rsidR="00820215" w:rsidRPr="007311C9">
        <w:rPr>
          <w:rStyle w:val="PageNumber"/>
          <w:b w:val="0"/>
          <w:sz w:val="20"/>
        </w:rPr>
        <w:t xml:space="preserve"> unclear how complaint or appeals mechanisms </w:t>
      </w:r>
      <w:proofErr w:type="gramStart"/>
      <w:r w:rsidR="00820215" w:rsidRPr="007311C9">
        <w:rPr>
          <w:rStyle w:val="PageNumber"/>
          <w:b w:val="0"/>
          <w:sz w:val="20"/>
        </w:rPr>
        <w:t>should be designed and implemented to ensure that such removals are effectively flagged, evaluated and remedied</w:t>
      </w:r>
      <w:proofErr w:type="gramEnd"/>
      <w:r w:rsidR="00820215" w:rsidRPr="007311C9">
        <w:rPr>
          <w:rStyle w:val="PageNumber"/>
          <w:b w:val="0"/>
          <w:sz w:val="20"/>
        </w:rPr>
        <w:t>. A search engine’s highly dispersed customer base further</w:t>
      </w:r>
      <w:r w:rsidR="00820215" w:rsidRPr="00725EF2">
        <w:rPr>
          <w:rStyle w:val="PageNumber"/>
          <w:b w:val="0"/>
          <w:sz w:val="20"/>
        </w:rPr>
        <w:t xml:space="preserve"> complicates design issues. It is also unclear whether companies should provide additional remedies, like financial compensation for lost revenue during the period of removal, or guarantees of non-repetition. </w:t>
      </w:r>
    </w:p>
    <w:p w14:paraId="4B3E53E3" w14:textId="0072DA7D" w:rsidR="00820215" w:rsidRPr="00725EF2" w:rsidRDefault="00E30607" w:rsidP="00925EF6">
      <w:pPr>
        <w:pStyle w:val="SingleTxtG"/>
      </w:pPr>
      <w:r>
        <w:rPr>
          <w:rStyle w:val="PageNumber"/>
          <w:b w:val="0"/>
          <w:sz w:val="20"/>
        </w:rPr>
        <w:t>69</w:t>
      </w:r>
      <w:r w:rsidR="00725EF2" w:rsidRPr="00725EF2">
        <w:rPr>
          <w:rStyle w:val="PageNumber"/>
          <w:b w:val="0"/>
          <w:sz w:val="20"/>
        </w:rPr>
        <w:t>.</w:t>
      </w:r>
      <w:r w:rsidR="00725EF2" w:rsidRPr="00725EF2">
        <w:rPr>
          <w:rStyle w:val="PageNumber"/>
          <w:b w:val="0"/>
          <w:sz w:val="20"/>
        </w:rPr>
        <w:tab/>
      </w:r>
      <w:r w:rsidR="00F26215">
        <w:rPr>
          <w:rStyle w:val="PageNumber"/>
          <w:b w:val="0"/>
          <w:sz w:val="20"/>
        </w:rPr>
        <w:t>To</w:t>
      </w:r>
      <w:r w:rsidR="00820215" w:rsidRPr="00725EF2">
        <w:rPr>
          <w:rStyle w:val="PageNumber"/>
          <w:b w:val="0"/>
          <w:sz w:val="20"/>
        </w:rPr>
        <w:t xml:space="preserve"> enforce </w:t>
      </w:r>
      <w:r w:rsidR="004B0890">
        <w:rPr>
          <w:rStyle w:val="PageNumber"/>
          <w:b w:val="0"/>
          <w:sz w:val="20"/>
        </w:rPr>
        <w:t>t</w:t>
      </w:r>
      <w:r w:rsidR="00151BE9">
        <w:rPr>
          <w:rStyle w:val="PageNumber"/>
          <w:b w:val="0"/>
          <w:sz w:val="20"/>
        </w:rPr>
        <w:t xml:space="preserve">erms of </w:t>
      </w:r>
      <w:r w:rsidR="004B0890">
        <w:rPr>
          <w:rStyle w:val="PageNumber"/>
          <w:b w:val="0"/>
          <w:sz w:val="20"/>
        </w:rPr>
        <w:t>s</w:t>
      </w:r>
      <w:r w:rsidR="00151BE9">
        <w:rPr>
          <w:rStyle w:val="PageNumber"/>
          <w:b w:val="0"/>
          <w:sz w:val="20"/>
        </w:rPr>
        <w:t>ervice</w:t>
      </w:r>
      <w:r w:rsidR="00820215" w:rsidRPr="00725EF2">
        <w:rPr>
          <w:rStyle w:val="PageNumber"/>
          <w:b w:val="0"/>
          <w:sz w:val="20"/>
        </w:rPr>
        <w:t>, companies may not always have sufficient processes to appeal content removal or account deactivation decisions where a user believe</w:t>
      </w:r>
      <w:r w:rsidR="004B0890">
        <w:rPr>
          <w:rStyle w:val="PageNumber"/>
          <w:b w:val="0"/>
          <w:sz w:val="20"/>
        </w:rPr>
        <w:t>s</w:t>
      </w:r>
      <w:r w:rsidR="00820215" w:rsidRPr="00725EF2">
        <w:rPr>
          <w:rStyle w:val="PageNumber"/>
          <w:b w:val="0"/>
          <w:sz w:val="20"/>
        </w:rPr>
        <w:t xml:space="preserve"> the action was in error or the result of abusive flagging campaigns. Further research that examines best practices in how companies communicate </w:t>
      </w:r>
      <w:r w:rsidR="004B0890">
        <w:rPr>
          <w:rStyle w:val="PageNumber"/>
          <w:b w:val="0"/>
          <w:sz w:val="20"/>
        </w:rPr>
        <w:t>t</w:t>
      </w:r>
      <w:r w:rsidR="00151BE9">
        <w:rPr>
          <w:rStyle w:val="PageNumber"/>
          <w:b w:val="0"/>
          <w:sz w:val="20"/>
        </w:rPr>
        <w:t xml:space="preserve">erms of </w:t>
      </w:r>
      <w:r w:rsidR="004B0890">
        <w:rPr>
          <w:rStyle w:val="PageNumber"/>
          <w:b w:val="0"/>
          <w:sz w:val="20"/>
        </w:rPr>
        <w:t>s</w:t>
      </w:r>
      <w:r w:rsidR="00151BE9">
        <w:rPr>
          <w:rStyle w:val="PageNumber"/>
          <w:b w:val="0"/>
          <w:sz w:val="20"/>
        </w:rPr>
        <w:t>ervice</w:t>
      </w:r>
      <w:r w:rsidR="00820215" w:rsidRPr="00725EF2">
        <w:rPr>
          <w:rStyle w:val="PageNumber"/>
          <w:b w:val="0"/>
          <w:sz w:val="20"/>
        </w:rPr>
        <w:t xml:space="preserve"> enforcement decisions and how they implement appeals mechanisms may be useful.  </w:t>
      </w:r>
    </w:p>
    <w:p w14:paraId="31251B56" w14:textId="67C2BC07" w:rsidR="00820215" w:rsidRPr="00725EF2" w:rsidRDefault="00725EF2" w:rsidP="00925EF6">
      <w:pPr>
        <w:pStyle w:val="SingleTxtG"/>
      </w:pPr>
      <w:r w:rsidRPr="00725EF2">
        <w:t>7</w:t>
      </w:r>
      <w:r w:rsidR="00E30607">
        <w:t>0</w:t>
      </w:r>
      <w:r w:rsidRPr="00725EF2">
        <w:t>.</w:t>
      </w:r>
      <w:r w:rsidRPr="00725EF2">
        <w:tab/>
      </w:r>
      <w:r w:rsidR="00820215" w:rsidRPr="00725EF2">
        <w:t xml:space="preserve">The scope of the corporation’s responsibility to remediate </w:t>
      </w:r>
      <w:proofErr w:type="gramStart"/>
      <w:r w:rsidR="00820215" w:rsidRPr="00725EF2">
        <w:t>is also contested</w:t>
      </w:r>
      <w:proofErr w:type="gramEnd"/>
      <w:r w:rsidR="00820215" w:rsidRPr="00725EF2">
        <w:t xml:space="preserve">. Who bears the burden of remediating improper removals or data requests when companies interpret or enforce relevant </w:t>
      </w:r>
      <w:r w:rsidR="004B0890">
        <w:t>S</w:t>
      </w:r>
      <w:r w:rsidR="00820215" w:rsidRPr="00725EF2">
        <w:t xml:space="preserve">tate laws too strictly? When a company’s products or services </w:t>
      </w:r>
      <w:proofErr w:type="gramStart"/>
      <w:r w:rsidR="00820215" w:rsidRPr="00725EF2">
        <w:t>are used</w:t>
      </w:r>
      <w:proofErr w:type="gramEnd"/>
      <w:r w:rsidR="00820215" w:rsidRPr="00725EF2">
        <w:t xml:space="preserve"> to perpetrate human rights abuses, what degree of causation triggers the duty to provide a remedy? When companies face allegations of wrongdoing, is there a duty to conduct internal investigations, and must these investigations meet certain </w:t>
      </w:r>
      <w:proofErr w:type="gramStart"/>
      <w:r w:rsidR="00820215" w:rsidRPr="00725EF2">
        <w:t>standards?</w:t>
      </w:r>
      <w:proofErr w:type="gramEnd"/>
      <w:r w:rsidR="00820215" w:rsidRPr="00725EF2">
        <w:t xml:space="preserve"> Where a restriction implicates individuals across borders, what jurisdiction is appropriate for the consideration of remedies? These questions reflect the uncertainty that human rights victims face in situations where corporate and </w:t>
      </w:r>
      <w:r w:rsidR="004B0890">
        <w:t>S</w:t>
      </w:r>
      <w:r w:rsidR="00820215" w:rsidRPr="00725EF2">
        <w:t xml:space="preserve">tate conduct </w:t>
      </w:r>
      <w:proofErr w:type="gramStart"/>
      <w:r w:rsidR="00820215" w:rsidRPr="00725EF2">
        <w:t>are intertwined</w:t>
      </w:r>
      <w:proofErr w:type="gramEnd"/>
      <w:r w:rsidR="00820215" w:rsidRPr="00725EF2">
        <w:t xml:space="preserve">. </w:t>
      </w:r>
    </w:p>
    <w:p w14:paraId="77966CFC" w14:textId="28662687" w:rsidR="00820215" w:rsidRPr="00725EF2" w:rsidRDefault="00725EF2" w:rsidP="00925EF6">
      <w:pPr>
        <w:pStyle w:val="SingleTxtG"/>
      </w:pPr>
      <w:r w:rsidRPr="00725EF2">
        <w:t>7</w:t>
      </w:r>
      <w:r w:rsidR="00E30607">
        <w:t>1</w:t>
      </w:r>
      <w:r w:rsidRPr="00725EF2">
        <w:t>.</w:t>
      </w:r>
      <w:r w:rsidRPr="00725EF2">
        <w:tab/>
      </w:r>
      <w:r w:rsidR="00820215" w:rsidRPr="00725EF2">
        <w:t xml:space="preserve">The appropriate role of the State in supplementing or regulating corporate remedial mechanisms also requires closer analysis. Civil proceedings and other judicial redress are often available to consumers adversely affected by corporate action, but these are often cumbersome and expensive. Meaningful alternatives </w:t>
      </w:r>
      <w:r w:rsidR="00151BE9">
        <w:t>may</w:t>
      </w:r>
      <w:r w:rsidR="00151BE9" w:rsidRPr="00725EF2">
        <w:t xml:space="preserve"> </w:t>
      </w:r>
      <w:r w:rsidR="00820215" w:rsidRPr="00725EF2">
        <w:t xml:space="preserve">include complaint and grievance mechanisms established and run by consumer protection bodies and industry regulators. Several States also mandate internal remedial or grievance mechanisms: India, for example, requires corporations that possess, deal with or handle sensitive personal data to designate grievance officers to address </w:t>
      </w:r>
      <w:r w:rsidR="00EA3087">
        <w:t>“</w:t>
      </w:r>
      <w:r w:rsidR="00820215" w:rsidRPr="00725EF2">
        <w:t xml:space="preserve">any discrepancies and grievances </w:t>
      </w:r>
      <w:r w:rsidR="00EA3087">
        <w:t xml:space="preserve">[…] </w:t>
      </w:r>
      <w:r w:rsidR="00820215" w:rsidRPr="00725EF2">
        <w:t>with respect to processing of information</w:t>
      </w:r>
      <w:r w:rsidR="00EA3087">
        <w:t>”</w:t>
      </w:r>
      <w:r w:rsidR="00820215" w:rsidRPr="00725EF2">
        <w:t>.</w:t>
      </w:r>
      <w:r w:rsidR="00820215" w:rsidRPr="007311C9">
        <w:rPr>
          <w:rStyle w:val="FootnoteReference"/>
          <w:sz w:val="20"/>
        </w:rPr>
        <w:footnoteReference w:id="55"/>
      </w:r>
      <w:r w:rsidR="00820215" w:rsidRPr="007311C9">
        <w:rPr>
          <w:vertAlign w:val="superscript"/>
        </w:rPr>
        <w:t xml:space="preserve"> </w:t>
      </w:r>
    </w:p>
    <w:p w14:paraId="60DFE8F8" w14:textId="77777777" w:rsidR="00820215" w:rsidRPr="00D259BB" w:rsidRDefault="00D259BB" w:rsidP="00D259BB">
      <w:pPr>
        <w:pStyle w:val="HChG"/>
      </w:pPr>
      <w:r>
        <w:rPr>
          <w:rStyle w:val="PageNumber"/>
          <w:b/>
          <w:sz w:val="28"/>
        </w:rPr>
        <w:tab/>
      </w:r>
      <w:r w:rsidRPr="00D259BB">
        <w:rPr>
          <w:rStyle w:val="PageNumber"/>
          <w:b/>
          <w:sz w:val="28"/>
        </w:rPr>
        <w:t>V.</w:t>
      </w:r>
      <w:r w:rsidRPr="00D259BB">
        <w:rPr>
          <w:rStyle w:val="PageNumber"/>
          <w:b/>
          <w:sz w:val="28"/>
        </w:rPr>
        <w:tab/>
      </w:r>
      <w:r w:rsidR="00820215" w:rsidRPr="00D259BB">
        <w:rPr>
          <w:rStyle w:val="PageNumber"/>
          <w:b/>
          <w:sz w:val="28"/>
        </w:rPr>
        <w:t>F</w:t>
      </w:r>
      <w:r w:rsidRPr="00D259BB">
        <w:rPr>
          <w:rStyle w:val="PageNumber"/>
          <w:b/>
          <w:sz w:val="28"/>
        </w:rPr>
        <w:t>urther thematic development</w:t>
      </w:r>
    </w:p>
    <w:p w14:paraId="08F961D1" w14:textId="05624B01" w:rsidR="00820215" w:rsidRPr="00A05CEC" w:rsidRDefault="00725EF2" w:rsidP="00925EF6">
      <w:pPr>
        <w:pStyle w:val="SingleTxtG"/>
      </w:pPr>
      <w:r w:rsidRPr="00725EF2">
        <w:t>7</w:t>
      </w:r>
      <w:r w:rsidR="00E30607">
        <w:t>2</w:t>
      </w:r>
      <w:r w:rsidRPr="00725EF2">
        <w:t>.</w:t>
      </w:r>
      <w:r w:rsidRPr="00725EF2">
        <w:tab/>
      </w:r>
      <w:r w:rsidR="00820215" w:rsidRPr="00725EF2">
        <w:t xml:space="preserve">Given the range of private </w:t>
      </w:r>
      <w:r w:rsidR="00C238D2">
        <w:t>information and communications technology</w:t>
      </w:r>
      <w:r w:rsidR="00C238D2" w:rsidRPr="00725EF2">
        <w:t xml:space="preserve"> </w:t>
      </w:r>
      <w:r w:rsidR="00820215" w:rsidRPr="00725EF2">
        <w:t xml:space="preserve">activity that frames and </w:t>
      </w:r>
      <w:proofErr w:type="gramStart"/>
      <w:r w:rsidR="00820215" w:rsidRPr="00725EF2">
        <w:t>impacts</w:t>
      </w:r>
      <w:proofErr w:type="gramEnd"/>
      <w:r w:rsidR="00820215" w:rsidRPr="00725EF2">
        <w:t xml:space="preserve"> the exercise of the freedom of opinion and expression online, the Special Rapporteur will focus on State obligations and business responsibilities in specific areas of concern. The legal and policy</w:t>
      </w:r>
      <w:r w:rsidR="00820215" w:rsidRPr="00A05CEC">
        <w:t xml:space="preserve"> issues raised above will guide thematic reporting, communications with </w:t>
      </w:r>
      <w:r w:rsidR="00C238D2">
        <w:t>G</w:t>
      </w:r>
      <w:r w:rsidR="00820215" w:rsidRPr="00A05CEC">
        <w:t xml:space="preserve">overnments, country and company visits, regional and expert consultations, and other work. </w:t>
      </w:r>
    </w:p>
    <w:p w14:paraId="622A3BBB" w14:textId="11F8655C" w:rsidR="00820215" w:rsidRPr="00A05CEC" w:rsidRDefault="00725EF2" w:rsidP="00925EF6">
      <w:pPr>
        <w:pStyle w:val="SingleTxtG"/>
      </w:pPr>
      <w:r>
        <w:t>7</w:t>
      </w:r>
      <w:r w:rsidR="00E30607">
        <w:t>3</w:t>
      </w:r>
      <w:r>
        <w:t>.</w:t>
      </w:r>
      <w:r>
        <w:tab/>
      </w:r>
      <w:r w:rsidR="00820215" w:rsidRPr="00A05CEC">
        <w:t>Among the Special Rapporteur’s priorities for thematic study and guidance are the following:</w:t>
      </w:r>
    </w:p>
    <w:p w14:paraId="0942669A" w14:textId="458C1FF3" w:rsidR="00D259BB" w:rsidRPr="00DF1574" w:rsidRDefault="00D259BB" w:rsidP="00886999">
      <w:pPr>
        <w:pStyle w:val="H4G"/>
        <w:rPr>
          <w:b/>
          <w:i w:val="0"/>
        </w:rPr>
      </w:pPr>
      <w:r>
        <w:tab/>
      </w:r>
      <w:r w:rsidR="00886999">
        <w:tab/>
      </w:r>
      <w:r w:rsidR="00BB78C2" w:rsidRPr="00DF1574">
        <w:rPr>
          <w:b/>
          <w:i w:val="0"/>
        </w:rPr>
        <w:t>Restrictions on the provision of telecommunications and Internet services</w:t>
      </w:r>
      <w:r w:rsidR="00820215" w:rsidRPr="00DF1574">
        <w:rPr>
          <w:b/>
          <w:i w:val="0"/>
        </w:rPr>
        <w:t xml:space="preserve"> </w:t>
      </w:r>
    </w:p>
    <w:p w14:paraId="5366EA7A" w14:textId="4E94AB6F" w:rsidR="00820215" w:rsidRPr="00A05CEC" w:rsidRDefault="00C5535D" w:rsidP="00925EF6">
      <w:pPr>
        <w:pStyle w:val="SingleTxtG"/>
      </w:pPr>
      <w:r>
        <w:t>7</w:t>
      </w:r>
      <w:r w:rsidR="00E30607">
        <w:t>4</w:t>
      </w:r>
      <w:r>
        <w:t>.</w:t>
      </w:r>
      <w:r>
        <w:tab/>
      </w:r>
      <w:r w:rsidR="00BB78C2" w:rsidRPr="00A05CEC">
        <w:t xml:space="preserve">Governments increasingly </w:t>
      </w:r>
      <w:r w:rsidR="00BB78C2">
        <w:t>require</w:t>
      </w:r>
      <w:r w:rsidR="00BB78C2" w:rsidRPr="00A05CEC">
        <w:t xml:space="preserve"> </w:t>
      </w:r>
      <w:r w:rsidR="00BB78C2">
        <w:t>private entities providing telecommunications and Internet service</w:t>
      </w:r>
      <w:r w:rsidR="00BB78C2" w:rsidRPr="00A05CEC">
        <w:t xml:space="preserve"> </w:t>
      </w:r>
      <w:r w:rsidR="00BB78C2">
        <w:t xml:space="preserve">to </w:t>
      </w:r>
      <w:r w:rsidR="00BB78C2" w:rsidRPr="00A05CEC">
        <w:t xml:space="preserve">comply with censorship demands. In addition to network filtering practices, States compel or pressure companies to shut down networks or </w:t>
      </w:r>
      <w:r w:rsidR="00BB78C2" w:rsidRPr="00A05CEC">
        <w:rPr>
          <w:color w:val="000000" w:themeColor="text1"/>
        </w:rPr>
        <w:t>block entire services.</w:t>
      </w:r>
      <w:r w:rsidR="00BB78C2" w:rsidRPr="00A05CEC">
        <w:t xml:space="preserve"> This trend requires further documentation and scrutiny. Future work will </w:t>
      </w:r>
      <w:r w:rsidR="00BB78C2">
        <w:t>examine</w:t>
      </w:r>
      <w:r w:rsidR="00BB78C2" w:rsidRPr="00A05CEC">
        <w:t xml:space="preserve"> </w:t>
      </w:r>
      <w:r w:rsidR="00BB78C2" w:rsidRPr="00A05CEC">
        <w:lastRenderedPageBreak/>
        <w:t xml:space="preserve">laws, policies and </w:t>
      </w:r>
      <w:proofErr w:type="spellStart"/>
      <w:r w:rsidR="00BB78C2" w:rsidRPr="00A05CEC">
        <w:t>extralegal</w:t>
      </w:r>
      <w:proofErr w:type="spellEnd"/>
      <w:r w:rsidR="00BB78C2" w:rsidRPr="00A05CEC">
        <w:t xml:space="preserve"> measures that enable </w:t>
      </w:r>
      <w:r w:rsidR="00C238D2">
        <w:t>G</w:t>
      </w:r>
      <w:r w:rsidR="00BB78C2" w:rsidRPr="00A05CEC">
        <w:t xml:space="preserve">overnments to undertake such restrictions, </w:t>
      </w:r>
      <w:r w:rsidR="00443841">
        <w:t>and the</w:t>
      </w:r>
      <w:r w:rsidR="00BE68B7">
        <w:t xml:space="preserve"> </w:t>
      </w:r>
      <w:r w:rsidR="00443841">
        <w:t>costs and consequences</w:t>
      </w:r>
      <w:r w:rsidR="00EC5445">
        <w:t xml:space="preserve"> of such </w:t>
      </w:r>
      <w:r w:rsidR="00BE68B7">
        <w:t>restrictions</w:t>
      </w:r>
      <w:r w:rsidR="00EC5445">
        <w:t xml:space="preserve">. </w:t>
      </w:r>
      <w:r w:rsidR="00DE195F">
        <w:t>The Special Rapporteur will</w:t>
      </w:r>
      <w:r w:rsidR="00EC5445">
        <w:t xml:space="preserve"> </w:t>
      </w:r>
      <w:r w:rsidR="00BB78C2">
        <w:t>also</w:t>
      </w:r>
      <w:r w:rsidR="00EC5445">
        <w:t xml:space="preserve"> examine</w:t>
      </w:r>
      <w:r w:rsidR="00BB78C2">
        <w:t xml:space="preserve"> the responsibilit</w:t>
      </w:r>
      <w:r w:rsidR="00EC5445">
        <w:t>ies</w:t>
      </w:r>
      <w:r w:rsidR="00BB78C2">
        <w:t xml:space="preserve"> of companies to respond to such measures in a way that respects rights, mitigates harm and provides avenues for redress where abuses occur.</w:t>
      </w:r>
      <w:r w:rsidR="00820215" w:rsidRPr="00A05CEC">
        <w:t xml:space="preserve"> </w:t>
      </w:r>
    </w:p>
    <w:p w14:paraId="2E3E1D91" w14:textId="38B16FE4" w:rsidR="00D259BB" w:rsidRPr="00DF1574" w:rsidRDefault="00D259BB" w:rsidP="00D259BB">
      <w:pPr>
        <w:pStyle w:val="H4G"/>
        <w:rPr>
          <w:b/>
          <w:i w:val="0"/>
        </w:rPr>
      </w:pPr>
      <w:r>
        <w:tab/>
      </w:r>
      <w:r w:rsidR="00F56AF4">
        <w:tab/>
      </w:r>
      <w:r w:rsidR="00820215" w:rsidRPr="00DF1574">
        <w:rPr>
          <w:b/>
          <w:i w:val="0"/>
        </w:rPr>
        <w:t xml:space="preserve">Content restrictions under </w:t>
      </w:r>
      <w:r w:rsidR="00C238D2">
        <w:rPr>
          <w:b/>
          <w:i w:val="0"/>
        </w:rPr>
        <w:t>t</w:t>
      </w:r>
      <w:r w:rsidR="00820215" w:rsidRPr="00DF1574">
        <w:rPr>
          <w:b/>
          <w:i w:val="0"/>
        </w:rPr>
        <w:t xml:space="preserve">erms of </w:t>
      </w:r>
      <w:r w:rsidR="00C238D2">
        <w:rPr>
          <w:b/>
          <w:i w:val="0"/>
        </w:rPr>
        <w:t>s</w:t>
      </w:r>
      <w:r w:rsidR="00820215" w:rsidRPr="00DF1574">
        <w:rPr>
          <w:b/>
          <w:i w:val="0"/>
        </w:rPr>
        <w:t xml:space="preserve">ervice and community standards </w:t>
      </w:r>
    </w:p>
    <w:p w14:paraId="200115F3" w14:textId="63ED45BA" w:rsidR="00820215" w:rsidRPr="00A05CEC" w:rsidRDefault="00C5535D" w:rsidP="00823C68">
      <w:pPr>
        <w:pStyle w:val="SingleTxtG"/>
      </w:pPr>
      <w:r>
        <w:t>7</w:t>
      </w:r>
      <w:r w:rsidR="00E30607">
        <w:t>5</w:t>
      </w:r>
      <w:r>
        <w:t>.</w:t>
      </w:r>
      <w:r>
        <w:tab/>
      </w:r>
      <w:r w:rsidR="00BB78C2" w:rsidRPr="00A05CEC">
        <w:t xml:space="preserve">Private actors face substantial pressures from </w:t>
      </w:r>
      <w:r w:rsidR="00C238D2">
        <w:t>G</w:t>
      </w:r>
      <w:r w:rsidR="00BB78C2" w:rsidRPr="00A05CEC">
        <w:t>overnments and individuals to restrict expression deemed to constitute extremism or hatred, hostility or harassment. Private actors may also themselves aim to foster what they perceive to be civil discourse on their platforms</w:t>
      </w:r>
      <w:r w:rsidR="00BB78C2">
        <w:t>, regulate access through real-name requirements and other registration policies, or feature or prioritize certain content for business reasons</w:t>
      </w:r>
      <w:r w:rsidR="00BB78C2" w:rsidRPr="00A05CEC">
        <w:t xml:space="preserve">. Future work will evaluate </w:t>
      </w:r>
      <w:r w:rsidR="00BB78C2">
        <w:t>the potential of State abuse of private initiatives, the impact of private measures on freedom of expression, and the relevant human rights obligations and responsibilities</w:t>
      </w:r>
      <w:r w:rsidR="00BB78C2" w:rsidRPr="00A05CEC">
        <w:t xml:space="preserve">. This reporting will </w:t>
      </w:r>
      <w:r w:rsidR="00BB78C2">
        <w:t xml:space="preserve">not only </w:t>
      </w:r>
      <w:r w:rsidR="00BB78C2" w:rsidRPr="00A05CEC">
        <w:t>focus on the roles of social media</w:t>
      </w:r>
      <w:r w:rsidR="00BB78C2">
        <w:t xml:space="preserve"> and</w:t>
      </w:r>
      <w:r w:rsidR="00BB78C2" w:rsidRPr="00A05CEC">
        <w:t xml:space="preserve"> search engines</w:t>
      </w:r>
      <w:r w:rsidR="00BB78C2">
        <w:t xml:space="preserve">, but also </w:t>
      </w:r>
      <w:proofErr w:type="gramStart"/>
      <w:r w:rsidR="00BB78C2">
        <w:t>lesser known</w:t>
      </w:r>
      <w:proofErr w:type="gramEnd"/>
      <w:r w:rsidR="00BB78C2">
        <w:t xml:space="preserve"> actors </w:t>
      </w:r>
      <w:r w:rsidR="00F26215">
        <w:t>such as</w:t>
      </w:r>
      <w:r w:rsidR="00F26215" w:rsidRPr="00A05CEC">
        <w:t xml:space="preserve"> </w:t>
      </w:r>
      <w:r w:rsidR="00BB78C2" w:rsidRPr="00A05CEC">
        <w:t xml:space="preserve">e-commerce </w:t>
      </w:r>
      <w:r w:rsidR="00BB78C2">
        <w:t>and financial intermediaries</w:t>
      </w:r>
      <w:r w:rsidR="00BB78C2" w:rsidRPr="00A05CEC">
        <w:t>.</w:t>
      </w:r>
    </w:p>
    <w:p w14:paraId="64B3CFAF" w14:textId="0A1E3E7F" w:rsidR="00D259BB" w:rsidRPr="00DF1574" w:rsidRDefault="00D259BB" w:rsidP="00D259BB">
      <w:pPr>
        <w:pStyle w:val="H4G"/>
        <w:rPr>
          <w:b/>
          <w:i w:val="0"/>
        </w:rPr>
      </w:pPr>
      <w:r>
        <w:tab/>
      </w:r>
      <w:r w:rsidR="00F56AF4">
        <w:tab/>
      </w:r>
      <w:r w:rsidR="00820215" w:rsidRPr="00DF1574">
        <w:rPr>
          <w:b/>
          <w:i w:val="0"/>
        </w:rPr>
        <w:t xml:space="preserve">Liability for content hosting </w:t>
      </w:r>
    </w:p>
    <w:p w14:paraId="6133668E" w14:textId="25D5738D" w:rsidR="00820215" w:rsidRDefault="00C5535D" w:rsidP="00925EF6">
      <w:pPr>
        <w:pStyle w:val="SingleTxtG"/>
      </w:pPr>
      <w:r>
        <w:t>7</w:t>
      </w:r>
      <w:r w:rsidR="00E30607">
        <w:t>6</w:t>
      </w:r>
      <w:r>
        <w:t>.</w:t>
      </w:r>
      <w:r>
        <w:tab/>
      </w:r>
      <w:r w:rsidR="00820215" w:rsidRPr="00A05CEC">
        <w:t xml:space="preserve">Intermediaries </w:t>
      </w:r>
      <w:proofErr w:type="gramStart"/>
      <w:r w:rsidR="00820215" w:rsidRPr="00A05CEC">
        <w:t>are increasingly held</w:t>
      </w:r>
      <w:proofErr w:type="gramEnd"/>
      <w:r w:rsidR="00820215" w:rsidRPr="00A05CEC">
        <w:t xml:space="preserve"> responsible for third</w:t>
      </w:r>
      <w:r w:rsidR="00A24D31">
        <w:t xml:space="preserve"> </w:t>
      </w:r>
      <w:r w:rsidR="00820215" w:rsidRPr="00A05CEC">
        <w:t xml:space="preserve">party content </w:t>
      </w:r>
      <w:r w:rsidR="00C238D2">
        <w:t xml:space="preserve">that </w:t>
      </w:r>
      <w:r w:rsidR="00820215" w:rsidRPr="00A05CEC">
        <w:t xml:space="preserve">they host, whether through </w:t>
      </w:r>
      <w:r w:rsidR="00DE195F">
        <w:t xml:space="preserve">intermediary </w:t>
      </w:r>
      <w:r w:rsidR="00820215" w:rsidRPr="00A05CEC">
        <w:t>liability regimes or censorship requirements. Commonly cited rationales for such restrictions include cybersecurity, copyright, defamation and data protection. Further study will focus on the legitimate scope of such rationales, the necessity of accompanying restrictions, and the lack of procedural safeguards under existing frameworks for removing third party content. Future work will also examine sources and modes of intermediary liability in particular contexts and regions and seek to draw out the main principles and practices applicable in order to ensure the ability of intermediaries to promote and protect freedom of expression.</w:t>
      </w:r>
    </w:p>
    <w:p w14:paraId="0BF24AB4" w14:textId="49E86521" w:rsidR="00685FB2" w:rsidRPr="00DF1574" w:rsidRDefault="00685FB2" w:rsidP="00F56AF4">
      <w:pPr>
        <w:pStyle w:val="SingleTxtG"/>
        <w:ind w:left="567" w:firstLine="567"/>
        <w:rPr>
          <w:b/>
        </w:rPr>
      </w:pPr>
      <w:r w:rsidRPr="00DF1574">
        <w:rPr>
          <w:b/>
        </w:rPr>
        <w:t>Censorship and surveillance industry</w:t>
      </w:r>
      <w:r w:rsidR="00820215" w:rsidRPr="00DF1574">
        <w:rPr>
          <w:b/>
        </w:rPr>
        <w:t xml:space="preserve"> </w:t>
      </w:r>
    </w:p>
    <w:p w14:paraId="69288B31" w14:textId="18C03625" w:rsidR="00820215" w:rsidRPr="00A05CEC" w:rsidRDefault="00BB78C2" w:rsidP="00925EF6">
      <w:pPr>
        <w:pStyle w:val="SingleTxtG"/>
      </w:pPr>
      <w:r>
        <w:t>7</w:t>
      </w:r>
      <w:r w:rsidR="00E30607">
        <w:t>7</w:t>
      </w:r>
      <w:r>
        <w:t>.</w:t>
      </w:r>
      <w:r>
        <w:tab/>
      </w:r>
      <w:r w:rsidR="00820215" w:rsidRPr="00A05CEC">
        <w:t xml:space="preserve">Private companies play a major role in the development, production and transfer of software and hardware that </w:t>
      </w:r>
      <w:r w:rsidR="00C238D2">
        <w:t>G</w:t>
      </w:r>
      <w:r w:rsidR="00820215" w:rsidRPr="00A05CEC">
        <w:t>overnments may deploy for law enforcement</w:t>
      </w:r>
      <w:r w:rsidR="00DE195F">
        <w:t>, intelligence</w:t>
      </w:r>
      <w:r w:rsidR="00820215" w:rsidRPr="00A05CEC">
        <w:t xml:space="preserve"> and public security purposes. While such tools</w:t>
      </w:r>
      <w:r w:rsidR="004A406D">
        <w:t xml:space="preserve"> may</w:t>
      </w:r>
      <w:r w:rsidR="00820215" w:rsidRPr="00A05CEC">
        <w:t xml:space="preserve"> have legitimate purposes, </w:t>
      </w:r>
      <w:proofErr w:type="gramStart"/>
      <w:r w:rsidR="00820215" w:rsidRPr="00A05CEC">
        <w:t xml:space="preserve">they are often deployed by </w:t>
      </w:r>
      <w:r w:rsidR="00C238D2">
        <w:t>G</w:t>
      </w:r>
      <w:r w:rsidR="00820215" w:rsidRPr="00A05CEC">
        <w:t>overnments</w:t>
      </w:r>
      <w:proofErr w:type="gramEnd"/>
      <w:r w:rsidR="00820215" w:rsidRPr="00A05CEC">
        <w:t xml:space="preserve"> for purposes of censorship and</w:t>
      </w:r>
      <w:r w:rsidR="00DE195F">
        <w:t xml:space="preserve"> </w:t>
      </w:r>
      <w:r w:rsidR="004A406D">
        <w:t>disproportionate</w:t>
      </w:r>
      <w:r w:rsidR="00820215" w:rsidRPr="00A05CEC">
        <w:t xml:space="preserve"> surveillance. Future work will explore such issues through the human rights framework and encourage due diligence in identifying the uses of such technologies for purposes that undermine freedom of expression.</w:t>
      </w:r>
    </w:p>
    <w:p w14:paraId="5370D2A8" w14:textId="4550383F" w:rsidR="00D259BB" w:rsidRPr="00DF1574" w:rsidRDefault="00D259BB" w:rsidP="00D259BB">
      <w:pPr>
        <w:pStyle w:val="H4G"/>
        <w:rPr>
          <w:b/>
          <w:i w:val="0"/>
        </w:rPr>
      </w:pPr>
      <w:r>
        <w:tab/>
      </w:r>
      <w:r w:rsidR="00F56AF4">
        <w:tab/>
      </w:r>
      <w:r w:rsidR="00820215" w:rsidRPr="00DF1574">
        <w:rPr>
          <w:b/>
          <w:i w:val="0"/>
        </w:rPr>
        <w:t>Efforts to undermine digital security</w:t>
      </w:r>
    </w:p>
    <w:p w14:paraId="2A4E5A8A" w14:textId="2BB284DF" w:rsidR="00820215" w:rsidRPr="00A05CEC" w:rsidRDefault="00E30607" w:rsidP="00925EF6">
      <w:pPr>
        <w:pStyle w:val="SingleTxtG"/>
      </w:pPr>
      <w:r>
        <w:t>78</w:t>
      </w:r>
      <w:r w:rsidR="00C5535D">
        <w:t>.</w:t>
      </w:r>
      <w:r w:rsidR="00C5535D">
        <w:tab/>
      </w:r>
      <w:r w:rsidR="00820215" w:rsidRPr="00A05CEC">
        <w:t xml:space="preserve">Companies that </w:t>
      </w:r>
      <w:proofErr w:type="gramStart"/>
      <w:r w:rsidR="00820215" w:rsidRPr="00A05CEC">
        <w:t>transmit,</w:t>
      </w:r>
      <w:proofErr w:type="gramEnd"/>
      <w:r w:rsidR="00820215" w:rsidRPr="00A05CEC">
        <w:t xml:space="preserve"> store or generate communications and other forms of user data </w:t>
      </w:r>
      <w:r w:rsidR="00C238D2">
        <w:t>—</w:t>
      </w:r>
      <w:r w:rsidR="00820215" w:rsidRPr="00A05CEC">
        <w:t xml:space="preserve"> particularly </w:t>
      </w:r>
      <w:r w:rsidR="00C238D2">
        <w:t xml:space="preserve">telecommunication </w:t>
      </w:r>
      <w:r w:rsidR="0069772A">
        <w:t xml:space="preserve">and Internet </w:t>
      </w:r>
      <w:r w:rsidR="00C238D2">
        <w:t>service providers</w:t>
      </w:r>
      <w:r w:rsidR="00820215" w:rsidRPr="00A05CEC">
        <w:t>, and content</w:t>
      </w:r>
      <w:r w:rsidR="00C4570F">
        <w:t>-</w:t>
      </w:r>
      <w:r w:rsidR="00820215" w:rsidRPr="00A05CEC">
        <w:t xml:space="preserve">hosting platforms </w:t>
      </w:r>
      <w:r w:rsidR="00C238D2">
        <w:t>—</w:t>
      </w:r>
      <w:r w:rsidR="00820215" w:rsidRPr="00A05CEC">
        <w:t xml:space="preserve"> face mounting demands from law enforcement and security services for access to their customers’ information. Future work will seek to identify approaches that could maximize the scope for freedom of expression while nonetheless addressing legitimate governmental interests in national security and public order.</w:t>
      </w:r>
    </w:p>
    <w:p w14:paraId="1AF41C01" w14:textId="318AA5E0" w:rsidR="00D259BB" w:rsidRPr="00DF1574" w:rsidRDefault="00D259BB" w:rsidP="00D259BB">
      <w:pPr>
        <w:pStyle w:val="H4G"/>
        <w:rPr>
          <w:b/>
          <w:i w:val="0"/>
        </w:rPr>
      </w:pPr>
      <w:r>
        <w:tab/>
      </w:r>
      <w:r w:rsidR="00F56AF4">
        <w:tab/>
      </w:r>
      <w:r w:rsidR="00820215" w:rsidRPr="00DF1574">
        <w:rPr>
          <w:b/>
          <w:i w:val="0"/>
        </w:rPr>
        <w:t xml:space="preserve">Internet access </w:t>
      </w:r>
    </w:p>
    <w:p w14:paraId="21E30ADD" w14:textId="5793CF36" w:rsidR="00820215" w:rsidRPr="00A05CEC" w:rsidRDefault="00E30607" w:rsidP="00925EF6">
      <w:pPr>
        <w:pStyle w:val="SingleTxtG"/>
      </w:pPr>
      <w:r>
        <w:t>79</w:t>
      </w:r>
      <w:r w:rsidR="00C5535D">
        <w:t>.</w:t>
      </w:r>
      <w:r w:rsidR="00C5535D">
        <w:tab/>
      </w:r>
      <w:r w:rsidR="00820215" w:rsidRPr="00A05CEC">
        <w:t>The billions of individuals who are connected online enjoy access to information and ideas that is denied</w:t>
      </w:r>
      <w:r w:rsidR="00DE195F">
        <w:t xml:space="preserve"> </w:t>
      </w:r>
      <w:r w:rsidR="00820215" w:rsidRPr="00A05CEC">
        <w:t xml:space="preserve">billions more who lack the infrastructure or political, security, legal or social environment necessary for connectivity. As the private sector increasingly seeks to empower the next billions with access, it will be critical to ensure that such access is free, open and secure. Future work will explore issues around access and private sector </w:t>
      </w:r>
      <w:r w:rsidR="00820215" w:rsidRPr="00A05CEC">
        <w:lastRenderedPageBreak/>
        <w:t>engagement and investment in ensuring affordability and accessibility, particularly considering marginalized groups.</w:t>
      </w:r>
    </w:p>
    <w:p w14:paraId="1E24721D" w14:textId="2ABC0F1D" w:rsidR="00D259BB" w:rsidRPr="00DF1574" w:rsidRDefault="00D259BB" w:rsidP="00D259BB">
      <w:pPr>
        <w:pStyle w:val="H4G"/>
        <w:rPr>
          <w:b/>
          <w:i w:val="0"/>
        </w:rPr>
      </w:pPr>
      <w:r>
        <w:tab/>
      </w:r>
      <w:r w:rsidR="00F56AF4">
        <w:tab/>
      </w:r>
      <w:r w:rsidR="00820215" w:rsidRPr="00DF1574">
        <w:rPr>
          <w:b/>
          <w:i w:val="0"/>
        </w:rPr>
        <w:t>Internet governance</w:t>
      </w:r>
    </w:p>
    <w:p w14:paraId="773A945B" w14:textId="47584BCB" w:rsidR="00820215" w:rsidRPr="00A05CEC" w:rsidRDefault="00E30607" w:rsidP="00925EF6">
      <w:pPr>
        <w:pStyle w:val="SingleTxtG"/>
      </w:pPr>
      <w:r>
        <w:t>80</w:t>
      </w:r>
      <w:r w:rsidR="00C5535D">
        <w:t>.</w:t>
      </w:r>
      <w:r w:rsidR="00C5535D">
        <w:tab/>
      </w:r>
      <w:r w:rsidR="00820215" w:rsidRPr="00A05CEC">
        <w:t xml:space="preserve">The outcome </w:t>
      </w:r>
      <w:r w:rsidR="0083166C">
        <w:t xml:space="preserve">of the World Summit on the Information Society </w:t>
      </w:r>
      <w:r w:rsidR="00820215" w:rsidRPr="00A05CEC">
        <w:t xml:space="preserve">demonstrated the continuing broad support for multi-stakeholder governance of the Internet. The existing model nonetheless faces increasing pressure in the form of specific national policies (such as data localization) and strategies such as </w:t>
      </w:r>
      <w:r w:rsidR="00D34F3C">
        <w:t>“</w:t>
      </w:r>
      <w:proofErr w:type="spellStart"/>
      <w:r w:rsidR="00820215" w:rsidRPr="00A05CEC">
        <w:t>cybersovereignty</w:t>
      </w:r>
      <w:proofErr w:type="spellEnd"/>
      <w:r w:rsidR="00D34F3C">
        <w:t>”</w:t>
      </w:r>
      <w:r w:rsidR="00820215" w:rsidRPr="00A05CEC">
        <w:t xml:space="preserve">. Moreover, there is a persistent need to maintain or increase human rights participation at all levels of governance, including the setting of technical standards, and to ensure that Internet governance frameworks and reform efforts are sensitive to the needs of women, sexual minorities and other vulnerable communities. </w:t>
      </w:r>
    </w:p>
    <w:p w14:paraId="1D5A4E63" w14:textId="09D244EB" w:rsidR="00820215" w:rsidRPr="00A05CEC" w:rsidRDefault="00C5535D" w:rsidP="00925EF6">
      <w:pPr>
        <w:pStyle w:val="SingleTxtG"/>
      </w:pPr>
      <w:r>
        <w:t>8</w:t>
      </w:r>
      <w:r w:rsidR="00E30607">
        <w:t>1</w:t>
      </w:r>
      <w:r w:rsidR="00725EF2">
        <w:t>.</w:t>
      </w:r>
      <w:r w:rsidR="00725EF2">
        <w:tab/>
      </w:r>
      <w:r w:rsidR="00820215" w:rsidRPr="00A05CEC">
        <w:t>Throughout this future work, the Special Rapporteur will pay particular attention to legal</w:t>
      </w:r>
      <w:r w:rsidR="00DA519C" w:rsidRPr="00DA519C">
        <w:t xml:space="preserve"> </w:t>
      </w:r>
      <w:r w:rsidR="00DA519C" w:rsidRPr="00A05CEC">
        <w:t>developments</w:t>
      </w:r>
      <w:r w:rsidR="00820215" w:rsidRPr="00A05CEC">
        <w:t xml:space="preserve"> (legislative, regulatory, and judicial) at national and regional levels. In this context, he alerts all stakeholders to his interest in gathering such materials for future communications and reporting and encourages interested parties to collect and provide such material throughout the course of this work. </w:t>
      </w:r>
    </w:p>
    <w:p w14:paraId="2C7DF206" w14:textId="77777777" w:rsidR="00820215" w:rsidRPr="00D259BB" w:rsidRDefault="00D259BB" w:rsidP="00D259BB">
      <w:pPr>
        <w:pStyle w:val="HChG"/>
      </w:pPr>
      <w:r>
        <w:rPr>
          <w:rStyle w:val="PageNumber"/>
          <w:b/>
          <w:sz w:val="28"/>
        </w:rPr>
        <w:tab/>
      </w:r>
      <w:r w:rsidRPr="00D259BB">
        <w:rPr>
          <w:rStyle w:val="PageNumber"/>
          <w:b/>
          <w:sz w:val="28"/>
        </w:rPr>
        <w:t>VI.</w:t>
      </w:r>
      <w:r>
        <w:rPr>
          <w:rStyle w:val="PageNumber"/>
          <w:b/>
          <w:sz w:val="28"/>
        </w:rPr>
        <w:tab/>
      </w:r>
      <w:r w:rsidR="00820215" w:rsidRPr="00D259BB">
        <w:rPr>
          <w:rStyle w:val="PageNumber"/>
          <w:b/>
          <w:sz w:val="28"/>
        </w:rPr>
        <w:t>C</w:t>
      </w:r>
      <w:r>
        <w:rPr>
          <w:rStyle w:val="PageNumber"/>
          <w:b/>
          <w:sz w:val="28"/>
        </w:rPr>
        <w:t xml:space="preserve">onclusions and </w:t>
      </w:r>
      <w:r w:rsidR="00DA04D3">
        <w:rPr>
          <w:rStyle w:val="PageNumber"/>
          <w:b/>
          <w:sz w:val="28"/>
        </w:rPr>
        <w:t>r</w:t>
      </w:r>
      <w:r>
        <w:rPr>
          <w:rStyle w:val="PageNumber"/>
          <w:b/>
          <w:sz w:val="28"/>
        </w:rPr>
        <w:t>ecommendations</w:t>
      </w:r>
    </w:p>
    <w:p w14:paraId="76BAA3A6" w14:textId="3D3A8D71" w:rsidR="00820215" w:rsidRPr="00EF43C4" w:rsidRDefault="00C5535D" w:rsidP="00925EF6">
      <w:pPr>
        <w:pStyle w:val="SingleTxtG"/>
        <w:rPr>
          <w:b/>
          <w:color w:val="000000"/>
        </w:rPr>
      </w:pPr>
      <w:r>
        <w:rPr>
          <w:color w:val="000000"/>
        </w:rPr>
        <w:t>8</w:t>
      </w:r>
      <w:r w:rsidR="00E30607">
        <w:rPr>
          <w:color w:val="000000"/>
        </w:rPr>
        <w:t>2</w:t>
      </w:r>
      <w:r w:rsidR="00725EF2" w:rsidRPr="00EF43C4">
        <w:rPr>
          <w:color w:val="000000"/>
        </w:rPr>
        <w:t>.</w:t>
      </w:r>
      <w:r w:rsidR="00725EF2" w:rsidRPr="00EF43C4">
        <w:rPr>
          <w:color w:val="000000"/>
        </w:rPr>
        <w:tab/>
      </w:r>
      <w:r w:rsidR="00BB78C2" w:rsidRPr="00EF43C4">
        <w:rPr>
          <w:b/>
          <w:color w:val="000000"/>
        </w:rPr>
        <w:t xml:space="preserve">The </w:t>
      </w:r>
      <w:r w:rsidR="0083166C">
        <w:rPr>
          <w:b/>
          <w:color w:val="000000"/>
        </w:rPr>
        <w:t>information and communication technology</w:t>
      </w:r>
      <w:r w:rsidR="0083166C" w:rsidRPr="00EF43C4">
        <w:rPr>
          <w:b/>
          <w:color w:val="000000"/>
        </w:rPr>
        <w:t xml:space="preserve"> </w:t>
      </w:r>
      <w:r w:rsidR="00BB78C2" w:rsidRPr="00EF43C4">
        <w:rPr>
          <w:b/>
          <w:color w:val="000000"/>
        </w:rPr>
        <w:t>sector is always in rapid development, continually upgrading technology, digitizing everyday life. As a result, addressing legal and policy issues with an eye to current normative gaps involves some risk of failing to address trends that are only now emerging or have yet to emerge. This is a natural feature of the digital age</w:t>
      </w:r>
      <w:r w:rsidR="0083166C">
        <w:rPr>
          <w:b/>
          <w:color w:val="000000"/>
        </w:rPr>
        <w:t>,</w:t>
      </w:r>
      <w:r w:rsidR="00BB78C2" w:rsidRPr="00EF43C4">
        <w:rPr>
          <w:b/>
          <w:color w:val="000000"/>
        </w:rPr>
        <w:t xml:space="preserve"> </w:t>
      </w:r>
      <w:r w:rsidR="0083166C">
        <w:rPr>
          <w:b/>
          <w:color w:val="000000"/>
        </w:rPr>
        <w:t>b</w:t>
      </w:r>
      <w:r w:rsidR="00BB78C2" w:rsidRPr="00EF43C4">
        <w:rPr>
          <w:b/>
          <w:color w:val="000000"/>
        </w:rPr>
        <w:t xml:space="preserve">ut even with rapid change in technology, the digital environment will continue to </w:t>
      </w:r>
      <w:proofErr w:type="gramStart"/>
      <w:r w:rsidR="00BB78C2" w:rsidRPr="00EF43C4">
        <w:rPr>
          <w:b/>
          <w:color w:val="000000"/>
        </w:rPr>
        <w:t>be animated</w:t>
      </w:r>
      <w:proofErr w:type="gramEnd"/>
      <w:r w:rsidR="00BB78C2" w:rsidRPr="00EF43C4">
        <w:rPr>
          <w:b/>
          <w:color w:val="000000"/>
        </w:rPr>
        <w:t xml:space="preserve"> by persistent threats to freedom of opinion and expression. </w:t>
      </w:r>
      <w:proofErr w:type="gramStart"/>
      <w:r w:rsidR="00BB78C2" w:rsidRPr="00EF43C4">
        <w:rPr>
          <w:b/>
          <w:color w:val="000000"/>
        </w:rPr>
        <w:t xml:space="preserve">These threats include government dominance of, or attempts to dominate, sources of information, using tools of censorship against online services and infrastructure; the struggle of businesses to promote their products and services in environments that are hostile to freedom of expression; the </w:t>
      </w:r>
      <w:r w:rsidR="00BB78C2">
        <w:rPr>
          <w:b/>
          <w:color w:val="000000"/>
        </w:rPr>
        <w:t>failures of many</w:t>
      </w:r>
      <w:r w:rsidR="00BB78C2" w:rsidRPr="00EF43C4">
        <w:rPr>
          <w:b/>
          <w:color w:val="000000"/>
        </w:rPr>
        <w:t xml:space="preserve"> business enterprises to </w:t>
      </w:r>
      <w:r w:rsidR="00BB78C2">
        <w:rPr>
          <w:b/>
          <w:color w:val="000000"/>
        </w:rPr>
        <w:t>ensure</w:t>
      </w:r>
      <w:r w:rsidR="00BB78C2" w:rsidRPr="00EF43C4">
        <w:rPr>
          <w:b/>
          <w:color w:val="000000"/>
        </w:rPr>
        <w:t xml:space="preserve"> </w:t>
      </w:r>
      <w:r w:rsidR="00BB78C2">
        <w:rPr>
          <w:b/>
          <w:color w:val="000000"/>
        </w:rPr>
        <w:t>the</w:t>
      </w:r>
      <w:r w:rsidR="00BB78C2" w:rsidRPr="00EF43C4">
        <w:rPr>
          <w:b/>
          <w:color w:val="000000"/>
        </w:rPr>
        <w:t xml:space="preserve"> promotion and protection of rights</w:t>
      </w:r>
      <w:r w:rsidR="00BB78C2">
        <w:rPr>
          <w:b/>
          <w:color w:val="000000"/>
        </w:rPr>
        <w:t xml:space="preserve"> in their pursuit of commercial interests</w:t>
      </w:r>
      <w:r w:rsidR="00BB78C2" w:rsidRPr="00EF43C4">
        <w:rPr>
          <w:b/>
          <w:color w:val="000000"/>
        </w:rPr>
        <w:t xml:space="preserve">; and the often contradictory demands of individuals that business entities provide them not only </w:t>
      </w:r>
      <w:r w:rsidR="0083166C">
        <w:rPr>
          <w:b/>
          <w:color w:val="000000"/>
        </w:rPr>
        <w:t xml:space="preserve">with </w:t>
      </w:r>
      <w:r w:rsidR="00BB78C2" w:rsidRPr="00EF43C4">
        <w:rPr>
          <w:b/>
          <w:color w:val="000000"/>
        </w:rPr>
        <w:t>security but also convenience, connectivity and community.</w:t>
      </w:r>
      <w:proofErr w:type="gramEnd"/>
      <w:r w:rsidR="00BB78C2" w:rsidRPr="00EF43C4">
        <w:rPr>
          <w:b/>
          <w:color w:val="000000"/>
        </w:rPr>
        <w:t xml:space="preserve"> </w:t>
      </w:r>
      <w:proofErr w:type="gramStart"/>
      <w:r w:rsidR="00BB78C2" w:rsidRPr="00EF43C4">
        <w:rPr>
          <w:b/>
          <w:color w:val="000000"/>
        </w:rPr>
        <w:t xml:space="preserve">As the project of exploring </w:t>
      </w:r>
      <w:r w:rsidR="0083166C">
        <w:rPr>
          <w:b/>
          <w:color w:val="000000"/>
        </w:rPr>
        <w:t>information and communication technology</w:t>
      </w:r>
      <w:r w:rsidR="0083166C" w:rsidRPr="00EF43C4">
        <w:rPr>
          <w:b/>
          <w:color w:val="000000"/>
        </w:rPr>
        <w:t xml:space="preserve"> </w:t>
      </w:r>
      <w:r w:rsidR="00BB78C2" w:rsidRPr="00EF43C4">
        <w:rPr>
          <w:b/>
          <w:color w:val="000000"/>
        </w:rPr>
        <w:t xml:space="preserve">responsibilities moves forward, the Special Rapporteur will be looking to experts in the field </w:t>
      </w:r>
      <w:r w:rsidR="0083166C">
        <w:rPr>
          <w:b/>
          <w:color w:val="000000"/>
        </w:rPr>
        <w:t>—</w:t>
      </w:r>
      <w:r w:rsidR="00BB78C2" w:rsidRPr="00EF43C4">
        <w:rPr>
          <w:b/>
          <w:color w:val="000000"/>
        </w:rPr>
        <w:t xml:space="preserve">in </w:t>
      </w:r>
      <w:r w:rsidR="0083166C">
        <w:rPr>
          <w:b/>
          <w:color w:val="000000"/>
        </w:rPr>
        <w:t>G</w:t>
      </w:r>
      <w:r w:rsidR="00BB78C2" w:rsidRPr="00EF43C4">
        <w:rPr>
          <w:b/>
          <w:color w:val="000000"/>
        </w:rPr>
        <w:t xml:space="preserve">overnment, the private sector, civil society, </w:t>
      </w:r>
      <w:r w:rsidR="00BB78C2">
        <w:rPr>
          <w:b/>
          <w:color w:val="000000"/>
        </w:rPr>
        <w:t xml:space="preserve">the technical community, </w:t>
      </w:r>
      <w:r w:rsidR="00BB78C2" w:rsidRPr="00EF43C4">
        <w:rPr>
          <w:b/>
          <w:color w:val="000000"/>
        </w:rPr>
        <w:t>academi</w:t>
      </w:r>
      <w:r w:rsidR="00BB78C2">
        <w:rPr>
          <w:b/>
          <w:color w:val="000000"/>
        </w:rPr>
        <w:t>a</w:t>
      </w:r>
      <w:r w:rsidR="00BB78C2" w:rsidRPr="00EF43C4">
        <w:rPr>
          <w:b/>
          <w:color w:val="000000"/>
        </w:rPr>
        <w:t xml:space="preserve"> </w:t>
      </w:r>
      <w:r w:rsidR="0083166C">
        <w:rPr>
          <w:b/>
          <w:color w:val="000000"/>
        </w:rPr>
        <w:t>—</w:t>
      </w:r>
      <w:r w:rsidR="00BB78C2" w:rsidRPr="00EF43C4">
        <w:rPr>
          <w:b/>
          <w:color w:val="000000"/>
        </w:rPr>
        <w:t xml:space="preserve"> to help him conduct analysis and reporting that respond both to the current issues at the intersection of technology and freedom of expression and to long-term features of the digital age.</w:t>
      </w:r>
      <w:proofErr w:type="gramEnd"/>
    </w:p>
    <w:p w14:paraId="7124FE7A" w14:textId="6928FA24" w:rsidR="00820215" w:rsidRPr="00EF43C4" w:rsidRDefault="00C5535D" w:rsidP="00925EF6">
      <w:pPr>
        <w:pStyle w:val="SingleTxtG"/>
        <w:rPr>
          <w:b/>
          <w:color w:val="000000"/>
        </w:rPr>
      </w:pPr>
      <w:r>
        <w:rPr>
          <w:color w:val="000000"/>
        </w:rPr>
        <w:t>8</w:t>
      </w:r>
      <w:r w:rsidR="00E30607">
        <w:rPr>
          <w:color w:val="000000"/>
        </w:rPr>
        <w:t>3</w:t>
      </w:r>
      <w:r w:rsidR="00725EF2" w:rsidRPr="00EF43C4">
        <w:rPr>
          <w:color w:val="000000"/>
        </w:rPr>
        <w:t>.</w:t>
      </w:r>
      <w:r w:rsidR="00725EF2" w:rsidRPr="00EF43C4">
        <w:rPr>
          <w:color w:val="000000"/>
        </w:rPr>
        <w:tab/>
      </w:r>
      <w:r w:rsidR="00820215" w:rsidRPr="00EF43C4">
        <w:rPr>
          <w:b/>
          <w:color w:val="000000"/>
        </w:rPr>
        <w:t xml:space="preserve">The Special Rapporteur strongly encourages all stakeholders </w:t>
      </w:r>
      <w:r w:rsidR="006C76A6">
        <w:rPr>
          <w:b/>
          <w:color w:val="000000"/>
        </w:rPr>
        <w:t>—</w:t>
      </w:r>
      <w:r w:rsidR="00820215" w:rsidRPr="00EF43C4">
        <w:rPr>
          <w:b/>
          <w:color w:val="000000"/>
        </w:rPr>
        <w:t xml:space="preserve"> whether State actors, private sector enterprises or civil society organizations and individuals </w:t>
      </w:r>
      <w:r w:rsidR="006C76A6">
        <w:rPr>
          <w:b/>
          <w:color w:val="000000"/>
        </w:rPr>
        <w:t>—</w:t>
      </w:r>
      <w:r w:rsidR="00820215" w:rsidRPr="00EF43C4">
        <w:rPr>
          <w:b/>
          <w:color w:val="000000"/>
        </w:rPr>
        <w:t xml:space="preserve"> to take an active part in the development of the forthcoming projects. He particularly encourages stakeholders from less developed countries and vulnerable communities to share perspectives on the impact that the </w:t>
      </w:r>
      <w:r w:rsidR="006C76A6">
        <w:rPr>
          <w:b/>
          <w:color w:val="000000"/>
        </w:rPr>
        <w:t>information and communication technology</w:t>
      </w:r>
      <w:r w:rsidR="006C76A6" w:rsidRPr="00EF43C4">
        <w:rPr>
          <w:b/>
          <w:color w:val="000000"/>
        </w:rPr>
        <w:t xml:space="preserve"> </w:t>
      </w:r>
      <w:r w:rsidR="00820215" w:rsidRPr="00EF43C4">
        <w:rPr>
          <w:b/>
          <w:color w:val="000000"/>
        </w:rPr>
        <w:t xml:space="preserve">sector may have on the enjoyment of rights and the role that </w:t>
      </w:r>
      <w:r w:rsidR="006B1B03">
        <w:rPr>
          <w:b/>
          <w:color w:val="000000"/>
        </w:rPr>
        <w:t>S</w:t>
      </w:r>
      <w:r w:rsidR="00820215" w:rsidRPr="00EF43C4">
        <w:rPr>
          <w:b/>
          <w:color w:val="000000"/>
        </w:rPr>
        <w:t>tates may play in either interfering with or advancing those rights.</w:t>
      </w:r>
    </w:p>
    <w:p w14:paraId="3343932B" w14:textId="2B278794" w:rsidR="00820215" w:rsidRPr="00EF43C4" w:rsidRDefault="00C5535D" w:rsidP="00925EF6">
      <w:pPr>
        <w:pStyle w:val="SingleTxtG"/>
        <w:rPr>
          <w:b/>
        </w:rPr>
      </w:pPr>
      <w:r>
        <w:t>8</w:t>
      </w:r>
      <w:r w:rsidR="00E30607">
        <w:t>4</w:t>
      </w:r>
      <w:r w:rsidR="00725EF2" w:rsidRPr="00EF43C4">
        <w:t>.</w:t>
      </w:r>
      <w:r w:rsidR="00725EF2" w:rsidRPr="00EF43C4">
        <w:tab/>
      </w:r>
      <w:r w:rsidR="00820215" w:rsidRPr="00EF43C4">
        <w:rPr>
          <w:b/>
        </w:rPr>
        <w:t xml:space="preserve">Even though this project is at its early stages, it is nonetheless critical that States and private actors take steps to ensure respect for the freedom of opinion and expression. These steps should include, </w:t>
      </w:r>
      <w:r w:rsidR="00820215" w:rsidRPr="00DF1574">
        <w:rPr>
          <w:b/>
        </w:rPr>
        <w:t>at a minimum</w:t>
      </w:r>
      <w:r w:rsidR="00820215" w:rsidRPr="006C76A6">
        <w:rPr>
          <w:b/>
        </w:rPr>
        <w:t>,</w:t>
      </w:r>
      <w:r w:rsidR="00820215" w:rsidRPr="00EF43C4">
        <w:rPr>
          <w:b/>
        </w:rPr>
        <w:t xml:space="preserve"> the following, with further analysis to follow throughout the Special Rapporteur’s mandate</w:t>
      </w:r>
      <w:r w:rsidR="00A24D31">
        <w:rPr>
          <w:b/>
        </w:rPr>
        <w:t>.</w:t>
      </w:r>
    </w:p>
    <w:p w14:paraId="4271B469" w14:textId="77777777" w:rsidR="00820215" w:rsidRPr="00DF1574" w:rsidRDefault="008B454B" w:rsidP="008B454B">
      <w:pPr>
        <w:pStyle w:val="H4G"/>
        <w:rPr>
          <w:b/>
          <w:i w:val="0"/>
          <w:iCs/>
        </w:rPr>
      </w:pPr>
      <w:r>
        <w:lastRenderedPageBreak/>
        <w:tab/>
      </w:r>
      <w:r>
        <w:tab/>
      </w:r>
      <w:r w:rsidR="00820215" w:rsidRPr="00DF1574">
        <w:rPr>
          <w:b/>
          <w:i w:val="0"/>
          <w:iCs/>
        </w:rPr>
        <w:t xml:space="preserve">States </w:t>
      </w:r>
    </w:p>
    <w:p w14:paraId="1F22E72E" w14:textId="14291C57" w:rsidR="00820215" w:rsidRPr="00EF43C4" w:rsidRDefault="00C5535D" w:rsidP="00925EF6">
      <w:pPr>
        <w:pStyle w:val="SingleTxtG"/>
        <w:rPr>
          <w:b/>
          <w:bCs/>
        </w:rPr>
      </w:pPr>
      <w:r>
        <w:t>8</w:t>
      </w:r>
      <w:r w:rsidR="00E30607">
        <w:t>5</w:t>
      </w:r>
      <w:r w:rsidR="00725EF2" w:rsidRPr="00EF43C4">
        <w:t>.</w:t>
      </w:r>
      <w:r w:rsidR="00725EF2" w:rsidRPr="00EF43C4">
        <w:tab/>
      </w:r>
      <w:r w:rsidR="00820215" w:rsidRPr="00EF43C4">
        <w:rPr>
          <w:b/>
        </w:rPr>
        <w:t xml:space="preserve">States bear a primary responsibility to protect and respect the right to exercise freedom of opinion and expression. In the </w:t>
      </w:r>
      <w:r w:rsidR="006C76A6">
        <w:rPr>
          <w:b/>
        </w:rPr>
        <w:t>information and communication technology</w:t>
      </w:r>
      <w:r w:rsidR="006C76A6" w:rsidRPr="00EF43C4">
        <w:rPr>
          <w:b/>
        </w:rPr>
        <w:t xml:space="preserve"> </w:t>
      </w:r>
      <w:r w:rsidR="00820215" w:rsidRPr="00EF43C4">
        <w:rPr>
          <w:b/>
        </w:rPr>
        <w:t>context, this means that States must not r</w:t>
      </w:r>
      <w:r w:rsidR="00820215" w:rsidRPr="00EF43C4">
        <w:rPr>
          <w:b/>
          <w:bCs/>
        </w:rPr>
        <w:t>equire or otherwise</w:t>
      </w:r>
      <w:r w:rsidR="00820215" w:rsidRPr="00EF43C4">
        <w:rPr>
          <w:b/>
        </w:rPr>
        <w:t xml:space="preserve"> pressure the private sector to take steps that unnecessarily or disproportionately interfere with freedom of expression, whether through laws, policies, or </w:t>
      </w:r>
      <w:proofErr w:type="spellStart"/>
      <w:r w:rsidR="00820215" w:rsidRPr="00EF43C4">
        <w:rPr>
          <w:b/>
        </w:rPr>
        <w:t>extralegal</w:t>
      </w:r>
      <w:proofErr w:type="spellEnd"/>
      <w:r w:rsidR="00820215" w:rsidRPr="00EF43C4">
        <w:rPr>
          <w:b/>
        </w:rPr>
        <w:t xml:space="preserve"> means</w:t>
      </w:r>
      <w:r w:rsidR="00820215" w:rsidRPr="00EF43C4">
        <w:rPr>
          <w:b/>
          <w:bCs/>
        </w:rPr>
        <w:t xml:space="preserve">. Any </w:t>
      </w:r>
      <w:r w:rsidR="00820215" w:rsidRPr="00EF43C4">
        <w:rPr>
          <w:b/>
        </w:rPr>
        <w:t>demands, r</w:t>
      </w:r>
      <w:r w:rsidR="00820215" w:rsidRPr="00EF43C4">
        <w:rPr>
          <w:rFonts w:cs="Calibri"/>
          <w:b/>
          <w:color w:val="000000"/>
        </w:rPr>
        <w:t>equests</w:t>
      </w:r>
      <w:r w:rsidR="00820215" w:rsidRPr="00EF43C4">
        <w:rPr>
          <w:b/>
        </w:rPr>
        <w:t xml:space="preserve"> and other measures</w:t>
      </w:r>
      <w:r w:rsidR="00820215" w:rsidRPr="00EF43C4">
        <w:rPr>
          <w:rFonts w:cs="Calibri"/>
          <w:b/>
          <w:color w:val="000000"/>
        </w:rPr>
        <w:t xml:space="preserve"> to take down</w:t>
      </w:r>
      <w:r w:rsidR="00820215" w:rsidRPr="00EF43C4">
        <w:rPr>
          <w:b/>
        </w:rPr>
        <w:t xml:space="preserve"> digital</w:t>
      </w:r>
      <w:r w:rsidR="00820215" w:rsidRPr="00EF43C4">
        <w:rPr>
          <w:rFonts w:cs="Calibri"/>
          <w:b/>
          <w:color w:val="000000"/>
        </w:rPr>
        <w:t xml:space="preserve"> content or access customer information</w:t>
      </w:r>
      <w:r w:rsidR="00820215" w:rsidRPr="00EF43C4">
        <w:rPr>
          <w:b/>
        </w:rPr>
        <w:t xml:space="preserve"> </w:t>
      </w:r>
      <w:r w:rsidR="00820215" w:rsidRPr="00EF43C4">
        <w:rPr>
          <w:rFonts w:cs="Calibri"/>
          <w:b/>
          <w:color w:val="000000"/>
        </w:rPr>
        <w:t>must be</w:t>
      </w:r>
      <w:r w:rsidR="00820215" w:rsidRPr="00EF43C4">
        <w:rPr>
          <w:b/>
        </w:rPr>
        <w:t xml:space="preserve"> </w:t>
      </w:r>
      <w:r w:rsidR="00820215" w:rsidRPr="00EF43C4">
        <w:rPr>
          <w:rFonts w:cs="Calibri"/>
          <w:b/>
          <w:color w:val="000000"/>
        </w:rPr>
        <w:t>based on validly enacted law</w:t>
      </w:r>
      <w:r w:rsidR="00820215" w:rsidRPr="00EF43C4">
        <w:rPr>
          <w:b/>
          <w:bCs/>
        </w:rPr>
        <w:t xml:space="preserve">, subject to external and independent oversight, and demonstrate a necessary and proportionate means of achieving one or more aims under </w:t>
      </w:r>
      <w:r w:rsidR="006C76A6">
        <w:rPr>
          <w:b/>
          <w:bCs/>
        </w:rPr>
        <w:t>a</w:t>
      </w:r>
      <w:r w:rsidR="00820215" w:rsidRPr="00EF43C4">
        <w:rPr>
          <w:b/>
          <w:bCs/>
        </w:rPr>
        <w:t>rticle 19</w:t>
      </w:r>
      <w:r w:rsidR="006C76A6">
        <w:rPr>
          <w:b/>
          <w:bCs/>
        </w:rPr>
        <w:t xml:space="preserve"> </w:t>
      </w:r>
      <w:r w:rsidR="00820215" w:rsidRPr="00EF43C4">
        <w:rPr>
          <w:b/>
          <w:bCs/>
        </w:rPr>
        <w:t>(3)</w:t>
      </w:r>
      <w:r w:rsidR="006C76A6">
        <w:rPr>
          <w:b/>
          <w:bCs/>
        </w:rPr>
        <w:t xml:space="preserve"> of the International Covenant on Civil and Political Rights</w:t>
      </w:r>
      <w:r w:rsidR="00820215" w:rsidRPr="00EF43C4">
        <w:rPr>
          <w:b/>
          <w:bCs/>
        </w:rPr>
        <w:t xml:space="preserve">. Particularly in the context of regulating the private sector, State laws and policies </w:t>
      </w:r>
      <w:proofErr w:type="gramStart"/>
      <w:r w:rsidR="00820215" w:rsidRPr="00EF43C4">
        <w:rPr>
          <w:b/>
          <w:bCs/>
        </w:rPr>
        <w:t>must be transparently adopted and implemented</w:t>
      </w:r>
      <w:proofErr w:type="gramEnd"/>
      <w:r w:rsidR="00820215" w:rsidRPr="00EF43C4">
        <w:rPr>
          <w:b/>
          <w:bCs/>
        </w:rPr>
        <w:t>.</w:t>
      </w:r>
    </w:p>
    <w:p w14:paraId="190B8AAF" w14:textId="65633758" w:rsidR="00820215" w:rsidRPr="00EF43C4" w:rsidRDefault="00725EF2" w:rsidP="00925EF6">
      <w:pPr>
        <w:pStyle w:val="SingleTxtG"/>
        <w:rPr>
          <w:rFonts w:cs="Calibri"/>
          <w:b/>
          <w:color w:val="000000"/>
        </w:rPr>
      </w:pPr>
      <w:r w:rsidRPr="00EF43C4">
        <w:rPr>
          <w:bCs/>
        </w:rPr>
        <w:t>8</w:t>
      </w:r>
      <w:r w:rsidR="00E30607">
        <w:rPr>
          <w:bCs/>
        </w:rPr>
        <w:t>6</w:t>
      </w:r>
      <w:r w:rsidRPr="00EF43C4">
        <w:rPr>
          <w:bCs/>
        </w:rPr>
        <w:t>.</w:t>
      </w:r>
      <w:r w:rsidRPr="00EF43C4">
        <w:rPr>
          <w:bCs/>
        </w:rPr>
        <w:tab/>
      </w:r>
      <w:r w:rsidR="00FD519C">
        <w:rPr>
          <w:b/>
          <w:bCs/>
        </w:rPr>
        <w:t>Governments</w:t>
      </w:r>
      <w:r w:rsidR="00FD519C" w:rsidRPr="00EF43C4">
        <w:rPr>
          <w:b/>
          <w:bCs/>
        </w:rPr>
        <w:t xml:space="preserve"> </w:t>
      </w:r>
      <w:r w:rsidR="00820215" w:rsidRPr="00EF43C4">
        <w:rPr>
          <w:b/>
          <w:bCs/>
        </w:rPr>
        <w:t>must also</w:t>
      </w:r>
      <w:r w:rsidR="00820215" w:rsidRPr="00EF43C4">
        <w:rPr>
          <w:rFonts w:eastAsia="Calibri" w:cs="Calibri"/>
          <w:b/>
          <w:color w:val="000000"/>
          <w:u w:color="000000"/>
        </w:rPr>
        <w:t xml:space="preserve"> a</w:t>
      </w:r>
      <w:r w:rsidR="00820215" w:rsidRPr="00EF43C4">
        <w:rPr>
          <w:rFonts w:cs="Calibri"/>
          <w:b/>
          <w:color w:val="000000"/>
        </w:rPr>
        <w:t xml:space="preserve">dopt and implement </w:t>
      </w:r>
      <w:r w:rsidR="00820215" w:rsidRPr="00EF43C4">
        <w:rPr>
          <w:b/>
        </w:rPr>
        <w:t>laws and policies</w:t>
      </w:r>
      <w:r w:rsidR="00820215" w:rsidRPr="00EF43C4">
        <w:rPr>
          <w:rFonts w:cs="Calibri"/>
          <w:b/>
          <w:color w:val="000000"/>
        </w:rPr>
        <w:t xml:space="preserve"> that protect </w:t>
      </w:r>
      <w:r w:rsidR="00820215" w:rsidRPr="00EF43C4">
        <w:rPr>
          <w:b/>
        </w:rPr>
        <w:t xml:space="preserve">private development and </w:t>
      </w:r>
      <w:r w:rsidR="00DE195F">
        <w:rPr>
          <w:b/>
        </w:rPr>
        <w:t xml:space="preserve">the </w:t>
      </w:r>
      <w:r w:rsidR="00820215" w:rsidRPr="00EF43C4">
        <w:rPr>
          <w:b/>
        </w:rPr>
        <w:t>provision of</w:t>
      </w:r>
      <w:r w:rsidR="00820215" w:rsidRPr="00EF43C4">
        <w:rPr>
          <w:rFonts w:cs="Calibri"/>
          <w:b/>
          <w:color w:val="000000"/>
        </w:rPr>
        <w:t xml:space="preserve"> </w:t>
      </w:r>
      <w:r w:rsidR="00820215" w:rsidRPr="00EF43C4">
        <w:rPr>
          <w:b/>
        </w:rPr>
        <w:t xml:space="preserve">technical measures, </w:t>
      </w:r>
      <w:r w:rsidR="00820215" w:rsidRPr="00EF43C4">
        <w:rPr>
          <w:rFonts w:cs="Calibri"/>
          <w:b/>
          <w:color w:val="000000"/>
        </w:rPr>
        <w:t>products and services that advance freedom of expression</w:t>
      </w:r>
      <w:r w:rsidR="00820215" w:rsidRPr="00EF43C4">
        <w:rPr>
          <w:b/>
        </w:rPr>
        <w:t>.</w:t>
      </w:r>
      <w:r w:rsidR="00820215" w:rsidRPr="00EF43C4">
        <w:rPr>
          <w:rFonts w:cs="Calibri"/>
          <w:b/>
          <w:color w:val="000000"/>
        </w:rPr>
        <w:t xml:space="preserve"> They must e</w:t>
      </w:r>
      <w:r w:rsidR="00820215" w:rsidRPr="00EF43C4">
        <w:rPr>
          <w:b/>
        </w:rPr>
        <w:t xml:space="preserve">nsure legislative, policymaking and other relevant norm-setting processes concerning rights and restrictions on the Internet </w:t>
      </w:r>
      <w:r w:rsidR="006B1B03">
        <w:rPr>
          <w:b/>
        </w:rPr>
        <w:t xml:space="preserve">in order to </w:t>
      </w:r>
      <w:r w:rsidR="00820215" w:rsidRPr="00EF43C4">
        <w:rPr>
          <w:b/>
        </w:rPr>
        <w:t xml:space="preserve">provide the private sector, </w:t>
      </w:r>
      <w:r w:rsidR="00820215" w:rsidRPr="00EF43C4">
        <w:rPr>
          <w:rFonts w:cs="Calibri"/>
          <w:b/>
          <w:color w:val="000000"/>
        </w:rPr>
        <w:t>civil society</w:t>
      </w:r>
      <w:r w:rsidR="00820215" w:rsidRPr="00EF43C4">
        <w:rPr>
          <w:b/>
        </w:rPr>
        <w:t xml:space="preserve">, the technical community and academia meaningful opportunities </w:t>
      </w:r>
      <w:r w:rsidR="006B1B03">
        <w:rPr>
          <w:b/>
        </w:rPr>
        <w:t>for</w:t>
      </w:r>
      <w:r w:rsidR="00820215" w:rsidRPr="00EF43C4">
        <w:rPr>
          <w:b/>
        </w:rPr>
        <w:t xml:space="preserve"> input </w:t>
      </w:r>
      <w:r w:rsidR="006B1B03">
        <w:rPr>
          <w:b/>
        </w:rPr>
        <w:t>and participation</w:t>
      </w:r>
      <w:r w:rsidR="00820215" w:rsidRPr="00EF43C4">
        <w:rPr>
          <w:b/>
        </w:rPr>
        <w:t xml:space="preserve">. </w:t>
      </w:r>
      <w:r w:rsidR="00820215" w:rsidRPr="00EF43C4">
        <w:rPr>
          <w:rFonts w:cs="Calibri"/>
          <w:b/>
          <w:color w:val="000000"/>
        </w:rPr>
        <w:t xml:space="preserve"> </w:t>
      </w:r>
    </w:p>
    <w:p w14:paraId="6AD40D2D" w14:textId="77777777" w:rsidR="00820215" w:rsidRPr="00DF1574" w:rsidRDefault="008B454B" w:rsidP="008B454B">
      <w:pPr>
        <w:pStyle w:val="H4G"/>
        <w:rPr>
          <w:b/>
          <w:i w:val="0"/>
          <w:iCs/>
        </w:rPr>
      </w:pPr>
      <w:r>
        <w:tab/>
      </w:r>
      <w:r>
        <w:tab/>
      </w:r>
      <w:r w:rsidR="00820215" w:rsidRPr="00DF1574">
        <w:rPr>
          <w:b/>
          <w:i w:val="0"/>
          <w:iCs/>
        </w:rPr>
        <w:t xml:space="preserve">Private sector </w:t>
      </w:r>
    </w:p>
    <w:p w14:paraId="640A5AA0" w14:textId="7B48FCA0" w:rsidR="00820215" w:rsidRPr="00EF43C4" w:rsidRDefault="00725EF2" w:rsidP="00925EF6">
      <w:pPr>
        <w:pStyle w:val="SingleTxtG"/>
        <w:rPr>
          <w:b/>
        </w:rPr>
      </w:pPr>
      <w:r w:rsidRPr="00EF43C4">
        <w:t>8</w:t>
      </w:r>
      <w:r w:rsidR="00E30607">
        <w:t>7</w:t>
      </w:r>
      <w:r w:rsidRPr="00EF43C4">
        <w:t>.</w:t>
      </w:r>
      <w:r w:rsidRPr="00EF43C4">
        <w:tab/>
      </w:r>
      <w:r w:rsidR="00BB78C2" w:rsidRPr="00EF43C4">
        <w:rPr>
          <w:b/>
        </w:rPr>
        <w:t xml:space="preserve">States place undeniable pressures on the private </w:t>
      </w:r>
      <w:r w:rsidR="006C76A6">
        <w:rPr>
          <w:b/>
        </w:rPr>
        <w:t>information and communication technology</w:t>
      </w:r>
      <w:r w:rsidR="006C76A6" w:rsidRPr="00EF43C4">
        <w:rPr>
          <w:b/>
        </w:rPr>
        <w:t xml:space="preserve"> </w:t>
      </w:r>
      <w:r w:rsidR="00BB78C2" w:rsidRPr="00EF43C4">
        <w:rPr>
          <w:b/>
        </w:rPr>
        <w:t xml:space="preserve">sector that often lead to serious restrictions on the freedom of expression. </w:t>
      </w:r>
      <w:r w:rsidR="006C76A6">
        <w:rPr>
          <w:b/>
        </w:rPr>
        <w:t>T</w:t>
      </w:r>
      <w:r w:rsidR="00BB78C2" w:rsidRPr="00EF43C4">
        <w:rPr>
          <w:b/>
        </w:rPr>
        <w:t>he private sector</w:t>
      </w:r>
      <w:r w:rsidR="006C76A6">
        <w:rPr>
          <w:b/>
        </w:rPr>
        <w:t>,</w:t>
      </w:r>
      <w:r w:rsidR="00BB78C2" w:rsidRPr="00EF43C4">
        <w:rPr>
          <w:b/>
        </w:rPr>
        <w:t xml:space="preserve"> </w:t>
      </w:r>
      <w:r w:rsidR="006C76A6">
        <w:rPr>
          <w:b/>
        </w:rPr>
        <w:t xml:space="preserve">however, </w:t>
      </w:r>
      <w:r w:rsidR="00BB78C2" w:rsidRPr="00EF43C4">
        <w:rPr>
          <w:b/>
        </w:rPr>
        <w:t xml:space="preserve">also plays independent roles that may either advance or restrict rights, a point the Human Rights Council well understood by adopting the Guiding Principles </w:t>
      </w:r>
      <w:r w:rsidR="006C76A6">
        <w:rPr>
          <w:b/>
        </w:rPr>
        <w:t xml:space="preserve">on Business and Human Rights </w:t>
      </w:r>
      <w:r w:rsidR="00BB78C2" w:rsidRPr="00EF43C4">
        <w:rPr>
          <w:b/>
        </w:rPr>
        <w:t xml:space="preserve">in 2011 as general guidance </w:t>
      </w:r>
      <w:r w:rsidR="006C76A6">
        <w:rPr>
          <w:b/>
        </w:rPr>
        <w:t>in that field</w:t>
      </w:r>
      <w:r w:rsidR="00BB78C2" w:rsidRPr="00EF43C4">
        <w:rPr>
          <w:b/>
        </w:rPr>
        <w:t xml:space="preserve">. Private entities should be evaluated </w:t>
      </w:r>
      <w:r w:rsidR="006C76A6">
        <w:rPr>
          <w:b/>
        </w:rPr>
        <w:t xml:space="preserve">on </w:t>
      </w:r>
      <w:r w:rsidR="00BB78C2" w:rsidRPr="00EF43C4">
        <w:rPr>
          <w:b/>
        </w:rPr>
        <w:t xml:space="preserve">the steps they take </w:t>
      </w:r>
      <w:proofErr w:type="gramStart"/>
      <w:r w:rsidR="006C76A6">
        <w:rPr>
          <w:b/>
        </w:rPr>
        <w:t xml:space="preserve">both </w:t>
      </w:r>
      <w:r w:rsidR="00BB78C2" w:rsidRPr="00EF43C4">
        <w:rPr>
          <w:b/>
        </w:rPr>
        <w:t>to</w:t>
      </w:r>
      <w:proofErr w:type="gramEnd"/>
      <w:r w:rsidR="00BB78C2" w:rsidRPr="00EF43C4">
        <w:rPr>
          <w:b/>
        </w:rPr>
        <w:t xml:space="preserve"> promote</w:t>
      </w:r>
      <w:r w:rsidR="00BB78C2">
        <w:rPr>
          <w:b/>
        </w:rPr>
        <w:t xml:space="preserve"> </w:t>
      </w:r>
      <w:r w:rsidR="00BB78C2" w:rsidRPr="00DF1574">
        <w:rPr>
          <w:b/>
        </w:rPr>
        <w:t>and</w:t>
      </w:r>
      <w:r w:rsidR="00BB78C2">
        <w:rPr>
          <w:b/>
        </w:rPr>
        <w:t xml:space="preserve"> undermine</w:t>
      </w:r>
      <w:r w:rsidR="00BB78C2" w:rsidRPr="00EF43C4">
        <w:rPr>
          <w:b/>
        </w:rPr>
        <w:t xml:space="preserve"> freedom of expression, even in hostile environments unfriendly</w:t>
      </w:r>
      <w:r w:rsidR="00BB78C2">
        <w:rPr>
          <w:b/>
        </w:rPr>
        <w:t xml:space="preserve"> to human rights.</w:t>
      </w:r>
    </w:p>
    <w:p w14:paraId="7C439FE3" w14:textId="7863F854" w:rsidR="00820215" w:rsidRPr="00EF43C4" w:rsidRDefault="00E30607" w:rsidP="00925EF6">
      <w:pPr>
        <w:pStyle w:val="SingleTxtG"/>
        <w:rPr>
          <w:b/>
        </w:rPr>
      </w:pPr>
      <w:proofErr w:type="gramStart"/>
      <w:r>
        <w:t>88</w:t>
      </w:r>
      <w:r w:rsidR="00725EF2" w:rsidRPr="00EF43C4">
        <w:t>.</w:t>
      </w:r>
      <w:r w:rsidR="00725EF2" w:rsidRPr="00EF43C4">
        <w:tab/>
      </w:r>
      <w:r w:rsidR="00820215" w:rsidRPr="00EF43C4">
        <w:rPr>
          <w:b/>
        </w:rPr>
        <w:t>Among the most important steps</w:t>
      </w:r>
      <w:proofErr w:type="gramEnd"/>
      <w:r w:rsidR="00820215" w:rsidRPr="00EF43C4">
        <w:rPr>
          <w:b/>
        </w:rPr>
        <w:t xml:space="preserve"> that private actors should take is the development and implementation of transparent human rights assessment procedures. They should develop and implement policies that take into account their potential impact on human rights. </w:t>
      </w:r>
      <w:proofErr w:type="gramStart"/>
      <w:r w:rsidR="00820215" w:rsidRPr="00EF43C4">
        <w:rPr>
          <w:b/>
        </w:rPr>
        <w:t>Such assessments should critically review the wide range of private sector activities</w:t>
      </w:r>
      <w:r w:rsidR="00AE65A6">
        <w:rPr>
          <w:b/>
        </w:rPr>
        <w:t xml:space="preserve"> </w:t>
      </w:r>
      <w:r w:rsidR="006C76A6">
        <w:rPr>
          <w:b/>
        </w:rPr>
        <w:t xml:space="preserve">in which </w:t>
      </w:r>
      <w:r w:rsidR="00AE65A6">
        <w:rPr>
          <w:b/>
        </w:rPr>
        <w:t>they are engaged</w:t>
      </w:r>
      <w:r w:rsidR="00820215" w:rsidRPr="00EF43C4">
        <w:rPr>
          <w:b/>
        </w:rPr>
        <w:t xml:space="preserve">, such as the formulation and enforcement of </w:t>
      </w:r>
      <w:r w:rsidR="006C76A6">
        <w:rPr>
          <w:b/>
        </w:rPr>
        <w:t>t</w:t>
      </w:r>
      <w:r w:rsidR="00820215" w:rsidRPr="00EF43C4">
        <w:rPr>
          <w:b/>
        </w:rPr>
        <w:t xml:space="preserve">erms of </w:t>
      </w:r>
      <w:r w:rsidR="006C76A6">
        <w:rPr>
          <w:b/>
        </w:rPr>
        <w:t>s</w:t>
      </w:r>
      <w:r w:rsidR="00820215" w:rsidRPr="00EF43C4">
        <w:rPr>
          <w:b/>
        </w:rPr>
        <w:t>ervice and community standards on users’ freedom of expression,</w:t>
      </w:r>
      <w:r w:rsidR="004355C2">
        <w:rPr>
          <w:b/>
        </w:rPr>
        <w:t xml:space="preserve"> including</w:t>
      </w:r>
      <w:r w:rsidR="00820215" w:rsidRPr="00EF43C4">
        <w:rPr>
          <w:b/>
        </w:rPr>
        <w:t xml:space="preserve"> the outsourcing of such enforcement; the impact of products, services and other commercial initiatives on users’ freedom of expression as they are being developed, including design and engineering choices, and plans for differential pricing of or access to Internet content and services; and the human rights impact of doing business with potential government customers, such as the operation of telecommunication infrastructure or the transfer of content-regulation or surveillance technologies.</w:t>
      </w:r>
      <w:proofErr w:type="gramEnd"/>
    </w:p>
    <w:p w14:paraId="4959B9A8" w14:textId="21F23B9A" w:rsidR="00820215" w:rsidRPr="00EF43C4" w:rsidRDefault="00E30607" w:rsidP="00925EF6">
      <w:pPr>
        <w:pStyle w:val="SingleTxtG"/>
        <w:rPr>
          <w:b/>
        </w:rPr>
      </w:pPr>
      <w:r>
        <w:t>89</w:t>
      </w:r>
      <w:r w:rsidR="00725EF2" w:rsidRPr="00EF43C4">
        <w:t>.</w:t>
      </w:r>
      <w:r w:rsidR="00725EF2" w:rsidRPr="00EF43C4">
        <w:tab/>
      </w:r>
      <w:r w:rsidR="00820215" w:rsidRPr="00EF43C4">
        <w:rPr>
          <w:b/>
        </w:rPr>
        <w:t>It is also critical that private entities ensure the greatest possible transparency in their policies, standards</w:t>
      </w:r>
      <w:r w:rsidR="00820215" w:rsidRPr="00EF43C4">
        <w:rPr>
          <w:b/>
          <w:bCs/>
          <w:color w:val="000000" w:themeColor="text1"/>
        </w:rPr>
        <w:t xml:space="preserve"> and actions</w:t>
      </w:r>
      <w:r w:rsidR="00820215" w:rsidRPr="00EF43C4">
        <w:rPr>
          <w:b/>
          <w:color w:val="000000" w:themeColor="text1"/>
        </w:rPr>
        <w:t xml:space="preserve"> </w:t>
      </w:r>
      <w:r w:rsidR="00820215" w:rsidRPr="00EF43C4">
        <w:rPr>
          <w:b/>
        </w:rPr>
        <w:t xml:space="preserve">that implicate the freedom of expression and other fundamental rights. Human rights assessments should be subject to transparent review, in terms of their methodologies, their interpretation of legal obligations and the weight that such assessments have on business decisions. Transparency is important across the board, including in the context of content regulation, and should include the reporting of government requests for takedowns. </w:t>
      </w:r>
    </w:p>
    <w:p w14:paraId="123434FB" w14:textId="64E53F09" w:rsidR="00820215" w:rsidRPr="00EF43C4" w:rsidRDefault="00C5535D" w:rsidP="00925EF6">
      <w:pPr>
        <w:pStyle w:val="SingleTxtG"/>
        <w:rPr>
          <w:b/>
        </w:rPr>
      </w:pPr>
      <w:r>
        <w:t>9</w:t>
      </w:r>
      <w:r w:rsidR="00E30607">
        <w:t>0</w:t>
      </w:r>
      <w:r w:rsidR="00725EF2" w:rsidRPr="00EF43C4">
        <w:t>.</w:t>
      </w:r>
      <w:r w:rsidR="00725EF2" w:rsidRPr="00EF43C4">
        <w:tab/>
      </w:r>
      <w:r w:rsidR="00820215" w:rsidRPr="00EF43C4">
        <w:rPr>
          <w:b/>
        </w:rPr>
        <w:t xml:space="preserve">Beyond adoption of policies, private entities should also integrate commitments to freedom of expression into internal policymaking, product engineering, business </w:t>
      </w:r>
      <w:r w:rsidR="00820215" w:rsidRPr="00EF43C4">
        <w:rPr>
          <w:b/>
        </w:rPr>
        <w:lastRenderedPageBreak/>
        <w:t xml:space="preserve">development, staff training and other relevant internal processes. The Special Rapporteur will aim to explore policies and the full range of implementation steps in a number of ways, including through company visits. </w:t>
      </w:r>
    </w:p>
    <w:p w14:paraId="77E13794" w14:textId="77777777" w:rsidR="00820215" w:rsidRPr="00DF1574" w:rsidRDefault="00C5535D" w:rsidP="00C5535D">
      <w:pPr>
        <w:pStyle w:val="H4G"/>
        <w:rPr>
          <w:b/>
          <w:i w:val="0"/>
          <w:iCs/>
        </w:rPr>
      </w:pPr>
      <w:r>
        <w:tab/>
      </w:r>
      <w:r w:rsidRPr="00DF1574">
        <w:rPr>
          <w:i w:val="0"/>
          <w:iCs/>
        </w:rPr>
        <w:tab/>
      </w:r>
      <w:r w:rsidR="00820215" w:rsidRPr="00DF1574">
        <w:rPr>
          <w:b/>
          <w:i w:val="0"/>
          <w:iCs/>
        </w:rPr>
        <w:t>International organizations and multi-stakeholder processes</w:t>
      </w:r>
    </w:p>
    <w:p w14:paraId="161E2407" w14:textId="08DEB53C" w:rsidR="00820215" w:rsidRPr="00EF43C4" w:rsidRDefault="001C7765" w:rsidP="00925EF6">
      <w:pPr>
        <w:pStyle w:val="SingleTxtG"/>
        <w:rPr>
          <w:b/>
        </w:rPr>
      </w:pPr>
      <w:r>
        <w:t>9</w:t>
      </w:r>
      <w:r w:rsidR="00E30607">
        <w:t>1</w:t>
      </w:r>
      <w:r w:rsidR="00725EF2" w:rsidRPr="00EF43C4">
        <w:t>.</w:t>
      </w:r>
      <w:r w:rsidR="00725EF2" w:rsidRPr="00EF43C4">
        <w:tab/>
      </w:r>
      <w:r w:rsidR="00820215" w:rsidRPr="00EF43C4">
        <w:rPr>
          <w:b/>
        </w:rPr>
        <w:t>As th</w:t>
      </w:r>
      <w:r w:rsidR="006C76A6">
        <w:rPr>
          <w:b/>
        </w:rPr>
        <w:t>e present</w:t>
      </w:r>
      <w:r w:rsidR="00820215" w:rsidRPr="00EF43C4">
        <w:rPr>
          <w:b/>
        </w:rPr>
        <w:t xml:space="preserve"> </w:t>
      </w:r>
      <w:r w:rsidR="00FD519C">
        <w:rPr>
          <w:b/>
        </w:rPr>
        <w:t xml:space="preserve">report </w:t>
      </w:r>
      <w:r w:rsidR="00820215" w:rsidRPr="00EF43C4">
        <w:rPr>
          <w:b/>
        </w:rPr>
        <w:t xml:space="preserve">has shown, many international organizations play a role in </w:t>
      </w:r>
      <w:r w:rsidR="00735DC7">
        <w:rPr>
          <w:b/>
        </w:rPr>
        <w:t>information and communication technology</w:t>
      </w:r>
      <w:r w:rsidR="00735DC7" w:rsidRPr="00EF43C4">
        <w:rPr>
          <w:b/>
        </w:rPr>
        <w:t xml:space="preserve"> </w:t>
      </w:r>
      <w:r w:rsidR="00820215" w:rsidRPr="00EF43C4">
        <w:rPr>
          <w:b/>
        </w:rPr>
        <w:t>governance processes. It is critical that such organizations provide meaningful public access to policies, standards, reports and other information concerning Internet governance created or generated by the organization and/or its membership, including through facilitating access to free online resources and public education initiatives. More generally, the multi-stakeholder process for Internet governance has been an important driver for policies supportive of freedom of expression. With that in mind, international organizations should ensure meaningful civil society participation in policymaking and other standard</w:t>
      </w:r>
      <w:r w:rsidR="00735DC7">
        <w:rPr>
          <w:b/>
        </w:rPr>
        <w:t>-</w:t>
      </w:r>
      <w:r w:rsidR="00820215" w:rsidRPr="00EF43C4">
        <w:rPr>
          <w:b/>
        </w:rPr>
        <w:t>setting processes, including through increasing the presence of technical experts sensitive to human rights concerns.</w:t>
      </w:r>
    </w:p>
    <w:p w14:paraId="1D58CC61" w14:textId="77777777" w:rsidR="003C45FF" w:rsidRPr="003C45FF" w:rsidRDefault="003C45FF" w:rsidP="003C45FF">
      <w:pPr>
        <w:pStyle w:val="SingleTxtG"/>
        <w:spacing w:before="240" w:after="0"/>
        <w:jc w:val="center"/>
        <w:rPr>
          <w:rFonts w:eastAsia="Calibri"/>
          <w:b/>
          <w:u w:val="single"/>
        </w:rPr>
      </w:pPr>
      <w:r>
        <w:rPr>
          <w:rFonts w:eastAsia="Calibri"/>
          <w:b/>
          <w:u w:val="single"/>
        </w:rPr>
        <w:tab/>
      </w:r>
      <w:r>
        <w:rPr>
          <w:rFonts w:eastAsia="Calibri"/>
          <w:b/>
          <w:u w:val="single"/>
        </w:rPr>
        <w:tab/>
      </w:r>
      <w:r>
        <w:rPr>
          <w:rFonts w:eastAsia="Calibri"/>
          <w:b/>
          <w:u w:val="single"/>
        </w:rPr>
        <w:tab/>
      </w:r>
    </w:p>
    <w:sectPr w:rsidR="003C45FF" w:rsidRPr="003C45FF" w:rsidSect="005D0BA8">
      <w:headerReference w:type="even" r:id="rId36"/>
      <w:headerReference w:type="default" r:id="rId37"/>
      <w:footerReference w:type="even" r:id="rId38"/>
      <w:footerReference w:type="default" r:id="rId39"/>
      <w:endnotePr>
        <w:numFmt w:val="decimal"/>
      </w:endnotePr>
      <w:pgSz w:w="11907" w:h="16840" w:code="9"/>
      <w:pgMar w:top="1701" w:right="1134" w:bottom="2268" w:left="1134" w:header="1134" w:footer="1701" w:gutter="0"/>
      <w:cols w:space="720"/>
      <w:titlePg/>
      <w:docGrid w:linePitch="272"/>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92069F" w15:done="0"/>
  <w15:commentEx w15:paraId="454A037C" w15:done="0"/>
  <w15:commentEx w15:paraId="209F6455" w15:done="0"/>
  <w15:commentEx w15:paraId="7A445316" w15:done="0"/>
  <w15:commentEx w15:paraId="487F1462" w15:paraIdParent="7A445316" w15:done="0"/>
  <w15:commentEx w15:paraId="5E999077" w15:done="0"/>
  <w15:commentEx w15:paraId="680B0E47" w15:done="0"/>
  <w15:commentEx w15:paraId="5BA60AA9" w15:done="0"/>
  <w15:commentEx w15:paraId="2DFBBCF0" w15:done="0"/>
  <w15:commentEx w15:paraId="2BA911F8" w15:done="0"/>
  <w15:commentEx w15:paraId="47987D3F" w15:done="0"/>
  <w15:commentEx w15:paraId="00AD5C9E" w15:done="0"/>
  <w15:commentEx w15:paraId="13C20A28" w15:done="0"/>
  <w15:commentEx w15:paraId="4A6C3083" w15:done="0"/>
  <w15:commentEx w15:paraId="2A347A04" w15:done="0"/>
  <w15:commentEx w15:paraId="7C4C9B22" w15:done="0"/>
  <w15:commentEx w15:paraId="46901EBB" w15:done="0"/>
  <w15:commentEx w15:paraId="767BC2A8" w15:done="0"/>
  <w15:commentEx w15:paraId="423A6903" w15:done="0"/>
  <w15:commentEx w15:paraId="3497ECBD" w15:done="0"/>
  <w15:commentEx w15:paraId="78E74FC2" w15:done="0"/>
  <w15:commentEx w15:paraId="474FE8FB" w15:done="0"/>
  <w15:commentEx w15:paraId="30D95E89" w15:done="0"/>
  <w15:commentEx w15:paraId="7E720003" w15:done="0"/>
  <w15:commentEx w15:paraId="38D354AD" w15:done="0"/>
  <w15:commentEx w15:paraId="4A494DC4" w15:done="0"/>
  <w15:commentEx w15:paraId="28F7DFFF" w15:done="0"/>
  <w15:commentEx w15:paraId="319EB663" w15:done="0"/>
  <w15:commentEx w15:paraId="6C477C7E" w15:done="0"/>
  <w15:commentEx w15:paraId="784F2FD6" w15:done="0"/>
  <w15:commentEx w15:paraId="5634A96A" w15:done="0"/>
  <w15:commentEx w15:paraId="1258BFFD" w15:done="0"/>
  <w15:commentEx w15:paraId="5C0658A1" w15:done="0"/>
  <w15:commentEx w15:paraId="441709B2" w15:done="0"/>
  <w15:commentEx w15:paraId="0413DBA2" w15:done="0"/>
  <w15:commentEx w15:paraId="6800B0BE" w15:done="0"/>
  <w15:commentEx w15:paraId="3589F023" w15:done="0"/>
  <w15:commentEx w15:paraId="65C18E76" w15:done="0"/>
  <w15:commentEx w15:paraId="179357F0" w15:done="0"/>
  <w15:commentEx w15:paraId="25C92DD0" w15:done="0"/>
  <w15:commentEx w15:paraId="5F406F7A" w15:done="0"/>
  <w15:commentEx w15:paraId="7C207231" w15:done="0"/>
  <w15:commentEx w15:paraId="766AC3AF" w15:done="0"/>
  <w15:commentEx w15:paraId="6715FF02" w15:done="0"/>
  <w15:commentEx w15:paraId="49310727" w15:done="0"/>
  <w15:commentEx w15:paraId="0D982FB3" w15:done="0"/>
  <w15:commentEx w15:paraId="7615E1CF" w15:done="0"/>
  <w15:commentEx w15:paraId="4084A781" w15:done="0"/>
  <w15:commentEx w15:paraId="68735121" w15:paraIdParent="4084A781" w15:done="0"/>
  <w15:commentEx w15:paraId="32BB3BC0" w15:done="0"/>
  <w15:commentEx w15:paraId="020DEE74" w15:done="0"/>
  <w15:commentEx w15:paraId="2E0F0B18" w15:done="0"/>
  <w15:commentEx w15:paraId="39E45743" w15:done="0"/>
  <w15:commentEx w15:paraId="2AEC6E45" w15:done="0"/>
  <w15:commentEx w15:paraId="24CC3088" w15:done="0"/>
  <w15:commentEx w15:paraId="0EEC00F6" w15:done="0"/>
  <w15:commentEx w15:paraId="07F769FF" w15:done="0"/>
  <w15:commentEx w15:paraId="3C82B11C" w15:done="0"/>
  <w15:commentEx w15:paraId="470B5824" w15:done="0"/>
  <w15:commentEx w15:paraId="4D049443" w15:done="0"/>
  <w15:commentEx w15:paraId="3D8D5012" w15:done="0"/>
  <w15:commentEx w15:paraId="17FBAF4B" w15:done="0"/>
  <w15:commentEx w15:paraId="3A768B1F" w15:done="0"/>
  <w15:commentEx w15:paraId="3F4C5B3D" w15:done="0"/>
  <w15:commentEx w15:paraId="7A1B4EE6" w15:done="0"/>
  <w15:commentEx w15:paraId="01E2628B" w15:done="0"/>
  <w15:commentEx w15:paraId="49504EA0" w15:done="0"/>
  <w15:commentEx w15:paraId="3AE54FE6" w15:done="0"/>
  <w15:commentEx w15:paraId="01E5C1D3" w15:done="0"/>
  <w15:commentEx w15:paraId="6DE6203D" w15:done="0"/>
  <w15:commentEx w15:paraId="39827698" w15:done="0"/>
  <w15:commentEx w15:paraId="01F7E8CF" w15:done="0"/>
  <w15:commentEx w15:paraId="2D7B18F4" w15:done="0"/>
  <w15:commentEx w15:paraId="138A1A65" w15:done="0"/>
  <w15:commentEx w15:paraId="48610422" w15:done="0"/>
  <w15:commentEx w15:paraId="21F4CCCF" w15:done="0"/>
  <w15:commentEx w15:paraId="41D6B2B1" w15:done="0"/>
  <w15:commentEx w15:paraId="7DFC762D" w15:done="0"/>
  <w15:commentEx w15:paraId="062E98F5" w15:done="0"/>
  <w15:commentEx w15:paraId="0EA4C62C" w15:done="0"/>
  <w15:commentEx w15:paraId="58C52E85" w15:done="0"/>
  <w15:commentEx w15:paraId="11253856" w15:done="0"/>
  <w15:commentEx w15:paraId="64CB2E6A" w15:done="0"/>
  <w15:commentEx w15:paraId="465AFAA4" w15:done="0"/>
  <w15:commentEx w15:paraId="055246BC" w15:done="0"/>
  <w15:commentEx w15:paraId="3C1AC985" w15:done="0"/>
  <w15:commentEx w15:paraId="2EFEC359" w15:paraIdParent="3C1AC985" w15:done="0"/>
  <w15:commentEx w15:paraId="19F805F5" w15:done="0"/>
  <w15:commentEx w15:paraId="71B43FD3" w15:done="0"/>
  <w15:commentEx w15:paraId="1C72BAAC" w15:done="0"/>
  <w15:commentEx w15:paraId="4C31AD9A" w15:done="0"/>
  <w15:commentEx w15:paraId="24901DB7" w15:done="0"/>
  <w15:commentEx w15:paraId="5D92E160" w15:done="0"/>
  <w15:commentEx w15:paraId="61973E9C" w15:done="0"/>
  <w15:commentEx w15:paraId="54EDF4EB" w15:done="0"/>
  <w15:commentEx w15:paraId="6AB1BBFF" w15:done="0"/>
  <w15:commentEx w15:paraId="448E7279" w15:paraIdParent="6AB1BBFF" w15:done="0"/>
  <w15:commentEx w15:paraId="11B76D5E" w15:done="0"/>
  <w15:commentEx w15:paraId="20B8CC1D" w15:done="0"/>
  <w15:commentEx w15:paraId="276A01A1" w15:done="0"/>
  <w15:commentEx w15:paraId="71B2A937" w15:done="0"/>
  <w15:commentEx w15:paraId="147C6EB5" w15:done="0"/>
  <w15:commentEx w15:paraId="1EBC4746" w15:done="0"/>
  <w15:commentEx w15:paraId="4813516D" w15:done="0"/>
  <w15:commentEx w15:paraId="466442F6" w15:done="0"/>
  <w15:commentEx w15:paraId="4071C2EE" w15:done="0"/>
  <w15:commentEx w15:paraId="4D0E3E7C" w15:done="0"/>
  <w15:commentEx w15:paraId="536D8163" w15:done="0"/>
  <w15:commentEx w15:paraId="330E3D48" w15:done="0"/>
  <w15:commentEx w15:paraId="7AB525C2" w15:done="0"/>
  <w15:commentEx w15:paraId="6E99D096" w15:done="0"/>
  <w15:commentEx w15:paraId="3107BF56" w15:done="0"/>
  <w15:commentEx w15:paraId="16DC10A0" w15:done="0"/>
  <w15:commentEx w15:paraId="04C42A5C" w15:done="0"/>
  <w15:commentEx w15:paraId="5C0BC968" w15:done="0"/>
  <w15:commentEx w15:paraId="0DDA5829" w15:done="0"/>
  <w15:commentEx w15:paraId="020DFC11" w15:done="0"/>
  <w15:commentEx w15:paraId="6AAD6DAB" w15:done="0"/>
  <w15:commentEx w15:paraId="6A8963C0" w15:done="0"/>
  <w15:commentEx w15:paraId="60D886EE" w15:done="0"/>
  <w15:commentEx w15:paraId="67591D2F" w15:done="0"/>
  <w15:commentEx w15:paraId="1073D1AC" w15:done="0"/>
  <w15:commentEx w15:paraId="3803EAAD" w15:done="0"/>
  <w15:commentEx w15:paraId="370F2835" w15:done="0"/>
  <w15:commentEx w15:paraId="4B6C060F" w15:done="0"/>
  <w15:commentEx w15:paraId="27C6B819" w15:done="0"/>
  <w15:commentEx w15:paraId="489418A9" w15:done="0"/>
  <w15:commentEx w15:paraId="6E79F92C" w15:done="0"/>
  <w15:commentEx w15:paraId="7A861D59" w15:done="0"/>
  <w15:commentEx w15:paraId="46DDA990" w15:done="0"/>
  <w15:commentEx w15:paraId="65B6647C" w15:done="0"/>
  <w15:commentEx w15:paraId="7B9AEB74" w15:done="0"/>
  <w15:commentEx w15:paraId="329CD8EE" w15:done="0"/>
  <w15:commentEx w15:paraId="2E8C653D" w15:done="0"/>
  <w15:commentEx w15:paraId="031E00B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683FA7" w14:textId="77777777" w:rsidR="001C5CB5" w:rsidRDefault="001C5CB5"/>
  </w:endnote>
  <w:endnote w:type="continuationSeparator" w:id="0">
    <w:p w14:paraId="4385E8B3" w14:textId="77777777" w:rsidR="001C5CB5" w:rsidRDefault="001C5CB5"/>
  </w:endnote>
  <w:endnote w:type="continuationNotice" w:id="1">
    <w:p w14:paraId="5553F144" w14:textId="77777777" w:rsidR="001C5CB5" w:rsidRDefault="001C5C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94992B" w14:textId="77777777" w:rsidR="00BA409F" w:rsidRPr="005D0BA8" w:rsidRDefault="00BA409F" w:rsidP="005D0BA8">
    <w:pPr>
      <w:pStyle w:val="Footer"/>
      <w:tabs>
        <w:tab w:val="right" w:pos="9638"/>
      </w:tabs>
    </w:pPr>
    <w:r w:rsidRPr="005D0BA8">
      <w:rPr>
        <w:b/>
        <w:sz w:val="18"/>
      </w:rPr>
      <w:fldChar w:fldCharType="begin"/>
    </w:r>
    <w:r w:rsidRPr="005D0BA8">
      <w:rPr>
        <w:b/>
        <w:sz w:val="18"/>
      </w:rPr>
      <w:instrText xml:space="preserve"> PAGE  \* MERGEFORMAT </w:instrText>
    </w:r>
    <w:r w:rsidRPr="005D0BA8">
      <w:rPr>
        <w:b/>
        <w:sz w:val="18"/>
      </w:rPr>
      <w:fldChar w:fldCharType="separate"/>
    </w:r>
    <w:r w:rsidR="00BD4895">
      <w:rPr>
        <w:b/>
        <w:noProof/>
        <w:sz w:val="18"/>
      </w:rPr>
      <w:t>22</w:t>
    </w:r>
    <w:r w:rsidRPr="005D0BA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82A777" w14:textId="77777777" w:rsidR="00BA409F" w:rsidRPr="005D0BA8" w:rsidRDefault="00BA409F" w:rsidP="005D0BA8">
    <w:pPr>
      <w:pStyle w:val="Footer"/>
      <w:tabs>
        <w:tab w:val="right" w:pos="9638"/>
      </w:tabs>
      <w:rPr>
        <w:b/>
        <w:sz w:val="18"/>
      </w:rPr>
    </w:pPr>
    <w:r>
      <w:tab/>
    </w:r>
    <w:r w:rsidRPr="005D0BA8">
      <w:rPr>
        <w:b/>
        <w:sz w:val="18"/>
      </w:rPr>
      <w:fldChar w:fldCharType="begin"/>
    </w:r>
    <w:r w:rsidRPr="005D0BA8">
      <w:rPr>
        <w:b/>
        <w:sz w:val="18"/>
      </w:rPr>
      <w:instrText xml:space="preserve"> PAGE  \* MERGEFORMAT </w:instrText>
    </w:r>
    <w:r w:rsidRPr="005D0BA8">
      <w:rPr>
        <w:b/>
        <w:sz w:val="18"/>
      </w:rPr>
      <w:fldChar w:fldCharType="separate"/>
    </w:r>
    <w:r w:rsidR="00BD4895">
      <w:rPr>
        <w:b/>
        <w:noProof/>
        <w:sz w:val="18"/>
      </w:rPr>
      <w:t>23</w:t>
    </w:r>
    <w:r w:rsidRPr="005D0BA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CB29FF" w14:textId="77777777" w:rsidR="001C5CB5" w:rsidRPr="000B175B" w:rsidRDefault="001C5CB5" w:rsidP="000B175B">
      <w:pPr>
        <w:tabs>
          <w:tab w:val="right" w:pos="2155"/>
        </w:tabs>
        <w:spacing w:after="80"/>
        <w:ind w:left="680"/>
        <w:rPr>
          <w:u w:val="single"/>
        </w:rPr>
      </w:pPr>
      <w:r>
        <w:rPr>
          <w:u w:val="single"/>
        </w:rPr>
        <w:tab/>
      </w:r>
    </w:p>
  </w:footnote>
  <w:footnote w:type="continuationSeparator" w:id="0">
    <w:p w14:paraId="38BA932D" w14:textId="77777777" w:rsidR="001C5CB5" w:rsidRPr="00FC68B7" w:rsidRDefault="001C5CB5" w:rsidP="00FC68B7">
      <w:pPr>
        <w:tabs>
          <w:tab w:val="left" w:pos="2155"/>
        </w:tabs>
        <w:spacing w:after="80"/>
        <w:ind w:left="680"/>
        <w:rPr>
          <w:u w:val="single"/>
        </w:rPr>
      </w:pPr>
      <w:r>
        <w:rPr>
          <w:u w:val="single"/>
        </w:rPr>
        <w:tab/>
      </w:r>
    </w:p>
  </w:footnote>
  <w:footnote w:type="continuationNotice" w:id="1">
    <w:p w14:paraId="5039A0F0" w14:textId="77777777" w:rsidR="001C5CB5" w:rsidRDefault="001C5CB5"/>
  </w:footnote>
  <w:footnote w:id="2">
    <w:p w14:paraId="3001CEF8" w14:textId="77777777" w:rsidR="00BA409F" w:rsidRDefault="00BA409F" w:rsidP="00077C33">
      <w:pPr>
        <w:pStyle w:val="FootnoteText"/>
        <w:jc w:val="both"/>
      </w:pPr>
      <w:r>
        <w:tab/>
      </w:r>
      <w:r>
        <w:rPr>
          <w:rStyle w:val="FootnoteReference"/>
        </w:rPr>
        <w:t>*</w:t>
      </w:r>
      <w:r>
        <w:tab/>
      </w:r>
      <w:r w:rsidRPr="00540481">
        <w:rPr>
          <w:color w:val="000000"/>
          <w:szCs w:val="18"/>
          <w:lang w:eastAsia="en-GB"/>
        </w:rPr>
        <w:t xml:space="preserve">The present report </w:t>
      </w:r>
      <w:proofErr w:type="gramStart"/>
      <w:r w:rsidRPr="00540481">
        <w:rPr>
          <w:color w:val="000000"/>
          <w:szCs w:val="18"/>
          <w:lang w:eastAsia="en-GB"/>
        </w:rPr>
        <w:t>was submitted</w:t>
      </w:r>
      <w:proofErr w:type="gramEnd"/>
      <w:r w:rsidRPr="00540481">
        <w:rPr>
          <w:color w:val="000000"/>
          <w:szCs w:val="18"/>
          <w:lang w:eastAsia="en-GB"/>
        </w:rPr>
        <w:t xml:space="preserve"> after the deadline </w:t>
      </w:r>
      <w:r w:rsidRPr="00E12B16">
        <w:rPr>
          <w:color w:val="000000"/>
          <w:szCs w:val="18"/>
          <w:lang w:eastAsia="en-GB"/>
        </w:rPr>
        <w:t>in order to reflect the most recent developments.</w:t>
      </w:r>
    </w:p>
  </w:footnote>
  <w:footnote w:id="3">
    <w:p w14:paraId="506DBF68" w14:textId="1693A66D" w:rsidR="00BA409F" w:rsidRPr="000577C0" w:rsidRDefault="00BA409F" w:rsidP="001C7765">
      <w:pPr>
        <w:pStyle w:val="FootnoteText"/>
        <w:rPr>
          <w:lang w:val="en-US"/>
        </w:rPr>
      </w:pPr>
      <w:r>
        <w:tab/>
      </w:r>
      <w:r>
        <w:rPr>
          <w:rStyle w:val="FootnoteReference"/>
        </w:rPr>
        <w:footnoteRef/>
      </w:r>
      <w:r w:rsidRPr="00BB78C2">
        <w:rPr>
          <w:szCs w:val="18"/>
        </w:rPr>
        <w:tab/>
      </w:r>
      <w:r w:rsidRPr="009B3048">
        <w:rPr>
          <w:szCs w:val="18"/>
        </w:rPr>
        <w:t xml:space="preserve">The Special Rapporteur would like to thank his </w:t>
      </w:r>
      <w:r>
        <w:rPr>
          <w:szCs w:val="18"/>
        </w:rPr>
        <w:t>l</w:t>
      </w:r>
      <w:r w:rsidRPr="009B3048">
        <w:rPr>
          <w:szCs w:val="18"/>
        </w:rPr>
        <w:t xml:space="preserve">egal </w:t>
      </w:r>
      <w:r>
        <w:rPr>
          <w:szCs w:val="18"/>
        </w:rPr>
        <w:t>a</w:t>
      </w:r>
      <w:r w:rsidRPr="009B3048">
        <w:rPr>
          <w:szCs w:val="18"/>
        </w:rPr>
        <w:t>dviser</w:t>
      </w:r>
      <w:r>
        <w:rPr>
          <w:szCs w:val="18"/>
        </w:rPr>
        <w:t>,</w:t>
      </w:r>
      <w:r w:rsidRPr="009B3048">
        <w:rPr>
          <w:szCs w:val="18"/>
        </w:rPr>
        <w:t xml:space="preserve"> </w:t>
      </w:r>
      <w:r>
        <w:rPr>
          <w:szCs w:val="18"/>
        </w:rPr>
        <w:t xml:space="preserve">Amos </w:t>
      </w:r>
      <w:proofErr w:type="spellStart"/>
      <w:r>
        <w:rPr>
          <w:szCs w:val="18"/>
        </w:rPr>
        <w:t>Toh</w:t>
      </w:r>
      <w:proofErr w:type="spellEnd"/>
      <w:r>
        <w:rPr>
          <w:szCs w:val="18"/>
        </w:rPr>
        <w:t>,</w:t>
      </w:r>
      <w:r w:rsidRPr="009B3048">
        <w:rPr>
          <w:szCs w:val="18"/>
        </w:rPr>
        <w:t xml:space="preserve"> and his </w:t>
      </w:r>
      <w:r>
        <w:rPr>
          <w:szCs w:val="18"/>
        </w:rPr>
        <w:t>students at the University of California, Irvine School of Law,</w:t>
      </w:r>
      <w:r w:rsidRPr="009B3048">
        <w:rPr>
          <w:szCs w:val="18"/>
        </w:rPr>
        <w:t xml:space="preserve"> for their assistance with the preparation of this report.</w:t>
      </w:r>
    </w:p>
  </w:footnote>
  <w:footnote w:id="4">
    <w:p w14:paraId="1D54E548" w14:textId="59BAE215" w:rsidR="00BA409F" w:rsidRPr="00BB78C2" w:rsidRDefault="00BA409F" w:rsidP="00820215">
      <w:pPr>
        <w:pStyle w:val="FootnoteText"/>
        <w:rPr>
          <w:szCs w:val="18"/>
        </w:rPr>
      </w:pPr>
      <w:r w:rsidRPr="00BB78C2">
        <w:rPr>
          <w:szCs w:val="18"/>
        </w:rPr>
        <w:tab/>
      </w:r>
      <w:r w:rsidRPr="00BB78C2">
        <w:rPr>
          <w:rStyle w:val="FootnoteReference"/>
          <w:szCs w:val="18"/>
        </w:rPr>
        <w:footnoteRef/>
      </w:r>
      <w:r w:rsidRPr="00BB78C2">
        <w:rPr>
          <w:szCs w:val="18"/>
        </w:rPr>
        <w:tab/>
      </w:r>
      <w:r w:rsidRPr="00BB78C2">
        <w:rPr>
          <w:szCs w:val="18"/>
          <w:lang w:val="en-US"/>
        </w:rPr>
        <w:t xml:space="preserve">Armenia, El Salvador, Estonia, Greece, Jordan, Kuwait, Mauritius, Mexico, Netherlands, Peru, </w:t>
      </w:r>
      <w:r>
        <w:rPr>
          <w:szCs w:val="18"/>
          <w:lang w:val="en-US"/>
        </w:rPr>
        <w:t xml:space="preserve">Republic of Moldova, </w:t>
      </w:r>
      <w:r w:rsidRPr="00BB78C2">
        <w:rPr>
          <w:szCs w:val="18"/>
          <w:lang w:val="en-US"/>
        </w:rPr>
        <w:t>Romania, Slovak</w:t>
      </w:r>
      <w:r>
        <w:rPr>
          <w:szCs w:val="18"/>
          <w:lang w:val="en-US"/>
        </w:rPr>
        <w:t>ia</w:t>
      </w:r>
      <w:r w:rsidRPr="00BB78C2">
        <w:rPr>
          <w:szCs w:val="18"/>
          <w:lang w:val="en-US"/>
        </w:rPr>
        <w:t>, Turkey and United States of America.</w:t>
      </w:r>
      <w:r>
        <w:rPr>
          <w:szCs w:val="18"/>
          <w:lang w:val="en-US"/>
        </w:rPr>
        <w:t xml:space="preserve"> </w:t>
      </w:r>
    </w:p>
  </w:footnote>
  <w:footnote w:id="5">
    <w:p w14:paraId="5CECAF3B" w14:textId="17B4A72A" w:rsidR="00BA409F" w:rsidRPr="00BB78C2" w:rsidRDefault="00BA409F" w:rsidP="00820215">
      <w:pPr>
        <w:pStyle w:val="FootnoteText"/>
        <w:rPr>
          <w:szCs w:val="18"/>
        </w:rPr>
      </w:pPr>
      <w:r w:rsidRPr="00BB78C2">
        <w:rPr>
          <w:szCs w:val="18"/>
        </w:rPr>
        <w:tab/>
      </w:r>
      <w:r w:rsidRPr="00BB78C2">
        <w:rPr>
          <w:rStyle w:val="FootnoteReference"/>
          <w:szCs w:val="18"/>
        </w:rPr>
        <w:footnoteRef/>
      </w:r>
      <w:r w:rsidRPr="00BB78C2">
        <w:rPr>
          <w:szCs w:val="18"/>
        </w:rPr>
        <w:tab/>
      </w:r>
      <w:proofErr w:type="gramStart"/>
      <w:r w:rsidRPr="00BB78C2">
        <w:rPr>
          <w:szCs w:val="18"/>
          <w:lang w:val="en-US"/>
        </w:rPr>
        <w:t xml:space="preserve">Article 19; </w:t>
      </w:r>
      <w:r w:rsidRPr="003B26F7">
        <w:rPr>
          <w:szCs w:val="18"/>
          <w:lang w:val="en-US"/>
        </w:rPr>
        <w:t>Association for Progressive Communications;</w:t>
      </w:r>
      <w:r>
        <w:rPr>
          <w:szCs w:val="18"/>
          <w:lang w:val="en-US"/>
        </w:rPr>
        <w:t xml:space="preserve"> </w:t>
      </w:r>
      <w:r w:rsidRPr="00BB78C2">
        <w:rPr>
          <w:szCs w:val="18"/>
          <w:lang w:val="en-US"/>
        </w:rPr>
        <w:t>Center for Democracy and Technology; Center for Technology and Society</w:t>
      </w:r>
      <w:r>
        <w:rPr>
          <w:szCs w:val="18"/>
          <w:lang w:val="en-US"/>
        </w:rPr>
        <w:t>;</w:t>
      </w:r>
      <w:r w:rsidRPr="00BB78C2">
        <w:rPr>
          <w:szCs w:val="18"/>
          <w:lang w:val="en-US"/>
        </w:rPr>
        <w:t xml:space="preserve"> Centre for Communication Governance at National Law University, </w:t>
      </w:r>
      <w:r>
        <w:rPr>
          <w:szCs w:val="18"/>
          <w:lang w:val="en-US"/>
        </w:rPr>
        <w:t xml:space="preserve">New </w:t>
      </w:r>
      <w:r w:rsidRPr="00BB78C2">
        <w:rPr>
          <w:szCs w:val="18"/>
          <w:lang w:val="en-US"/>
        </w:rPr>
        <w:t xml:space="preserve">Delhi; Danish Institute for Human Rights; </w:t>
      </w:r>
      <w:proofErr w:type="spellStart"/>
      <w:r w:rsidRPr="00BB78C2">
        <w:rPr>
          <w:szCs w:val="18"/>
          <w:lang w:val="en-US"/>
        </w:rPr>
        <w:t>Derechos</w:t>
      </w:r>
      <w:proofErr w:type="spellEnd"/>
      <w:r w:rsidRPr="00BB78C2">
        <w:rPr>
          <w:szCs w:val="18"/>
          <w:lang w:val="en-US"/>
        </w:rPr>
        <w:t xml:space="preserve"> </w:t>
      </w:r>
      <w:proofErr w:type="spellStart"/>
      <w:r w:rsidRPr="00BB78C2">
        <w:rPr>
          <w:szCs w:val="18"/>
          <w:lang w:val="en-US"/>
        </w:rPr>
        <w:t>Digitales</w:t>
      </w:r>
      <w:proofErr w:type="spellEnd"/>
      <w:r w:rsidRPr="00BB78C2">
        <w:rPr>
          <w:szCs w:val="18"/>
          <w:lang w:val="en-US"/>
        </w:rPr>
        <w:t xml:space="preserve">; European Digital Rights; Freedom </w:t>
      </w:r>
      <w:r>
        <w:rPr>
          <w:szCs w:val="18"/>
          <w:lang w:val="en-US"/>
        </w:rPr>
        <w:t>O</w:t>
      </w:r>
      <w:r w:rsidRPr="00BB78C2">
        <w:rPr>
          <w:szCs w:val="18"/>
          <w:lang w:val="en-US"/>
        </w:rPr>
        <w:t>nline Coalition</w:t>
      </w:r>
      <w:r>
        <w:rPr>
          <w:szCs w:val="18"/>
          <w:lang w:val="en-US"/>
        </w:rPr>
        <w:t xml:space="preserve"> Working Group</w:t>
      </w:r>
      <w:r w:rsidRPr="00BB78C2">
        <w:rPr>
          <w:szCs w:val="18"/>
          <w:lang w:val="en-US"/>
        </w:rPr>
        <w:t xml:space="preserve"> on Privacy and Transparency </w:t>
      </w:r>
      <w:r>
        <w:rPr>
          <w:szCs w:val="18"/>
          <w:lang w:val="en-US"/>
        </w:rPr>
        <w:t>O</w:t>
      </w:r>
      <w:r w:rsidRPr="00BB78C2">
        <w:rPr>
          <w:szCs w:val="18"/>
          <w:lang w:val="en-US"/>
        </w:rPr>
        <w:t>nline; Global Network Initiative; Institute for Human Rights and Business; International Centre for No</w:t>
      </w:r>
      <w:r>
        <w:rPr>
          <w:szCs w:val="18"/>
          <w:lang w:val="en-US"/>
        </w:rPr>
        <w:t>t-for-</w:t>
      </w:r>
      <w:r w:rsidRPr="00BB78C2">
        <w:rPr>
          <w:szCs w:val="18"/>
          <w:lang w:val="en-US"/>
        </w:rPr>
        <w:t xml:space="preserve">Profit Law; Internet Society; Korean Progressive Network </w:t>
      </w:r>
      <w:proofErr w:type="spellStart"/>
      <w:r w:rsidRPr="00BB78C2">
        <w:rPr>
          <w:szCs w:val="18"/>
          <w:lang w:val="en-US"/>
        </w:rPr>
        <w:t>Jinbonet</w:t>
      </w:r>
      <w:proofErr w:type="spellEnd"/>
      <w:r w:rsidRPr="00BB78C2">
        <w:rPr>
          <w:szCs w:val="18"/>
          <w:lang w:val="en-US"/>
        </w:rPr>
        <w:t>; Privacy International; Ranking Digital Rights</w:t>
      </w:r>
      <w:r>
        <w:rPr>
          <w:szCs w:val="18"/>
          <w:lang w:val="en-US"/>
        </w:rPr>
        <w:t>;</w:t>
      </w:r>
      <w:r w:rsidRPr="00BB78C2">
        <w:rPr>
          <w:szCs w:val="18"/>
          <w:lang w:val="en-US"/>
        </w:rPr>
        <w:t xml:space="preserve"> and New America.</w:t>
      </w:r>
      <w:proofErr w:type="gramEnd"/>
    </w:p>
  </w:footnote>
  <w:footnote w:id="6">
    <w:p w14:paraId="7F0B4D7C" w14:textId="5AA5A348" w:rsidR="00BA409F" w:rsidRPr="009F1C89" w:rsidRDefault="00BA409F">
      <w:pPr>
        <w:pStyle w:val="FootnoteText"/>
      </w:pPr>
      <w:r w:rsidRPr="00BB78C2">
        <w:rPr>
          <w:szCs w:val="18"/>
        </w:rPr>
        <w:tab/>
      </w:r>
      <w:r>
        <w:rPr>
          <w:rStyle w:val="FootnoteReference"/>
        </w:rPr>
        <w:footnoteRef/>
      </w:r>
      <w:r>
        <w:t xml:space="preserve"> </w:t>
      </w:r>
      <w:r w:rsidRPr="00BB78C2">
        <w:rPr>
          <w:szCs w:val="18"/>
        </w:rPr>
        <w:tab/>
      </w:r>
      <w:proofErr w:type="gramStart"/>
      <w:r>
        <w:rPr>
          <w:szCs w:val="18"/>
        </w:rPr>
        <w:t>A</w:t>
      </w:r>
      <w:proofErr w:type="spellStart"/>
      <w:r>
        <w:rPr>
          <w:szCs w:val="18"/>
          <w:lang w:val="en-US"/>
        </w:rPr>
        <w:t>vailable</w:t>
      </w:r>
      <w:proofErr w:type="spellEnd"/>
      <w:r>
        <w:rPr>
          <w:szCs w:val="18"/>
          <w:lang w:val="en-US"/>
        </w:rPr>
        <w:t xml:space="preserve"> from </w:t>
      </w:r>
      <w:r w:rsidRPr="009F1C89">
        <w:rPr>
          <w:szCs w:val="18"/>
          <w:lang w:val="en-US"/>
        </w:rPr>
        <w:t>www.ohchr.org/EN/Issues/FreedomOpinion/Pages/Annual.aspx</w:t>
      </w:r>
      <w:r>
        <w:rPr>
          <w:szCs w:val="18"/>
          <w:lang w:val="en-US"/>
        </w:rPr>
        <w:t>.</w:t>
      </w:r>
      <w:proofErr w:type="gramEnd"/>
    </w:p>
  </w:footnote>
  <w:footnote w:id="7">
    <w:p w14:paraId="6FA89331" w14:textId="0B392DF4" w:rsidR="00BA409F" w:rsidRPr="00BB78C2" w:rsidRDefault="00BA409F" w:rsidP="00820215">
      <w:pPr>
        <w:pStyle w:val="FootnoteText"/>
        <w:rPr>
          <w:szCs w:val="18"/>
        </w:rPr>
      </w:pPr>
      <w:r w:rsidRPr="00BB78C2">
        <w:rPr>
          <w:szCs w:val="18"/>
        </w:rPr>
        <w:tab/>
      </w:r>
      <w:r w:rsidRPr="00BB78C2">
        <w:rPr>
          <w:rStyle w:val="FootnoteReference"/>
          <w:szCs w:val="18"/>
        </w:rPr>
        <w:footnoteRef/>
      </w:r>
      <w:r w:rsidRPr="00BB78C2">
        <w:rPr>
          <w:szCs w:val="18"/>
        </w:rPr>
        <w:tab/>
        <w:t xml:space="preserve">European Court of Human Rights, </w:t>
      </w:r>
      <w:r>
        <w:rPr>
          <w:szCs w:val="18"/>
        </w:rPr>
        <w:t xml:space="preserve">Application No. 6538/74, </w:t>
      </w:r>
      <w:proofErr w:type="gramStart"/>
      <w:r w:rsidRPr="00BB78C2">
        <w:rPr>
          <w:rFonts w:eastAsia="Arial Unicode MS"/>
          <w:i/>
          <w:iCs/>
          <w:szCs w:val="18"/>
        </w:rPr>
        <w:t>The</w:t>
      </w:r>
      <w:proofErr w:type="gramEnd"/>
      <w:r w:rsidRPr="00BB78C2">
        <w:rPr>
          <w:rFonts w:eastAsia="Arial Unicode MS"/>
          <w:i/>
          <w:iCs/>
          <w:szCs w:val="18"/>
        </w:rPr>
        <w:t xml:space="preserve"> Sunday Times</w:t>
      </w:r>
      <w:r w:rsidRPr="00BB78C2">
        <w:rPr>
          <w:rFonts w:eastAsia="Arial Unicode MS"/>
          <w:szCs w:val="18"/>
        </w:rPr>
        <w:t xml:space="preserve"> </w:t>
      </w:r>
      <w:r w:rsidRPr="00DF1574">
        <w:rPr>
          <w:rFonts w:eastAsia="Arial Unicode MS"/>
          <w:i/>
          <w:szCs w:val="18"/>
        </w:rPr>
        <w:t>v</w:t>
      </w:r>
      <w:r w:rsidRPr="00BB78C2">
        <w:rPr>
          <w:rFonts w:eastAsia="Arial Unicode MS"/>
          <w:szCs w:val="18"/>
        </w:rPr>
        <w:t xml:space="preserve">. </w:t>
      </w:r>
      <w:proofErr w:type="gramStart"/>
      <w:r w:rsidRPr="00DF1574">
        <w:rPr>
          <w:rFonts w:eastAsia="Arial Unicode MS"/>
          <w:i/>
          <w:szCs w:val="18"/>
        </w:rPr>
        <w:t xml:space="preserve">The </w:t>
      </w:r>
      <w:r w:rsidRPr="00BB78C2">
        <w:rPr>
          <w:rFonts w:eastAsia="Arial Unicode MS"/>
          <w:i/>
          <w:iCs/>
          <w:szCs w:val="18"/>
        </w:rPr>
        <w:t>United Kingdom</w:t>
      </w:r>
      <w:r w:rsidRPr="00BB78C2">
        <w:rPr>
          <w:rFonts w:eastAsia="Arial Unicode MS"/>
          <w:szCs w:val="18"/>
        </w:rPr>
        <w:t xml:space="preserve"> (26 April 1979), </w:t>
      </w:r>
      <w:r>
        <w:rPr>
          <w:rFonts w:eastAsia="Arial Unicode MS"/>
          <w:szCs w:val="18"/>
        </w:rPr>
        <w:t>para.</w:t>
      </w:r>
      <w:proofErr w:type="gramEnd"/>
      <w:r w:rsidRPr="00BB78C2">
        <w:rPr>
          <w:rFonts w:eastAsia="Arial Unicode MS"/>
          <w:szCs w:val="18"/>
        </w:rPr>
        <w:t> 59.</w:t>
      </w:r>
    </w:p>
  </w:footnote>
  <w:footnote w:id="8">
    <w:p w14:paraId="3123B676" w14:textId="23A09BFD" w:rsidR="00BA409F" w:rsidRPr="00BB78C2" w:rsidRDefault="00BA409F" w:rsidP="00820215">
      <w:pPr>
        <w:pStyle w:val="FootnoteText"/>
        <w:rPr>
          <w:szCs w:val="18"/>
        </w:rPr>
      </w:pPr>
      <w:r w:rsidRPr="00BB78C2">
        <w:rPr>
          <w:szCs w:val="18"/>
        </w:rPr>
        <w:tab/>
      </w:r>
      <w:r w:rsidRPr="00BB78C2">
        <w:rPr>
          <w:rStyle w:val="FootnoteReference"/>
          <w:szCs w:val="18"/>
        </w:rPr>
        <w:footnoteRef/>
      </w:r>
      <w:r w:rsidRPr="00BB78C2">
        <w:rPr>
          <w:szCs w:val="18"/>
        </w:rPr>
        <w:tab/>
      </w:r>
      <w:r>
        <w:rPr>
          <w:szCs w:val="18"/>
        </w:rPr>
        <w:t>See g</w:t>
      </w:r>
      <w:r w:rsidRPr="005A49E2">
        <w:rPr>
          <w:szCs w:val="18"/>
        </w:rPr>
        <w:t>eneral</w:t>
      </w:r>
      <w:r w:rsidRPr="00BB78C2">
        <w:rPr>
          <w:szCs w:val="18"/>
        </w:rPr>
        <w:t xml:space="preserve"> </w:t>
      </w:r>
      <w:r>
        <w:rPr>
          <w:szCs w:val="18"/>
        </w:rPr>
        <w:t>c</w:t>
      </w:r>
      <w:r w:rsidRPr="00BB78C2">
        <w:rPr>
          <w:szCs w:val="18"/>
        </w:rPr>
        <w:t>omment No. 31</w:t>
      </w:r>
      <w:r>
        <w:rPr>
          <w:szCs w:val="18"/>
        </w:rPr>
        <w:t xml:space="preserve"> (2004) on the nature of the general legal obligation imposed on States parties to the International Covenant on Civil and Political Rights</w:t>
      </w:r>
      <w:r w:rsidRPr="00BB78C2">
        <w:rPr>
          <w:szCs w:val="18"/>
        </w:rPr>
        <w:t>. Other norms of international law may apply directly to the activities of private actors, such as the criminalization of crimes against humanity, war crimes and acts of genocide under international humanitarian law.</w:t>
      </w:r>
    </w:p>
  </w:footnote>
  <w:footnote w:id="9">
    <w:p w14:paraId="421BA9DA" w14:textId="500F8B73" w:rsidR="00BA409F" w:rsidRPr="00E30607" w:rsidRDefault="00BA409F">
      <w:pPr>
        <w:pStyle w:val="FootnoteText"/>
        <w:rPr>
          <w:lang w:val="en-US"/>
        </w:rPr>
      </w:pPr>
      <w:r w:rsidRPr="00BB78C2">
        <w:rPr>
          <w:szCs w:val="18"/>
        </w:rPr>
        <w:tab/>
      </w:r>
      <w:r>
        <w:rPr>
          <w:rStyle w:val="FootnoteReference"/>
        </w:rPr>
        <w:footnoteRef/>
      </w:r>
      <w:r>
        <w:rPr>
          <w:szCs w:val="18"/>
        </w:rPr>
        <w:tab/>
      </w:r>
      <w:r w:rsidRPr="001B3D28">
        <w:rPr>
          <w:lang w:val="en-US"/>
        </w:rPr>
        <w:t>G</w:t>
      </w:r>
      <w:r>
        <w:rPr>
          <w:lang w:val="en-US"/>
        </w:rPr>
        <w:t xml:space="preserve">uiding Principles on Business and Human </w:t>
      </w:r>
      <w:proofErr w:type="gramStart"/>
      <w:r>
        <w:rPr>
          <w:lang w:val="en-US"/>
        </w:rPr>
        <w:t>Rights,</w:t>
      </w:r>
      <w:proofErr w:type="gramEnd"/>
      <w:r>
        <w:rPr>
          <w:lang w:val="en-US"/>
        </w:rPr>
        <w:t xml:space="preserve"> </w:t>
      </w:r>
      <w:r>
        <w:rPr>
          <w:szCs w:val="18"/>
        </w:rPr>
        <w:t xml:space="preserve">chap. </w:t>
      </w:r>
      <w:proofErr w:type="gramStart"/>
      <w:r>
        <w:rPr>
          <w:szCs w:val="18"/>
        </w:rPr>
        <w:t>I (A) (1).</w:t>
      </w:r>
      <w:proofErr w:type="gramEnd"/>
      <w:r>
        <w:rPr>
          <w:szCs w:val="18"/>
        </w:rPr>
        <w:t xml:space="preserve"> </w:t>
      </w:r>
    </w:p>
  </w:footnote>
  <w:footnote w:id="10">
    <w:p w14:paraId="3A4FF9FF" w14:textId="39402B08" w:rsidR="00BA409F" w:rsidRPr="00BB78C2" w:rsidRDefault="00BA409F" w:rsidP="00820215">
      <w:pPr>
        <w:pStyle w:val="FootnoteText"/>
        <w:rPr>
          <w:szCs w:val="18"/>
        </w:rPr>
      </w:pPr>
      <w:r w:rsidRPr="00BB78C2">
        <w:rPr>
          <w:rStyle w:val="PageNumber"/>
          <w:szCs w:val="18"/>
        </w:rPr>
        <w:tab/>
      </w:r>
      <w:r w:rsidRPr="00BB78C2">
        <w:rPr>
          <w:rStyle w:val="FootnoteReference"/>
          <w:szCs w:val="18"/>
        </w:rPr>
        <w:footnoteRef/>
      </w:r>
      <w:r w:rsidRPr="00BB78C2">
        <w:rPr>
          <w:rStyle w:val="PageNumber"/>
          <w:szCs w:val="18"/>
        </w:rPr>
        <w:tab/>
      </w:r>
      <w:proofErr w:type="gramStart"/>
      <w:r>
        <w:rPr>
          <w:szCs w:val="18"/>
        </w:rPr>
        <w:t>Ibid.</w:t>
      </w:r>
      <w:r w:rsidRPr="00BB78C2">
        <w:rPr>
          <w:szCs w:val="18"/>
        </w:rPr>
        <w:t>,</w:t>
      </w:r>
      <w:proofErr w:type="gramEnd"/>
      <w:r w:rsidRPr="00BB78C2">
        <w:rPr>
          <w:szCs w:val="18"/>
        </w:rPr>
        <w:t xml:space="preserve"> </w:t>
      </w:r>
      <w:r>
        <w:rPr>
          <w:szCs w:val="18"/>
        </w:rPr>
        <w:t xml:space="preserve">chap. </w:t>
      </w:r>
      <w:r w:rsidRPr="00BB78C2">
        <w:rPr>
          <w:szCs w:val="18"/>
        </w:rPr>
        <w:t>II</w:t>
      </w:r>
      <w:r>
        <w:rPr>
          <w:szCs w:val="18"/>
        </w:rPr>
        <w:t xml:space="preserve"> (</w:t>
      </w:r>
      <w:r w:rsidRPr="00BB78C2">
        <w:rPr>
          <w:szCs w:val="18"/>
        </w:rPr>
        <w:t>A</w:t>
      </w:r>
      <w:r>
        <w:rPr>
          <w:szCs w:val="18"/>
        </w:rPr>
        <w:t>) (11)-(</w:t>
      </w:r>
      <w:r w:rsidRPr="00BB78C2">
        <w:rPr>
          <w:szCs w:val="18"/>
        </w:rPr>
        <w:t>13</w:t>
      </w:r>
      <w:r>
        <w:rPr>
          <w:szCs w:val="18"/>
        </w:rPr>
        <w:t>)</w:t>
      </w:r>
      <w:r w:rsidRPr="00BB78C2">
        <w:rPr>
          <w:szCs w:val="18"/>
        </w:rPr>
        <w:t>.</w:t>
      </w:r>
    </w:p>
  </w:footnote>
  <w:footnote w:id="11">
    <w:p w14:paraId="29367166" w14:textId="6FE88E4A" w:rsidR="00BA409F" w:rsidRPr="00E30607" w:rsidRDefault="00BA409F">
      <w:pPr>
        <w:pStyle w:val="FootnoteText"/>
        <w:rPr>
          <w:lang w:val="en-US"/>
        </w:rPr>
      </w:pPr>
      <w:r w:rsidRPr="00BB78C2">
        <w:rPr>
          <w:rStyle w:val="PageNumber"/>
          <w:szCs w:val="18"/>
        </w:rPr>
        <w:tab/>
      </w:r>
      <w:r>
        <w:rPr>
          <w:rStyle w:val="FootnoteReference"/>
        </w:rPr>
        <w:footnoteRef/>
      </w:r>
      <w:r>
        <w:rPr>
          <w:rStyle w:val="PageNumber"/>
          <w:szCs w:val="18"/>
        </w:rPr>
        <w:tab/>
      </w:r>
      <w:proofErr w:type="gramStart"/>
      <w:r>
        <w:rPr>
          <w:lang w:val="en-US"/>
        </w:rPr>
        <w:t>Ibid.,</w:t>
      </w:r>
      <w:proofErr w:type="gramEnd"/>
      <w:r>
        <w:rPr>
          <w:lang w:val="en-US"/>
        </w:rPr>
        <w:t xml:space="preserve"> </w:t>
      </w:r>
      <w:r>
        <w:rPr>
          <w:szCs w:val="18"/>
        </w:rPr>
        <w:t xml:space="preserve">chap. </w:t>
      </w:r>
      <w:r w:rsidRPr="00BB78C2">
        <w:rPr>
          <w:szCs w:val="18"/>
        </w:rPr>
        <w:t>II</w:t>
      </w:r>
      <w:r>
        <w:rPr>
          <w:szCs w:val="18"/>
        </w:rPr>
        <w:t xml:space="preserve"> (</w:t>
      </w:r>
      <w:r w:rsidRPr="00BB78C2">
        <w:rPr>
          <w:szCs w:val="18"/>
        </w:rPr>
        <w:t>A</w:t>
      </w:r>
      <w:r>
        <w:rPr>
          <w:szCs w:val="18"/>
        </w:rPr>
        <w:t>) (17)</w:t>
      </w:r>
      <w:r w:rsidRPr="00BB78C2">
        <w:rPr>
          <w:szCs w:val="18"/>
        </w:rPr>
        <w:t>.</w:t>
      </w:r>
    </w:p>
  </w:footnote>
  <w:footnote w:id="12">
    <w:p w14:paraId="28A90DA7" w14:textId="30508E0D" w:rsidR="00BA409F" w:rsidRPr="00E30607" w:rsidRDefault="00BA409F">
      <w:pPr>
        <w:pStyle w:val="FootnoteText"/>
        <w:rPr>
          <w:lang w:val="en-US"/>
        </w:rPr>
      </w:pPr>
      <w:r>
        <w:tab/>
      </w:r>
      <w:r>
        <w:rPr>
          <w:rStyle w:val="FootnoteReference"/>
        </w:rPr>
        <w:footnoteRef/>
      </w:r>
      <w:r>
        <w:tab/>
      </w:r>
      <w:proofErr w:type="gramStart"/>
      <w:r>
        <w:rPr>
          <w:lang w:val="en-US"/>
        </w:rPr>
        <w:t>Ibid.,</w:t>
      </w:r>
      <w:proofErr w:type="gramEnd"/>
      <w:r>
        <w:rPr>
          <w:lang w:val="en-US"/>
        </w:rPr>
        <w:t xml:space="preserve"> </w:t>
      </w:r>
      <w:r>
        <w:rPr>
          <w:szCs w:val="18"/>
        </w:rPr>
        <w:t xml:space="preserve">chap. </w:t>
      </w:r>
      <w:r w:rsidRPr="00BB78C2">
        <w:rPr>
          <w:szCs w:val="18"/>
        </w:rPr>
        <w:t>II</w:t>
      </w:r>
      <w:r>
        <w:rPr>
          <w:szCs w:val="18"/>
        </w:rPr>
        <w:t xml:space="preserve"> (B) (21)</w:t>
      </w:r>
      <w:r w:rsidRPr="00BB78C2">
        <w:rPr>
          <w:szCs w:val="18"/>
        </w:rPr>
        <w:t>.</w:t>
      </w:r>
    </w:p>
  </w:footnote>
  <w:footnote w:id="13">
    <w:p w14:paraId="787D90F6" w14:textId="05108CC7" w:rsidR="00BA409F" w:rsidRPr="00BB78C2" w:rsidRDefault="00BA409F" w:rsidP="00820215">
      <w:pPr>
        <w:pStyle w:val="FootnoteText"/>
        <w:rPr>
          <w:szCs w:val="18"/>
        </w:rPr>
      </w:pPr>
      <w:r w:rsidRPr="00BB78C2">
        <w:rPr>
          <w:rStyle w:val="PageNumber"/>
          <w:b w:val="0"/>
          <w:szCs w:val="18"/>
        </w:rPr>
        <w:tab/>
      </w:r>
      <w:r w:rsidRPr="00BB78C2">
        <w:rPr>
          <w:rStyle w:val="FootnoteReference"/>
          <w:szCs w:val="18"/>
        </w:rPr>
        <w:footnoteRef/>
      </w:r>
      <w:r w:rsidRPr="00BB78C2">
        <w:rPr>
          <w:rStyle w:val="PageNumber"/>
          <w:b w:val="0"/>
          <w:szCs w:val="18"/>
        </w:rPr>
        <w:tab/>
      </w:r>
      <w:proofErr w:type="gramStart"/>
      <w:r>
        <w:rPr>
          <w:szCs w:val="18"/>
        </w:rPr>
        <w:t>Ibid.</w:t>
      </w:r>
      <w:r w:rsidRPr="00BB78C2">
        <w:rPr>
          <w:szCs w:val="18"/>
        </w:rPr>
        <w:t>,</w:t>
      </w:r>
      <w:proofErr w:type="gramEnd"/>
      <w:r w:rsidRPr="00BB78C2">
        <w:rPr>
          <w:szCs w:val="18"/>
        </w:rPr>
        <w:t xml:space="preserve"> </w:t>
      </w:r>
      <w:r>
        <w:rPr>
          <w:szCs w:val="18"/>
        </w:rPr>
        <w:t xml:space="preserve">chap. </w:t>
      </w:r>
      <w:r w:rsidRPr="00BB78C2">
        <w:rPr>
          <w:szCs w:val="18"/>
        </w:rPr>
        <w:t>II</w:t>
      </w:r>
      <w:r>
        <w:rPr>
          <w:szCs w:val="18"/>
        </w:rPr>
        <w:t xml:space="preserve"> </w:t>
      </w:r>
      <w:r w:rsidRPr="00BB78C2">
        <w:rPr>
          <w:szCs w:val="18"/>
        </w:rPr>
        <w:t>(</w:t>
      </w:r>
      <w:r>
        <w:rPr>
          <w:szCs w:val="18"/>
        </w:rPr>
        <w:t>B</w:t>
      </w:r>
      <w:r w:rsidRPr="00BB78C2">
        <w:rPr>
          <w:szCs w:val="18"/>
        </w:rPr>
        <w:t>)</w:t>
      </w:r>
      <w:r>
        <w:rPr>
          <w:szCs w:val="18"/>
        </w:rPr>
        <w:t xml:space="preserve"> </w:t>
      </w:r>
      <w:r w:rsidRPr="00BB78C2">
        <w:rPr>
          <w:szCs w:val="18"/>
        </w:rPr>
        <w:t>(22)</w:t>
      </w:r>
      <w:r>
        <w:rPr>
          <w:szCs w:val="18"/>
        </w:rPr>
        <w:t xml:space="preserve">. </w:t>
      </w:r>
    </w:p>
  </w:footnote>
  <w:footnote w:id="14">
    <w:p w14:paraId="042F30A5" w14:textId="77FA0421" w:rsidR="00BA409F" w:rsidRPr="00BB78C2" w:rsidRDefault="00BA409F" w:rsidP="00820215">
      <w:pPr>
        <w:pStyle w:val="FootnoteText"/>
        <w:rPr>
          <w:szCs w:val="18"/>
        </w:rPr>
      </w:pPr>
      <w:r w:rsidRPr="00BB78C2">
        <w:rPr>
          <w:rStyle w:val="PageNumber"/>
          <w:b w:val="0"/>
          <w:szCs w:val="18"/>
        </w:rPr>
        <w:tab/>
      </w:r>
      <w:r w:rsidRPr="001C7765">
        <w:rPr>
          <w:rStyle w:val="FootnoteReference"/>
        </w:rPr>
        <w:footnoteRef/>
      </w:r>
      <w:r w:rsidRPr="00BB78C2">
        <w:rPr>
          <w:rStyle w:val="PageNumber"/>
          <w:b w:val="0"/>
          <w:szCs w:val="18"/>
        </w:rPr>
        <w:tab/>
      </w:r>
      <w:r w:rsidRPr="00BB78C2">
        <w:rPr>
          <w:szCs w:val="18"/>
        </w:rPr>
        <w:t xml:space="preserve">See, </w:t>
      </w:r>
      <w:r>
        <w:rPr>
          <w:szCs w:val="18"/>
        </w:rPr>
        <w:t>for example</w:t>
      </w:r>
      <w:r w:rsidRPr="00BB78C2">
        <w:rPr>
          <w:szCs w:val="18"/>
        </w:rPr>
        <w:t xml:space="preserve">, </w:t>
      </w:r>
      <w:r>
        <w:rPr>
          <w:szCs w:val="18"/>
        </w:rPr>
        <w:t>“</w:t>
      </w:r>
      <w:r w:rsidRPr="00BB78C2">
        <w:rPr>
          <w:szCs w:val="18"/>
        </w:rPr>
        <w:t xml:space="preserve">Strategy </w:t>
      </w:r>
      <w:r>
        <w:rPr>
          <w:szCs w:val="18"/>
        </w:rPr>
        <w:t>p</w:t>
      </w:r>
      <w:r w:rsidRPr="00BB78C2">
        <w:rPr>
          <w:szCs w:val="18"/>
        </w:rPr>
        <w:t xml:space="preserve">anel: </w:t>
      </w:r>
      <w:hyperlink r:id="rId1" w:history="1">
        <w:r w:rsidRPr="00BB78C2">
          <w:rPr>
            <w:szCs w:val="18"/>
          </w:rPr>
          <w:t xml:space="preserve">ICANN’s </w:t>
        </w:r>
        <w:r>
          <w:rPr>
            <w:szCs w:val="18"/>
          </w:rPr>
          <w:t>r</w:t>
        </w:r>
        <w:r w:rsidRPr="00BB78C2">
          <w:rPr>
            <w:szCs w:val="18"/>
          </w:rPr>
          <w:t xml:space="preserve">ole in the Internet </w:t>
        </w:r>
        <w:r>
          <w:rPr>
            <w:szCs w:val="18"/>
          </w:rPr>
          <w:t>g</w:t>
        </w:r>
        <w:r w:rsidRPr="00BB78C2">
          <w:rPr>
            <w:szCs w:val="18"/>
          </w:rPr>
          <w:t xml:space="preserve">overnance </w:t>
        </w:r>
        <w:r>
          <w:rPr>
            <w:szCs w:val="18"/>
          </w:rPr>
          <w:t>e</w:t>
        </w:r>
        <w:r w:rsidRPr="00BB78C2">
          <w:rPr>
            <w:szCs w:val="18"/>
          </w:rPr>
          <w:t>cosystem</w:t>
        </w:r>
      </w:hyperlink>
      <w:r>
        <w:rPr>
          <w:szCs w:val="18"/>
        </w:rPr>
        <w:t>”</w:t>
      </w:r>
      <w:r w:rsidRPr="00BB78C2">
        <w:rPr>
          <w:szCs w:val="18"/>
        </w:rPr>
        <w:t xml:space="preserve"> (23 February 2014); R. Mackinnon </w:t>
      </w:r>
      <w:r>
        <w:rPr>
          <w:szCs w:val="18"/>
        </w:rPr>
        <w:t>and others</w:t>
      </w:r>
      <w:r w:rsidRPr="00BB78C2">
        <w:rPr>
          <w:szCs w:val="18"/>
        </w:rPr>
        <w:t xml:space="preserve">, </w:t>
      </w:r>
      <w:hyperlink r:id="rId2" w:history="1">
        <w:r w:rsidRPr="00DF1574">
          <w:rPr>
            <w:i/>
            <w:szCs w:val="18"/>
          </w:rPr>
          <w:t>Fostering Freedom Online: The Role of Internet Intermediaries</w:t>
        </w:r>
      </w:hyperlink>
      <w:r w:rsidRPr="00BB78C2">
        <w:rPr>
          <w:szCs w:val="18"/>
        </w:rPr>
        <w:t xml:space="preserve"> (</w:t>
      </w:r>
      <w:r>
        <w:rPr>
          <w:szCs w:val="18"/>
        </w:rPr>
        <w:t xml:space="preserve">Paris, </w:t>
      </w:r>
      <w:r w:rsidRPr="00BB78C2">
        <w:rPr>
          <w:szCs w:val="18"/>
        </w:rPr>
        <w:t>UNESCO</w:t>
      </w:r>
      <w:r>
        <w:rPr>
          <w:szCs w:val="18"/>
        </w:rPr>
        <w:t>,</w:t>
      </w:r>
      <w:r w:rsidRPr="00BB78C2">
        <w:rPr>
          <w:szCs w:val="18"/>
        </w:rPr>
        <w:t xml:space="preserve"> 2014); </w:t>
      </w:r>
      <w:r>
        <w:rPr>
          <w:szCs w:val="18"/>
        </w:rPr>
        <w:t xml:space="preserve">and </w:t>
      </w:r>
      <w:r w:rsidRPr="00BB78C2">
        <w:rPr>
          <w:szCs w:val="18"/>
        </w:rPr>
        <w:t xml:space="preserve">D. A. Hope, </w:t>
      </w:r>
      <w:hyperlink r:id="rId3" w:history="1">
        <w:r w:rsidRPr="00DF1574">
          <w:rPr>
            <w:i/>
            <w:szCs w:val="18"/>
          </w:rPr>
          <w:t>Protecting Human Rights in the Digital Age</w:t>
        </w:r>
      </w:hyperlink>
      <w:r w:rsidRPr="00BB78C2">
        <w:rPr>
          <w:szCs w:val="18"/>
        </w:rPr>
        <w:t xml:space="preserve"> (</w:t>
      </w:r>
      <w:r>
        <w:rPr>
          <w:szCs w:val="18"/>
        </w:rPr>
        <w:t>February 2011</w:t>
      </w:r>
      <w:r w:rsidRPr="00BB78C2">
        <w:rPr>
          <w:szCs w:val="18"/>
        </w:rPr>
        <w:t xml:space="preserve">). </w:t>
      </w:r>
    </w:p>
  </w:footnote>
  <w:footnote w:id="15">
    <w:p w14:paraId="2169E669" w14:textId="4D7D613F" w:rsidR="00BA409F" w:rsidRPr="00BB78C2" w:rsidRDefault="00BA409F" w:rsidP="00366966">
      <w:pPr>
        <w:pStyle w:val="FootnoteText"/>
        <w:rPr>
          <w:szCs w:val="18"/>
        </w:rPr>
      </w:pPr>
      <w:r w:rsidRPr="00BB78C2">
        <w:rPr>
          <w:szCs w:val="18"/>
        </w:rPr>
        <w:tab/>
      </w:r>
      <w:r w:rsidRPr="00BB78C2">
        <w:rPr>
          <w:rStyle w:val="FootnoteReference"/>
          <w:szCs w:val="18"/>
        </w:rPr>
        <w:footnoteRef/>
      </w:r>
      <w:r w:rsidRPr="00BB78C2">
        <w:rPr>
          <w:szCs w:val="18"/>
        </w:rPr>
        <w:tab/>
      </w:r>
      <w:r>
        <w:rPr>
          <w:szCs w:val="18"/>
        </w:rPr>
        <w:t xml:space="preserve">See </w:t>
      </w:r>
      <w:r w:rsidRPr="00BB78C2">
        <w:rPr>
          <w:szCs w:val="18"/>
        </w:rPr>
        <w:t>www.swisscom.ch/en/about/investors/shares/ownership-structure.html.</w:t>
      </w:r>
    </w:p>
  </w:footnote>
  <w:footnote w:id="16">
    <w:p w14:paraId="76B91405" w14:textId="07268970" w:rsidR="00BA409F" w:rsidRPr="00BB78C2" w:rsidRDefault="00BA409F" w:rsidP="00366966">
      <w:pPr>
        <w:pStyle w:val="FootnoteText"/>
        <w:rPr>
          <w:szCs w:val="18"/>
          <w:lang w:val="en-US"/>
        </w:rPr>
      </w:pPr>
      <w:r>
        <w:rPr>
          <w:szCs w:val="18"/>
        </w:rPr>
        <w:tab/>
      </w:r>
      <w:r w:rsidRPr="00BB78C2">
        <w:rPr>
          <w:rStyle w:val="FootnoteReference"/>
          <w:szCs w:val="18"/>
        </w:rPr>
        <w:footnoteRef/>
      </w:r>
      <w:r w:rsidRPr="00BB78C2">
        <w:rPr>
          <w:szCs w:val="18"/>
        </w:rPr>
        <w:tab/>
      </w:r>
      <w:r>
        <w:rPr>
          <w:szCs w:val="18"/>
        </w:rPr>
        <w:t xml:space="preserve">See </w:t>
      </w:r>
      <w:hyperlink r:id="rId4" w:history="1">
        <w:r w:rsidRPr="002C29B7">
          <w:rPr>
            <w:rStyle w:val="Hyperlink"/>
            <w:szCs w:val="18"/>
          </w:rPr>
          <w:t>www.antel.com.uy/antel/</w:t>
        </w:r>
      </w:hyperlink>
      <w:proofErr w:type="gramStart"/>
      <w:r w:rsidRPr="00BB78C2">
        <w:rPr>
          <w:szCs w:val="18"/>
        </w:rPr>
        <w:t>;</w:t>
      </w:r>
      <w:proofErr w:type="gramEnd"/>
      <w:r w:rsidRPr="00BB78C2">
        <w:rPr>
          <w:szCs w:val="18"/>
        </w:rPr>
        <w:t xml:space="preserve"> http://cs.stanford.edu/people/eroberts/cs181/projects/2006-07/latin-america/uruguayIntro.html</w:t>
      </w:r>
      <w:r>
        <w:rPr>
          <w:szCs w:val="18"/>
        </w:rPr>
        <w:t>.</w:t>
      </w:r>
    </w:p>
  </w:footnote>
  <w:footnote w:id="17">
    <w:p w14:paraId="354207C4" w14:textId="6C733F10" w:rsidR="00BA409F" w:rsidRPr="00BB78C2" w:rsidRDefault="00BA409F" w:rsidP="00366966">
      <w:pPr>
        <w:pStyle w:val="FootnoteText"/>
        <w:rPr>
          <w:szCs w:val="18"/>
          <w:lang w:val="en-US"/>
        </w:rPr>
      </w:pPr>
      <w:r w:rsidRPr="00BB78C2">
        <w:rPr>
          <w:szCs w:val="18"/>
        </w:rPr>
        <w:tab/>
      </w:r>
      <w:r w:rsidRPr="00BB78C2">
        <w:rPr>
          <w:rStyle w:val="FootnoteReference"/>
          <w:szCs w:val="18"/>
        </w:rPr>
        <w:footnoteRef/>
      </w:r>
      <w:r>
        <w:rPr>
          <w:szCs w:val="18"/>
        </w:rPr>
        <w:tab/>
      </w:r>
      <w:r w:rsidRPr="00BB78C2">
        <w:rPr>
          <w:szCs w:val="18"/>
        </w:rPr>
        <w:t xml:space="preserve">Google, for example, will provide access to wireless service through its Google </w:t>
      </w:r>
      <w:proofErr w:type="spellStart"/>
      <w:r w:rsidRPr="00BB78C2">
        <w:rPr>
          <w:szCs w:val="18"/>
        </w:rPr>
        <w:t>Fiber</w:t>
      </w:r>
      <w:proofErr w:type="spellEnd"/>
      <w:r w:rsidRPr="00BB78C2">
        <w:rPr>
          <w:szCs w:val="18"/>
        </w:rPr>
        <w:t xml:space="preserve"> service, in addition to its search, </w:t>
      </w:r>
      <w:proofErr w:type="gramStart"/>
      <w:r w:rsidRPr="00BB78C2">
        <w:rPr>
          <w:szCs w:val="18"/>
        </w:rPr>
        <w:t>content</w:t>
      </w:r>
      <w:r>
        <w:rPr>
          <w:szCs w:val="18"/>
        </w:rPr>
        <w:t>-</w:t>
      </w:r>
      <w:r w:rsidRPr="00BB78C2">
        <w:rPr>
          <w:szCs w:val="18"/>
        </w:rPr>
        <w:t>hosting</w:t>
      </w:r>
      <w:proofErr w:type="gramEnd"/>
      <w:r w:rsidRPr="00BB78C2">
        <w:rPr>
          <w:szCs w:val="18"/>
        </w:rPr>
        <w:t xml:space="preserve"> and social networking functions, among others. </w:t>
      </w:r>
      <w:r>
        <w:rPr>
          <w:szCs w:val="18"/>
        </w:rPr>
        <w:t xml:space="preserve">See </w:t>
      </w:r>
      <w:r w:rsidRPr="00BB78C2">
        <w:rPr>
          <w:szCs w:val="18"/>
        </w:rPr>
        <w:t>https://fiber.google.com/about/</w:t>
      </w:r>
      <w:r>
        <w:rPr>
          <w:szCs w:val="18"/>
        </w:rPr>
        <w:t>.</w:t>
      </w:r>
    </w:p>
  </w:footnote>
  <w:footnote w:id="18">
    <w:p w14:paraId="4130BF19" w14:textId="77777777" w:rsidR="00BA409F" w:rsidRPr="00BB78C2" w:rsidRDefault="00BA409F" w:rsidP="00820215">
      <w:pPr>
        <w:pStyle w:val="FootnoteText"/>
        <w:rPr>
          <w:szCs w:val="18"/>
        </w:rPr>
      </w:pPr>
      <w:r w:rsidRPr="00BB78C2">
        <w:rPr>
          <w:rStyle w:val="PageNumber"/>
          <w:szCs w:val="18"/>
        </w:rPr>
        <w:tab/>
      </w:r>
      <w:r w:rsidRPr="00BB78C2">
        <w:rPr>
          <w:rStyle w:val="FootnoteReference"/>
          <w:szCs w:val="18"/>
        </w:rPr>
        <w:footnoteRef/>
      </w:r>
      <w:r w:rsidRPr="00BB78C2">
        <w:rPr>
          <w:rStyle w:val="PageNumber"/>
          <w:szCs w:val="18"/>
        </w:rPr>
        <w:t xml:space="preserve"> </w:t>
      </w:r>
      <w:r w:rsidRPr="00BB78C2">
        <w:rPr>
          <w:rStyle w:val="PageNumber"/>
          <w:szCs w:val="18"/>
        </w:rPr>
        <w:tab/>
      </w:r>
      <w:r w:rsidRPr="008B51E1">
        <w:rPr>
          <w:rStyle w:val="PageNumber"/>
          <w:b w:val="0"/>
          <w:szCs w:val="18"/>
        </w:rPr>
        <w:t>See</w:t>
      </w:r>
      <w:r>
        <w:rPr>
          <w:rStyle w:val="PageNumber"/>
          <w:szCs w:val="18"/>
        </w:rPr>
        <w:t xml:space="preserve"> </w:t>
      </w:r>
      <w:r>
        <w:rPr>
          <w:rStyle w:val="PageNumber"/>
          <w:b w:val="0"/>
          <w:szCs w:val="18"/>
        </w:rPr>
        <w:t xml:space="preserve">Intersessional Panel of the </w:t>
      </w:r>
      <w:r w:rsidRPr="00BB78C2">
        <w:rPr>
          <w:szCs w:val="18"/>
        </w:rPr>
        <w:t xml:space="preserve">Commission on Science and Technology for Development, </w:t>
      </w:r>
      <w:r>
        <w:rPr>
          <w:szCs w:val="18"/>
        </w:rPr>
        <w:t>“</w:t>
      </w:r>
      <w:hyperlink r:id="rId5" w:history="1">
        <w:r w:rsidRPr="00BB78C2">
          <w:rPr>
            <w:szCs w:val="18"/>
          </w:rPr>
          <w:t>The mapping of international Internet public policy issues</w:t>
        </w:r>
      </w:hyperlink>
      <w:r>
        <w:rPr>
          <w:szCs w:val="18"/>
        </w:rPr>
        <w:t>”</w:t>
      </w:r>
      <w:r w:rsidRPr="00BB78C2">
        <w:rPr>
          <w:szCs w:val="18"/>
        </w:rPr>
        <w:t xml:space="preserve"> (November 2014)</w:t>
      </w:r>
      <w:r>
        <w:rPr>
          <w:szCs w:val="18"/>
        </w:rPr>
        <w:t>.</w:t>
      </w:r>
    </w:p>
  </w:footnote>
  <w:footnote w:id="19">
    <w:p w14:paraId="061FF435" w14:textId="769CD989" w:rsidR="00BA409F" w:rsidRPr="00BB78C2" w:rsidRDefault="00BA409F" w:rsidP="00886999">
      <w:pPr>
        <w:pStyle w:val="FootnoteText"/>
        <w:rPr>
          <w:szCs w:val="18"/>
        </w:rPr>
      </w:pPr>
      <w:r w:rsidRPr="00BB78C2">
        <w:rPr>
          <w:rStyle w:val="PageNumber"/>
          <w:szCs w:val="18"/>
        </w:rPr>
        <w:tab/>
      </w:r>
      <w:r w:rsidRPr="00BB78C2">
        <w:rPr>
          <w:rStyle w:val="FootnoteReference"/>
          <w:szCs w:val="18"/>
        </w:rPr>
        <w:footnoteRef/>
      </w:r>
      <w:r w:rsidRPr="00BB78C2">
        <w:rPr>
          <w:rStyle w:val="PageNumber"/>
          <w:szCs w:val="18"/>
        </w:rPr>
        <w:tab/>
      </w:r>
      <w:r>
        <w:rPr>
          <w:szCs w:val="18"/>
        </w:rPr>
        <w:t xml:space="preserve">To be sure, a few organizations have dedicated resources to incorporating human rights perspectives in technical discussions. </w:t>
      </w:r>
      <w:hyperlink r:id="rId6" w:history="1">
        <w:r w:rsidR="00095F4A" w:rsidRPr="006D06AC">
          <w:rPr>
            <w:rStyle w:val="Hyperlink"/>
            <w:rFonts w:eastAsia="Arial Unicode MS"/>
          </w:rPr>
          <w:t>I</w:t>
        </w:r>
        <w:r w:rsidR="00095F4A">
          <w:rPr>
            <w:rStyle w:val="Hyperlink"/>
            <w:rFonts w:eastAsia="Arial Unicode MS"/>
          </w:rPr>
          <w:t>CANN</w:t>
        </w:r>
      </w:hyperlink>
      <w:r>
        <w:rPr>
          <w:szCs w:val="18"/>
        </w:rPr>
        <w:t>, for example, has established a c</w:t>
      </w:r>
      <w:r w:rsidRPr="002A1FF7">
        <w:rPr>
          <w:szCs w:val="18"/>
        </w:rPr>
        <w:t xml:space="preserve">ross </w:t>
      </w:r>
      <w:r>
        <w:rPr>
          <w:szCs w:val="18"/>
        </w:rPr>
        <w:t>c</w:t>
      </w:r>
      <w:r w:rsidRPr="002A1FF7">
        <w:rPr>
          <w:szCs w:val="18"/>
        </w:rPr>
        <w:t xml:space="preserve">ommunity </w:t>
      </w:r>
      <w:r>
        <w:rPr>
          <w:szCs w:val="18"/>
        </w:rPr>
        <w:t>w</w:t>
      </w:r>
      <w:r w:rsidRPr="002A1FF7">
        <w:rPr>
          <w:szCs w:val="18"/>
        </w:rPr>
        <w:t xml:space="preserve">orking </w:t>
      </w:r>
      <w:r>
        <w:rPr>
          <w:szCs w:val="18"/>
        </w:rPr>
        <w:t>p</w:t>
      </w:r>
      <w:r w:rsidRPr="002A1FF7">
        <w:rPr>
          <w:szCs w:val="18"/>
        </w:rPr>
        <w:t xml:space="preserve">arty on </w:t>
      </w:r>
      <w:r>
        <w:rPr>
          <w:szCs w:val="18"/>
        </w:rPr>
        <w:t>its</w:t>
      </w:r>
      <w:r w:rsidRPr="002A1FF7">
        <w:rPr>
          <w:szCs w:val="18"/>
        </w:rPr>
        <w:t xml:space="preserve"> </w:t>
      </w:r>
      <w:r>
        <w:rPr>
          <w:szCs w:val="18"/>
        </w:rPr>
        <w:t>c</w:t>
      </w:r>
      <w:r w:rsidRPr="002A1FF7">
        <w:rPr>
          <w:szCs w:val="18"/>
        </w:rPr>
        <w:t xml:space="preserve">orporate and </w:t>
      </w:r>
      <w:r>
        <w:rPr>
          <w:szCs w:val="18"/>
        </w:rPr>
        <w:t>s</w:t>
      </w:r>
      <w:r w:rsidRPr="002A1FF7">
        <w:rPr>
          <w:szCs w:val="18"/>
        </w:rPr>
        <w:t xml:space="preserve">ocial </w:t>
      </w:r>
      <w:r>
        <w:rPr>
          <w:szCs w:val="18"/>
        </w:rPr>
        <w:t>r</w:t>
      </w:r>
      <w:r w:rsidRPr="002A1FF7">
        <w:rPr>
          <w:szCs w:val="18"/>
        </w:rPr>
        <w:t xml:space="preserve">esponsibility to </w:t>
      </w:r>
      <w:r>
        <w:rPr>
          <w:szCs w:val="18"/>
        </w:rPr>
        <w:t>r</w:t>
      </w:r>
      <w:r w:rsidRPr="002A1FF7">
        <w:rPr>
          <w:szCs w:val="18"/>
        </w:rPr>
        <w:t xml:space="preserve">espect </w:t>
      </w:r>
      <w:r>
        <w:rPr>
          <w:szCs w:val="18"/>
        </w:rPr>
        <w:t>h</w:t>
      </w:r>
      <w:r w:rsidRPr="002A1FF7">
        <w:rPr>
          <w:szCs w:val="18"/>
        </w:rPr>
        <w:t xml:space="preserve">uman </w:t>
      </w:r>
      <w:r>
        <w:rPr>
          <w:szCs w:val="18"/>
        </w:rPr>
        <w:t>r</w:t>
      </w:r>
      <w:r w:rsidRPr="002A1FF7">
        <w:rPr>
          <w:szCs w:val="18"/>
        </w:rPr>
        <w:t>ights</w:t>
      </w:r>
      <w:r>
        <w:rPr>
          <w:szCs w:val="18"/>
        </w:rPr>
        <w:t>, which</w:t>
      </w:r>
      <w:r w:rsidRPr="002A1FF7">
        <w:rPr>
          <w:szCs w:val="18"/>
        </w:rPr>
        <w:t xml:space="preserve"> seeks to map and understand the issues and potential solutions relat</w:t>
      </w:r>
      <w:r>
        <w:rPr>
          <w:szCs w:val="18"/>
        </w:rPr>
        <w:t>ing</w:t>
      </w:r>
      <w:r w:rsidRPr="002A1FF7">
        <w:rPr>
          <w:szCs w:val="18"/>
        </w:rPr>
        <w:t xml:space="preserve"> to corporate and social responsibilities of </w:t>
      </w:r>
      <w:r w:rsidR="00095F4A">
        <w:rPr>
          <w:szCs w:val="18"/>
        </w:rPr>
        <w:t>ICANN</w:t>
      </w:r>
      <w:r>
        <w:rPr>
          <w:szCs w:val="18"/>
        </w:rPr>
        <w:t xml:space="preserve"> from </w:t>
      </w:r>
      <w:hyperlink r:id="rId7" w:history="1">
        <w:r w:rsidRPr="00BB78C2">
          <w:rPr>
            <w:szCs w:val="18"/>
          </w:rPr>
          <w:t>https://community.icann.org/display/gnsononcomstake/CCWP+on+ICANN's+Corporate+and+Social+Responsibility+to+Respect+Human+Rights</w:t>
        </w:r>
      </w:hyperlink>
      <w:r w:rsidRPr="00BB78C2">
        <w:rPr>
          <w:szCs w:val="18"/>
        </w:rPr>
        <w:t xml:space="preserve">. </w:t>
      </w:r>
      <w:r>
        <w:rPr>
          <w:rStyle w:val="PageNumber"/>
          <w:b w:val="0"/>
          <w:szCs w:val="18"/>
        </w:rPr>
        <w:t xml:space="preserve">A few non-governmental organizations have also made human rights-oriented contributions to technical discussions. </w:t>
      </w:r>
      <w:r w:rsidRPr="00DF1574">
        <w:rPr>
          <w:rStyle w:val="PageNumber"/>
          <w:b w:val="0"/>
          <w:szCs w:val="18"/>
        </w:rPr>
        <w:t>See</w:t>
      </w:r>
      <w:r>
        <w:rPr>
          <w:rStyle w:val="PageNumber"/>
          <w:b w:val="0"/>
          <w:szCs w:val="18"/>
        </w:rPr>
        <w:t>, for example,</w:t>
      </w:r>
      <w:r>
        <w:rPr>
          <w:rStyle w:val="PageNumber"/>
          <w:b w:val="0"/>
          <w:i/>
          <w:szCs w:val="18"/>
        </w:rPr>
        <w:t xml:space="preserve"> </w:t>
      </w:r>
      <w:proofErr w:type="spellStart"/>
      <w:r>
        <w:rPr>
          <w:rStyle w:val="PageNumber"/>
          <w:b w:val="0"/>
          <w:szCs w:val="18"/>
        </w:rPr>
        <w:t>Neils</w:t>
      </w:r>
      <w:proofErr w:type="spellEnd"/>
      <w:r>
        <w:rPr>
          <w:rStyle w:val="PageNumber"/>
          <w:b w:val="0"/>
          <w:szCs w:val="18"/>
        </w:rPr>
        <w:t xml:space="preserve"> ten </w:t>
      </w:r>
      <w:proofErr w:type="spellStart"/>
      <w:r>
        <w:rPr>
          <w:rStyle w:val="PageNumber"/>
          <w:b w:val="0"/>
          <w:szCs w:val="18"/>
        </w:rPr>
        <w:t>Oever</w:t>
      </w:r>
      <w:proofErr w:type="spellEnd"/>
      <w:r>
        <w:rPr>
          <w:rStyle w:val="PageNumber"/>
          <w:b w:val="0"/>
          <w:szCs w:val="18"/>
        </w:rPr>
        <w:t>, “</w:t>
      </w:r>
      <w:r w:rsidRPr="00B8610F">
        <w:rPr>
          <w:rStyle w:val="PageNumber"/>
          <w:b w:val="0"/>
          <w:szCs w:val="18"/>
        </w:rPr>
        <w:t xml:space="preserve">Research into </w:t>
      </w:r>
      <w:r>
        <w:rPr>
          <w:rStyle w:val="PageNumber"/>
          <w:b w:val="0"/>
          <w:szCs w:val="18"/>
        </w:rPr>
        <w:t>h</w:t>
      </w:r>
      <w:r w:rsidRPr="00B8610F">
        <w:rPr>
          <w:rStyle w:val="PageNumber"/>
          <w:b w:val="0"/>
          <w:szCs w:val="18"/>
        </w:rPr>
        <w:t xml:space="preserve">uman </w:t>
      </w:r>
      <w:r>
        <w:rPr>
          <w:rStyle w:val="PageNumber"/>
          <w:b w:val="0"/>
          <w:szCs w:val="18"/>
        </w:rPr>
        <w:t>r</w:t>
      </w:r>
      <w:r w:rsidRPr="00B8610F">
        <w:rPr>
          <w:rStyle w:val="PageNumber"/>
          <w:b w:val="0"/>
          <w:szCs w:val="18"/>
        </w:rPr>
        <w:t xml:space="preserve">ights </w:t>
      </w:r>
      <w:r>
        <w:rPr>
          <w:rStyle w:val="PageNumber"/>
          <w:b w:val="0"/>
          <w:szCs w:val="18"/>
        </w:rPr>
        <w:t>p</w:t>
      </w:r>
      <w:r w:rsidRPr="00B8610F">
        <w:rPr>
          <w:rStyle w:val="PageNumber"/>
          <w:b w:val="0"/>
          <w:szCs w:val="18"/>
        </w:rPr>
        <w:t xml:space="preserve">rotocol </w:t>
      </w:r>
      <w:r>
        <w:rPr>
          <w:rStyle w:val="PageNumber"/>
          <w:b w:val="0"/>
          <w:szCs w:val="18"/>
        </w:rPr>
        <w:t>c</w:t>
      </w:r>
      <w:r w:rsidRPr="00B8610F">
        <w:rPr>
          <w:rStyle w:val="PageNumber"/>
          <w:b w:val="0"/>
          <w:szCs w:val="18"/>
        </w:rPr>
        <w:t>onsiderations</w:t>
      </w:r>
      <w:r>
        <w:rPr>
          <w:rStyle w:val="PageNumber"/>
          <w:b w:val="0"/>
          <w:szCs w:val="18"/>
        </w:rPr>
        <w:t>”,</w:t>
      </w:r>
      <w:r>
        <w:rPr>
          <w:rStyle w:val="PageNumber"/>
          <w:b w:val="0"/>
          <w:i/>
          <w:szCs w:val="18"/>
        </w:rPr>
        <w:t xml:space="preserve"> </w:t>
      </w:r>
      <w:r>
        <w:rPr>
          <w:rStyle w:val="PageNumber"/>
          <w:b w:val="0"/>
          <w:szCs w:val="18"/>
        </w:rPr>
        <w:t xml:space="preserve">available from </w:t>
      </w:r>
      <w:hyperlink r:id="rId8" w:history="1">
        <w:r w:rsidRPr="00BB78C2">
          <w:rPr>
            <w:szCs w:val="18"/>
          </w:rPr>
          <w:t>https://datatracker.ietf.org/doc/draft-tenoever-hrpc-research/</w:t>
        </w:r>
      </w:hyperlink>
      <w:r>
        <w:rPr>
          <w:szCs w:val="18"/>
        </w:rPr>
        <w:t>.</w:t>
      </w:r>
      <w:r>
        <w:rPr>
          <w:rStyle w:val="PageNumber"/>
          <w:b w:val="0"/>
          <w:szCs w:val="18"/>
        </w:rPr>
        <w:t xml:space="preserve"> </w:t>
      </w:r>
    </w:p>
  </w:footnote>
  <w:footnote w:id="20">
    <w:p w14:paraId="12E84BBB" w14:textId="4F9A3DB7" w:rsidR="00BA409F" w:rsidRPr="00BB78C2" w:rsidRDefault="00BA409F" w:rsidP="00820215">
      <w:pPr>
        <w:pStyle w:val="FootnoteText"/>
        <w:rPr>
          <w:szCs w:val="18"/>
        </w:rPr>
      </w:pPr>
      <w:r w:rsidRPr="00BB78C2">
        <w:rPr>
          <w:rStyle w:val="PageNumber"/>
          <w:szCs w:val="18"/>
        </w:rPr>
        <w:tab/>
      </w:r>
      <w:r w:rsidRPr="00BB78C2">
        <w:rPr>
          <w:rStyle w:val="FootnoteReference"/>
          <w:szCs w:val="18"/>
        </w:rPr>
        <w:footnoteRef/>
      </w:r>
      <w:r w:rsidRPr="00BB78C2">
        <w:rPr>
          <w:rStyle w:val="PageNumber"/>
          <w:szCs w:val="18"/>
        </w:rPr>
        <w:tab/>
      </w:r>
      <w:r w:rsidRPr="00BB78C2">
        <w:rPr>
          <w:szCs w:val="18"/>
        </w:rPr>
        <w:t xml:space="preserve">See, </w:t>
      </w:r>
      <w:r>
        <w:rPr>
          <w:szCs w:val="18"/>
        </w:rPr>
        <w:t xml:space="preserve">for example </w:t>
      </w:r>
      <w:r w:rsidRPr="00BB78C2">
        <w:rPr>
          <w:szCs w:val="18"/>
        </w:rPr>
        <w:t xml:space="preserve">, </w:t>
      </w:r>
      <w:r>
        <w:rPr>
          <w:szCs w:val="18"/>
        </w:rPr>
        <w:t xml:space="preserve">European Commission, </w:t>
      </w:r>
      <w:hyperlink r:id="rId9" w:history="1">
        <w:r w:rsidRPr="00DF1574">
          <w:rPr>
            <w:i/>
            <w:szCs w:val="18"/>
          </w:rPr>
          <w:t>ICT Sector Guide</w:t>
        </w:r>
      </w:hyperlink>
      <w:r>
        <w:rPr>
          <w:i/>
          <w:szCs w:val="18"/>
        </w:rPr>
        <w:t xml:space="preserve"> </w:t>
      </w:r>
      <w:r w:rsidRPr="00DF1574">
        <w:rPr>
          <w:szCs w:val="18"/>
        </w:rPr>
        <w:t>(para. 14 above)</w:t>
      </w:r>
      <w:r w:rsidRPr="00BB78C2">
        <w:rPr>
          <w:szCs w:val="18"/>
        </w:rPr>
        <w:t xml:space="preserve">; </w:t>
      </w:r>
      <w:r>
        <w:rPr>
          <w:szCs w:val="18"/>
        </w:rPr>
        <w:t xml:space="preserve">and </w:t>
      </w:r>
      <w:r w:rsidRPr="006A14C1">
        <w:rPr>
          <w:szCs w:val="18"/>
        </w:rPr>
        <w:t xml:space="preserve">Inter-American Commission on Human Rights, Office of the Special Rapporteur </w:t>
      </w:r>
      <w:r>
        <w:rPr>
          <w:szCs w:val="18"/>
        </w:rPr>
        <w:t>for</w:t>
      </w:r>
      <w:r w:rsidRPr="006A14C1">
        <w:rPr>
          <w:szCs w:val="18"/>
        </w:rPr>
        <w:t xml:space="preserve"> </w:t>
      </w:r>
      <w:r>
        <w:rPr>
          <w:szCs w:val="18"/>
        </w:rPr>
        <w:t>F</w:t>
      </w:r>
      <w:r w:rsidRPr="006A14C1">
        <w:rPr>
          <w:szCs w:val="18"/>
        </w:rPr>
        <w:t xml:space="preserve">reedom of </w:t>
      </w:r>
      <w:r>
        <w:rPr>
          <w:szCs w:val="18"/>
        </w:rPr>
        <w:t>E</w:t>
      </w:r>
      <w:r w:rsidRPr="006A14C1">
        <w:rPr>
          <w:szCs w:val="18"/>
        </w:rPr>
        <w:t xml:space="preserve">xpression, </w:t>
      </w:r>
      <w:hyperlink r:id="rId10" w:history="1">
        <w:r w:rsidRPr="00DF1574">
          <w:rPr>
            <w:i/>
            <w:szCs w:val="18"/>
          </w:rPr>
          <w:t>Freedom of Expression and the Internet</w:t>
        </w:r>
      </w:hyperlink>
      <w:r w:rsidRPr="006A14C1">
        <w:rPr>
          <w:szCs w:val="18"/>
        </w:rPr>
        <w:t xml:space="preserve"> (2013).</w:t>
      </w:r>
      <w:r w:rsidRPr="00BB78C2">
        <w:rPr>
          <w:rStyle w:val="PageNumber"/>
          <w:szCs w:val="18"/>
        </w:rPr>
        <w:t xml:space="preserve"> </w:t>
      </w:r>
    </w:p>
  </w:footnote>
  <w:footnote w:id="21">
    <w:p w14:paraId="74ADFA6E" w14:textId="54E292BA" w:rsidR="00BA409F" w:rsidRPr="00E30607" w:rsidRDefault="00BA409F">
      <w:pPr>
        <w:pStyle w:val="FootnoteText"/>
        <w:rPr>
          <w:lang w:val="en-US"/>
        </w:rPr>
      </w:pPr>
      <w:r>
        <w:tab/>
      </w:r>
      <w:r>
        <w:rPr>
          <w:rStyle w:val="FootnoteReference"/>
        </w:rPr>
        <w:footnoteRef/>
      </w:r>
      <w:r>
        <w:tab/>
      </w:r>
      <w:proofErr w:type="gramStart"/>
      <w:r w:rsidRPr="00BB78C2">
        <w:rPr>
          <w:szCs w:val="18"/>
        </w:rPr>
        <w:t xml:space="preserve">MacKinnon </w:t>
      </w:r>
      <w:r>
        <w:rPr>
          <w:szCs w:val="18"/>
        </w:rPr>
        <w:t xml:space="preserve">and others, </w:t>
      </w:r>
      <w:r w:rsidRPr="00DF1574">
        <w:rPr>
          <w:i/>
          <w:szCs w:val="18"/>
        </w:rPr>
        <w:t>Fostering Freedom Online</w:t>
      </w:r>
      <w:r>
        <w:rPr>
          <w:szCs w:val="18"/>
        </w:rPr>
        <w:t>,</w:t>
      </w:r>
      <w:r w:rsidRPr="00BB78C2">
        <w:rPr>
          <w:szCs w:val="18"/>
        </w:rPr>
        <w:t xml:space="preserve"> </w:t>
      </w:r>
      <w:r>
        <w:rPr>
          <w:szCs w:val="18"/>
        </w:rPr>
        <w:t>p.</w:t>
      </w:r>
      <w:r w:rsidRPr="00BB78C2">
        <w:rPr>
          <w:szCs w:val="18"/>
        </w:rPr>
        <w:t xml:space="preserve"> 19; K. </w:t>
      </w:r>
      <w:proofErr w:type="spellStart"/>
      <w:r w:rsidRPr="00BB78C2">
        <w:rPr>
          <w:szCs w:val="18"/>
        </w:rPr>
        <w:t>Perset</w:t>
      </w:r>
      <w:proofErr w:type="spellEnd"/>
      <w:r w:rsidRPr="00BB78C2">
        <w:rPr>
          <w:szCs w:val="18"/>
        </w:rPr>
        <w:t xml:space="preserve">, </w:t>
      </w:r>
      <w:hyperlink r:id="rId11" w:history="1">
        <w:r w:rsidRPr="00DF1574">
          <w:rPr>
            <w:i/>
            <w:szCs w:val="18"/>
          </w:rPr>
          <w:t>The Economic and Social Role of Internet Intermediaries</w:t>
        </w:r>
      </w:hyperlink>
      <w:r w:rsidRPr="00BB78C2">
        <w:rPr>
          <w:szCs w:val="18"/>
        </w:rPr>
        <w:t xml:space="preserve"> (OECD</w:t>
      </w:r>
      <w:r>
        <w:rPr>
          <w:szCs w:val="18"/>
        </w:rPr>
        <w:t>,</w:t>
      </w:r>
      <w:r w:rsidRPr="00BB78C2">
        <w:rPr>
          <w:szCs w:val="18"/>
        </w:rPr>
        <w:t xml:space="preserve"> 2010).</w:t>
      </w:r>
      <w:proofErr w:type="gramEnd"/>
    </w:p>
  </w:footnote>
  <w:footnote w:id="22">
    <w:p w14:paraId="516D4253" w14:textId="50CA9593" w:rsidR="00BA409F" w:rsidRPr="00BB78C2" w:rsidRDefault="00BA409F" w:rsidP="00820215">
      <w:pPr>
        <w:pStyle w:val="FootnoteText"/>
        <w:rPr>
          <w:szCs w:val="18"/>
        </w:rPr>
      </w:pPr>
      <w:r w:rsidRPr="00BB78C2">
        <w:rPr>
          <w:szCs w:val="18"/>
        </w:rPr>
        <w:tab/>
      </w:r>
      <w:r w:rsidRPr="00BB78C2">
        <w:rPr>
          <w:rStyle w:val="FootnoteReference"/>
          <w:szCs w:val="18"/>
        </w:rPr>
        <w:footnoteRef/>
      </w:r>
      <w:r w:rsidRPr="00BB78C2">
        <w:rPr>
          <w:szCs w:val="18"/>
        </w:rPr>
        <w:tab/>
        <w:t xml:space="preserve">See </w:t>
      </w:r>
      <w:hyperlink r:id="rId12" w:history="1">
        <w:r w:rsidRPr="00BB78C2">
          <w:rPr>
            <w:szCs w:val="18"/>
          </w:rPr>
          <w:t>Vodafone Group Plc</w:t>
        </w:r>
        <w:r>
          <w:rPr>
            <w:szCs w:val="18"/>
          </w:rPr>
          <w:t>,</w:t>
        </w:r>
        <w:r w:rsidRPr="00BB78C2">
          <w:rPr>
            <w:szCs w:val="18"/>
          </w:rPr>
          <w:t xml:space="preserve"> </w:t>
        </w:r>
        <w:r>
          <w:rPr>
            <w:szCs w:val="18"/>
          </w:rPr>
          <w:t>“</w:t>
        </w:r>
        <w:r w:rsidRPr="00BB78C2">
          <w:rPr>
            <w:szCs w:val="18"/>
          </w:rPr>
          <w:t xml:space="preserve">Response on </w:t>
        </w:r>
        <w:r>
          <w:rPr>
            <w:szCs w:val="18"/>
          </w:rPr>
          <w:t>i</w:t>
        </w:r>
        <w:r w:rsidRPr="00BB78C2">
          <w:rPr>
            <w:szCs w:val="18"/>
          </w:rPr>
          <w:t xml:space="preserve">ssues </w:t>
        </w:r>
        <w:r>
          <w:rPr>
            <w:szCs w:val="18"/>
          </w:rPr>
          <w:t>r</w:t>
        </w:r>
        <w:r w:rsidRPr="00BB78C2">
          <w:rPr>
            <w:szCs w:val="18"/>
          </w:rPr>
          <w:t xml:space="preserve">elating to </w:t>
        </w:r>
        <w:r>
          <w:rPr>
            <w:szCs w:val="18"/>
          </w:rPr>
          <w:t>m</w:t>
        </w:r>
        <w:r w:rsidRPr="00BB78C2">
          <w:rPr>
            <w:szCs w:val="18"/>
          </w:rPr>
          <w:t xml:space="preserve">obile </w:t>
        </w:r>
        <w:r>
          <w:rPr>
            <w:szCs w:val="18"/>
          </w:rPr>
          <w:t>n</w:t>
        </w:r>
        <w:r w:rsidRPr="00BB78C2">
          <w:rPr>
            <w:szCs w:val="18"/>
          </w:rPr>
          <w:t xml:space="preserve">etwork </w:t>
        </w:r>
        <w:r>
          <w:rPr>
            <w:szCs w:val="18"/>
          </w:rPr>
          <w:t>o</w:t>
        </w:r>
        <w:r w:rsidRPr="00BB78C2">
          <w:rPr>
            <w:szCs w:val="18"/>
          </w:rPr>
          <w:t>perations in Egypt</w:t>
        </w:r>
      </w:hyperlink>
      <w:r>
        <w:rPr>
          <w:szCs w:val="18"/>
        </w:rPr>
        <w:t>”</w:t>
      </w:r>
      <w:r w:rsidRPr="00BB78C2">
        <w:rPr>
          <w:szCs w:val="18"/>
        </w:rPr>
        <w:t xml:space="preserve"> (2011).</w:t>
      </w:r>
    </w:p>
  </w:footnote>
  <w:footnote w:id="23">
    <w:p w14:paraId="67964770" w14:textId="31C074F1" w:rsidR="00BA409F" w:rsidRPr="00BB78C2" w:rsidRDefault="00BA409F" w:rsidP="00820215">
      <w:pPr>
        <w:pStyle w:val="FootnoteText"/>
        <w:rPr>
          <w:szCs w:val="18"/>
        </w:rPr>
      </w:pPr>
      <w:r w:rsidRPr="00BB78C2">
        <w:rPr>
          <w:szCs w:val="18"/>
        </w:rPr>
        <w:tab/>
      </w:r>
      <w:r w:rsidRPr="00BB78C2">
        <w:rPr>
          <w:rStyle w:val="FootnoteReference"/>
          <w:szCs w:val="18"/>
        </w:rPr>
        <w:footnoteRef/>
      </w:r>
      <w:r w:rsidRPr="00BB78C2">
        <w:rPr>
          <w:szCs w:val="18"/>
        </w:rPr>
        <w:tab/>
        <w:t xml:space="preserve">India, for example, prohibits service providers from offering or charging discriminatory tariffs for data services </w:t>
      </w:r>
      <w:proofErr w:type="gramStart"/>
      <w:r w:rsidRPr="00BB78C2">
        <w:rPr>
          <w:szCs w:val="18"/>
        </w:rPr>
        <w:t>on the basis of</w:t>
      </w:r>
      <w:proofErr w:type="gramEnd"/>
      <w:r w:rsidRPr="00BB78C2">
        <w:rPr>
          <w:szCs w:val="18"/>
        </w:rPr>
        <w:t xml:space="preserve"> content </w:t>
      </w:r>
      <w:r>
        <w:rPr>
          <w:szCs w:val="18"/>
        </w:rPr>
        <w:t>(</w:t>
      </w:r>
      <w:hyperlink r:id="rId13" w:history="1">
        <w:r w:rsidRPr="00BB78C2">
          <w:rPr>
            <w:szCs w:val="18"/>
          </w:rPr>
          <w:t>Prohibition of Discriminatory Tariffs for Data Services Regulations</w:t>
        </w:r>
      </w:hyperlink>
      <w:r>
        <w:rPr>
          <w:szCs w:val="18"/>
        </w:rPr>
        <w:t>,</w:t>
      </w:r>
      <w:r w:rsidRPr="00BB78C2">
        <w:rPr>
          <w:szCs w:val="18"/>
        </w:rPr>
        <w:t xml:space="preserve"> 2016). </w:t>
      </w:r>
    </w:p>
  </w:footnote>
  <w:footnote w:id="24">
    <w:p w14:paraId="0B3F7300" w14:textId="31EEC624" w:rsidR="00BA409F" w:rsidRPr="00BB78C2" w:rsidRDefault="00BA409F" w:rsidP="00820215">
      <w:pPr>
        <w:pStyle w:val="FootnoteText"/>
        <w:rPr>
          <w:szCs w:val="18"/>
        </w:rPr>
      </w:pPr>
      <w:r w:rsidRPr="00BB78C2">
        <w:rPr>
          <w:szCs w:val="18"/>
        </w:rPr>
        <w:tab/>
      </w:r>
      <w:r w:rsidRPr="00BB78C2">
        <w:rPr>
          <w:rStyle w:val="FootnoteReference"/>
          <w:szCs w:val="18"/>
        </w:rPr>
        <w:footnoteRef/>
      </w:r>
      <w:r w:rsidRPr="00BB78C2">
        <w:rPr>
          <w:szCs w:val="18"/>
        </w:rPr>
        <w:tab/>
      </w:r>
      <w:hyperlink r:id="rId14" w:history="1">
        <w:r w:rsidRPr="00BB78C2">
          <w:rPr>
            <w:szCs w:val="18"/>
          </w:rPr>
          <w:t>China</w:t>
        </w:r>
        <w:r>
          <w:rPr>
            <w:szCs w:val="18"/>
          </w:rPr>
          <w:t>,</w:t>
        </w:r>
        <w:r w:rsidRPr="00BB78C2">
          <w:rPr>
            <w:szCs w:val="18"/>
          </w:rPr>
          <w:t xml:space="preserve"> Cybersecurity Law</w:t>
        </w:r>
      </w:hyperlink>
      <w:r w:rsidRPr="00BB78C2">
        <w:rPr>
          <w:szCs w:val="18"/>
        </w:rPr>
        <w:t xml:space="preserve"> (2015)</w:t>
      </w:r>
      <w:r>
        <w:rPr>
          <w:szCs w:val="18"/>
        </w:rPr>
        <w:t xml:space="preserve">, art. 9. </w:t>
      </w:r>
      <w:r w:rsidRPr="00BB78C2">
        <w:rPr>
          <w:szCs w:val="18"/>
        </w:rPr>
        <w:t xml:space="preserve"> </w:t>
      </w:r>
    </w:p>
  </w:footnote>
  <w:footnote w:id="25">
    <w:p w14:paraId="1C2B7C47" w14:textId="25548268" w:rsidR="00BA409F" w:rsidRPr="00BB78C2" w:rsidRDefault="00BA409F" w:rsidP="00820215">
      <w:pPr>
        <w:pStyle w:val="FootnoteText"/>
        <w:rPr>
          <w:szCs w:val="18"/>
        </w:rPr>
      </w:pPr>
      <w:r w:rsidRPr="00BB78C2">
        <w:rPr>
          <w:szCs w:val="18"/>
        </w:rPr>
        <w:tab/>
      </w:r>
      <w:r w:rsidRPr="00BB78C2">
        <w:rPr>
          <w:rStyle w:val="FootnoteReference"/>
          <w:szCs w:val="18"/>
        </w:rPr>
        <w:footnoteRef/>
      </w:r>
      <w:r w:rsidRPr="00BB78C2">
        <w:rPr>
          <w:szCs w:val="18"/>
        </w:rPr>
        <w:tab/>
        <w:t xml:space="preserve">Parliament of Nigeria, </w:t>
      </w:r>
      <w:hyperlink r:id="rId15" w:history="1">
        <w:r w:rsidRPr="00BB78C2">
          <w:rPr>
            <w:szCs w:val="18"/>
          </w:rPr>
          <w:t xml:space="preserve">A </w:t>
        </w:r>
        <w:r>
          <w:rPr>
            <w:szCs w:val="18"/>
          </w:rPr>
          <w:t>b</w:t>
        </w:r>
        <w:r w:rsidRPr="00BB78C2">
          <w:rPr>
            <w:szCs w:val="18"/>
          </w:rPr>
          <w:t xml:space="preserve">ill for </w:t>
        </w:r>
        <w:r>
          <w:rPr>
            <w:szCs w:val="18"/>
          </w:rPr>
          <w:t>a</w:t>
        </w:r>
        <w:r w:rsidRPr="00BB78C2">
          <w:rPr>
            <w:szCs w:val="18"/>
          </w:rPr>
          <w:t xml:space="preserve">n </w:t>
        </w:r>
        <w:r>
          <w:rPr>
            <w:szCs w:val="18"/>
          </w:rPr>
          <w:t>a</w:t>
        </w:r>
        <w:r w:rsidRPr="00BB78C2">
          <w:rPr>
            <w:szCs w:val="18"/>
          </w:rPr>
          <w:t xml:space="preserve">ct to </w:t>
        </w:r>
        <w:r>
          <w:rPr>
            <w:szCs w:val="18"/>
          </w:rPr>
          <w:t>p</w:t>
        </w:r>
        <w:r w:rsidRPr="00BB78C2">
          <w:rPr>
            <w:szCs w:val="18"/>
          </w:rPr>
          <w:t xml:space="preserve">rohibit </w:t>
        </w:r>
        <w:r>
          <w:rPr>
            <w:szCs w:val="18"/>
          </w:rPr>
          <w:t>f</w:t>
        </w:r>
        <w:r w:rsidRPr="00BB78C2">
          <w:rPr>
            <w:szCs w:val="18"/>
          </w:rPr>
          <w:t xml:space="preserve">rivolous </w:t>
        </w:r>
        <w:r>
          <w:rPr>
            <w:szCs w:val="18"/>
          </w:rPr>
          <w:t>p</w:t>
        </w:r>
        <w:r w:rsidRPr="00BB78C2">
          <w:rPr>
            <w:szCs w:val="18"/>
          </w:rPr>
          <w:t xml:space="preserve">etitions </w:t>
        </w:r>
        <w:r>
          <w:rPr>
            <w:szCs w:val="18"/>
          </w:rPr>
          <w:t>a</w:t>
        </w:r>
        <w:r w:rsidRPr="00BB78C2">
          <w:rPr>
            <w:szCs w:val="18"/>
          </w:rPr>
          <w:t xml:space="preserve">nd </w:t>
        </w:r>
        <w:r>
          <w:rPr>
            <w:szCs w:val="18"/>
          </w:rPr>
          <w:t>o</w:t>
        </w:r>
        <w:r w:rsidRPr="00BB78C2">
          <w:rPr>
            <w:szCs w:val="18"/>
          </w:rPr>
          <w:t xml:space="preserve">ther </w:t>
        </w:r>
        <w:r>
          <w:rPr>
            <w:szCs w:val="18"/>
          </w:rPr>
          <w:t>m</w:t>
        </w:r>
        <w:r w:rsidRPr="00BB78C2">
          <w:rPr>
            <w:szCs w:val="18"/>
          </w:rPr>
          <w:t xml:space="preserve">atters </w:t>
        </w:r>
        <w:r>
          <w:rPr>
            <w:szCs w:val="18"/>
          </w:rPr>
          <w:t>c</w:t>
        </w:r>
        <w:r w:rsidRPr="00BB78C2">
          <w:rPr>
            <w:szCs w:val="18"/>
          </w:rPr>
          <w:t xml:space="preserve">onnected </w:t>
        </w:r>
        <w:r>
          <w:rPr>
            <w:szCs w:val="18"/>
          </w:rPr>
          <w:t>t</w:t>
        </w:r>
        <w:r w:rsidRPr="00BB78C2">
          <w:rPr>
            <w:szCs w:val="18"/>
          </w:rPr>
          <w:t>herewith</w:t>
        </w:r>
      </w:hyperlink>
      <w:r w:rsidRPr="00BB78C2">
        <w:rPr>
          <w:szCs w:val="18"/>
        </w:rPr>
        <w:t xml:space="preserve">, </w:t>
      </w:r>
      <w:r>
        <w:rPr>
          <w:szCs w:val="18"/>
        </w:rPr>
        <w:t>s</w:t>
      </w:r>
      <w:r w:rsidRPr="00BB78C2">
        <w:rPr>
          <w:szCs w:val="18"/>
        </w:rPr>
        <w:t>ect</w:t>
      </w:r>
      <w:r>
        <w:rPr>
          <w:szCs w:val="18"/>
        </w:rPr>
        <w:t>.</w:t>
      </w:r>
      <w:r w:rsidRPr="00BB78C2">
        <w:rPr>
          <w:szCs w:val="18"/>
        </w:rPr>
        <w:t xml:space="preserve"> 3</w:t>
      </w:r>
      <w:r>
        <w:rPr>
          <w:szCs w:val="18"/>
        </w:rPr>
        <w:t xml:space="preserve"> </w:t>
      </w:r>
      <w:r w:rsidRPr="00BB78C2">
        <w:rPr>
          <w:szCs w:val="18"/>
        </w:rPr>
        <w:t>(3).</w:t>
      </w:r>
    </w:p>
  </w:footnote>
  <w:footnote w:id="26">
    <w:p w14:paraId="4B4B68E3" w14:textId="361B9CF5" w:rsidR="00BA409F" w:rsidRPr="00BB78C2" w:rsidRDefault="00BA409F" w:rsidP="00820215">
      <w:pPr>
        <w:pStyle w:val="FootnoteText"/>
        <w:rPr>
          <w:szCs w:val="18"/>
        </w:rPr>
      </w:pPr>
      <w:r w:rsidRPr="00BB78C2">
        <w:rPr>
          <w:szCs w:val="18"/>
        </w:rPr>
        <w:tab/>
      </w:r>
      <w:r w:rsidRPr="00BB78C2">
        <w:rPr>
          <w:rStyle w:val="FootnoteReference"/>
          <w:szCs w:val="18"/>
        </w:rPr>
        <w:footnoteRef/>
      </w:r>
      <w:r w:rsidRPr="00BB78C2">
        <w:rPr>
          <w:szCs w:val="18"/>
        </w:rPr>
        <w:tab/>
        <w:t xml:space="preserve">Judgment of the European Court of Justice (Grand Chamber), </w:t>
      </w:r>
      <w:r>
        <w:rPr>
          <w:szCs w:val="18"/>
        </w:rPr>
        <w:t>c</w:t>
      </w:r>
      <w:r w:rsidRPr="00BB78C2">
        <w:rPr>
          <w:szCs w:val="18"/>
        </w:rPr>
        <w:t>ase C-131/12 (13 May 2014).</w:t>
      </w:r>
    </w:p>
  </w:footnote>
  <w:footnote w:id="27">
    <w:p w14:paraId="2703B60A" w14:textId="77777777" w:rsidR="00BA409F" w:rsidRPr="00BB78C2" w:rsidRDefault="00BA409F" w:rsidP="00820215">
      <w:pPr>
        <w:pStyle w:val="FootnoteText"/>
        <w:tabs>
          <w:tab w:val="center" w:pos="4680"/>
        </w:tabs>
        <w:rPr>
          <w:szCs w:val="18"/>
        </w:rPr>
      </w:pPr>
      <w:r w:rsidRPr="00BB78C2">
        <w:rPr>
          <w:szCs w:val="18"/>
        </w:rPr>
        <w:tab/>
      </w:r>
      <w:r w:rsidRPr="00BB78C2">
        <w:rPr>
          <w:rStyle w:val="FootnoteReference"/>
          <w:szCs w:val="18"/>
        </w:rPr>
        <w:footnoteRef/>
      </w:r>
      <w:r w:rsidRPr="00BB78C2">
        <w:rPr>
          <w:szCs w:val="18"/>
        </w:rPr>
        <w:tab/>
      </w:r>
      <w:proofErr w:type="gramStart"/>
      <w:r w:rsidRPr="00BB78C2">
        <w:rPr>
          <w:szCs w:val="18"/>
        </w:rPr>
        <w:t>Submission of Article 19.</w:t>
      </w:r>
      <w:proofErr w:type="gramEnd"/>
      <w:r w:rsidRPr="00BB78C2">
        <w:rPr>
          <w:szCs w:val="18"/>
        </w:rPr>
        <w:t xml:space="preserve">  </w:t>
      </w:r>
      <w:r w:rsidRPr="00BB78C2">
        <w:rPr>
          <w:szCs w:val="18"/>
        </w:rPr>
        <w:tab/>
      </w:r>
    </w:p>
  </w:footnote>
  <w:footnote w:id="28">
    <w:p w14:paraId="546B74D9" w14:textId="795A9525" w:rsidR="00BA409F" w:rsidRPr="00BB78C2" w:rsidRDefault="00BA409F" w:rsidP="00820215">
      <w:pPr>
        <w:pStyle w:val="FootnoteText"/>
        <w:rPr>
          <w:szCs w:val="18"/>
        </w:rPr>
      </w:pPr>
      <w:r w:rsidRPr="00BB78C2">
        <w:rPr>
          <w:szCs w:val="18"/>
        </w:rPr>
        <w:tab/>
      </w:r>
      <w:r w:rsidRPr="00BB78C2">
        <w:rPr>
          <w:rStyle w:val="FootnoteReference"/>
          <w:szCs w:val="18"/>
        </w:rPr>
        <w:footnoteRef/>
      </w:r>
      <w:r w:rsidRPr="00BB78C2">
        <w:rPr>
          <w:szCs w:val="18"/>
        </w:rPr>
        <w:tab/>
      </w:r>
      <w:proofErr w:type="gramStart"/>
      <w:r>
        <w:rPr>
          <w:szCs w:val="18"/>
        </w:rPr>
        <w:t>Para.</w:t>
      </w:r>
      <w:proofErr w:type="gramEnd"/>
      <w:r w:rsidRPr="00BB78C2">
        <w:rPr>
          <w:szCs w:val="18"/>
        </w:rPr>
        <w:t xml:space="preserve"> </w:t>
      </w:r>
      <w:proofErr w:type="gramStart"/>
      <w:r w:rsidRPr="00BB78C2">
        <w:rPr>
          <w:szCs w:val="18"/>
        </w:rPr>
        <w:t>43</w:t>
      </w:r>
      <w:proofErr w:type="gramEnd"/>
      <w:r>
        <w:rPr>
          <w:szCs w:val="18"/>
        </w:rPr>
        <w:t xml:space="preserve"> </w:t>
      </w:r>
      <w:r w:rsidRPr="00BB78C2">
        <w:rPr>
          <w:szCs w:val="18"/>
        </w:rPr>
        <w:t>(a)</w:t>
      </w:r>
      <w:r>
        <w:rPr>
          <w:szCs w:val="18"/>
        </w:rPr>
        <w:t xml:space="preserve">. </w:t>
      </w:r>
      <w:hyperlink w:history="1"/>
    </w:p>
  </w:footnote>
  <w:footnote w:id="29">
    <w:p w14:paraId="396E9328" w14:textId="459DEEAC" w:rsidR="00BA409F" w:rsidRPr="00BB78C2" w:rsidRDefault="00BA409F" w:rsidP="00820215">
      <w:pPr>
        <w:pStyle w:val="FootnoteText"/>
        <w:rPr>
          <w:szCs w:val="18"/>
        </w:rPr>
      </w:pPr>
      <w:r w:rsidRPr="00BB78C2">
        <w:rPr>
          <w:szCs w:val="18"/>
        </w:rPr>
        <w:tab/>
      </w:r>
      <w:r w:rsidRPr="00BB78C2">
        <w:rPr>
          <w:rStyle w:val="FootnoteReference"/>
          <w:szCs w:val="18"/>
        </w:rPr>
        <w:footnoteRef/>
      </w:r>
      <w:r w:rsidRPr="00BB78C2">
        <w:rPr>
          <w:szCs w:val="18"/>
        </w:rPr>
        <w:tab/>
      </w:r>
      <w:proofErr w:type="gramStart"/>
      <w:r w:rsidRPr="00BB78C2">
        <w:rPr>
          <w:szCs w:val="18"/>
        </w:rPr>
        <w:t>U</w:t>
      </w:r>
      <w:r>
        <w:rPr>
          <w:szCs w:val="18"/>
        </w:rPr>
        <w:t xml:space="preserve">nited </w:t>
      </w:r>
      <w:r w:rsidRPr="00BB78C2">
        <w:rPr>
          <w:szCs w:val="18"/>
        </w:rPr>
        <w:t>S</w:t>
      </w:r>
      <w:r>
        <w:rPr>
          <w:szCs w:val="18"/>
        </w:rPr>
        <w:t>tates</w:t>
      </w:r>
      <w:r w:rsidRPr="00BB78C2">
        <w:rPr>
          <w:szCs w:val="18"/>
        </w:rPr>
        <w:t xml:space="preserve"> Code</w:t>
      </w:r>
      <w:r>
        <w:rPr>
          <w:szCs w:val="18"/>
        </w:rPr>
        <w:t>, title 17, sect.</w:t>
      </w:r>
      <w:r w:rsidRPr="00BB78C2">
        <w:rPr>
          <w:szCs w:val="18"/>
        </w:rPr>
        <w:t xml:space="preserve"> 512 (c)</w:t>
      </w:r>
      <w:r>
        <w:rPr>
          <w:szCs w:val="18"/>
        </w:rPr>
        <w:t xml:space="preserve"> </w:t>
      </w:r>
      <w:r w:rsidRPr="00BB78C2">
        <w:rPr>
          <w:szCs w:val="18"/>
        </w:rPr>
        <w:t>(1)</w:t>
      </w:r>
      <w:r>
        <w:rPr>
          <w:szCs w:val="18"/>
        </w:rPr>
        <w:t xml:space="preserve"> </w:t>
      </w:r>
      <w:r w:rsidRPr="00BB78C2">
        <w:rPr>
          <w:szCs w:val="18"/>
        </w:rPr>
        <w:t>(C)</w:t>
      </w:r>
      <w:r>
        <w:rPr>
          <w:szCs w:val="18"/>
        </w:rPr>
        <w:t>.</w:t>
      </w:r>
      <w:proofErr w:type="gramEnd"/>
      <w:r>
        <w:rPr>
          <w:szCs w:val="18"/>
        </w:rPr>
        <w:t xml:space="preserve"> </w:t>
      </w:r>
    </w:p>
  </w:footnote>
  <w:footnote w:id="30">
    <w:p w14:paraId="621035B4" w14:textId="17DB2137" w:rsidR="00BA409F" w:rsidRPr="00BB78C2" w:rsidRDefault="00BA409F" w:rsidP="00820215">
      <w:pPr>
        <w:pStyle w:val="FootnoteText"/>
        <w:rPr>
          <w:szCs w:val="18"/>
        </w:rPr>
      </w:pPr>
      <w:r w:rsidRPr="00BB78C2">
        <w:rPr>
          <w:rStyle w:val="PageNumber"/>
          <w:szCs w:val="18"/>
        </w:rPr>
        <w:tab/>
      </w:r>
      <w:r w:rsidRPr="00BB78C2">
        <w:rPr>
          <w:rStyle w:val="FootnoteReference"/>
          <w:szCs w:val="18"/>
        </w:rPr>
        <w:footnoteRef/>
      </w:r>
      <w:r w:rsidRPr="00BB78C2">
        <w:rPr>
          <w:rStyle w:val="PageNumber"/>
          <w:szCs w:val="18"/>
        </w:rPr>
        <w:tab/>
      </w:r>
      <w:r w:rsidRPr="00BB78C2">
        <w:rPr>
          <w:szCs w:val="18"/>
        </w:rPr>
        <w:t xml:space="preserve">Inter-American Commission on Human Rights, </w:t>
      </w:r>
      <w:hyperlink r:id="rId16" w:history="1">
        <w:r w:rsidRPr="00DF1574">
          <w:rPr>
            <w:i/>
            <w:szCs w:val="18"/>
          </w:rPr>
          <w:t>Freedom of Expression and the Internet</w:t>
        </w:r>
      </w:hyperlink>
      <w:r w:rsidRPr="00BB78C2">
        <w:rPr>
          <w:szCs w:val="18"/>
        </w:rPr>
        <w:t xml:space="preserve">, </w:t>
      </w:r>
      <w:r>
        <w:rPr>
          <w:szCs w:val="18"/>
        </w:rPr>
        <w:t xml:space="preserve">pp. </w:t>
      </w:r>
      <w:r w:rsidRPr="00BB78C2">
        <w:rPr>
          <w:szCs w:val="18"/>
        </w:rPr>
        <w:t>47-48.</w:t>
      </w:r>
    </w:p>
  </w:footnote>
  <w:footnote w:id="31">
    <w:p w14:paraId="22E921DE" w14:textId="42F97102" w:rsidR="00BA409F" w:rsidRPr="00BB78C2" w:rsidRDefault="00BA409F" w:rsidP="00EC43D6">
      <w:pPr>
        <w:pStyle w:val="FootnoteText"/>
        <w:rPr>
          <w:szCs w:val="18"/>
        </w:rPr>
      </w:pPr>
      <w:r w:rsidRPr="00BB78C2">
        <w:rPr>
          <w:rStyle w:val="PageNumber"/>
          <w:szCs w:val="18"/>
        </w:rPr>
        <w:tab/>
      </w:r>
      <w:r w:rsidRPr="00BB78C2">
        <w:rPr>
          <w:rStyle w:val="FootnoteReference"/>
          <w:szCs w:val="18"/>
        </w:rPr>
        <w:footnoteRef/>
      </w:r>
      <w:r w:rsidRPr="00BB78C2">
        <w:rPr>
          <w:rStyle w:val="PageNumber"/>
          <w:szCs w:val="18"/>
        </w:rPr>
        <w:tab/>
      </w:r>
      <w:r w:rsidRPr="00BB78C2">
        <w:rPr>
          <w:szCs w:val="18"/>
        </w:rPr>
        <w:t xml:space="preserve">Citizen Lab, </w:t>
      </w:r>
      <w:r>
        <w:rPr>
          <w:szCs w:val="18"/>
        </w:rPr>
        <w:t>“</w:t>
      </w:r>
      <w:hyperlink r:id="rId17" w:history="1">
        <w:r w:rsidRPr="00BB78C2">
          <w:rPr>
            <w:rStyle w:val="Hyperlink"/>
            <w:bCs/>
            <w:szCs w:val="18"/>
          </w:rPr>
          <w:t xml:space="preserve">Routing </w:t>
        </w:r>
        <w:r>
          <w:rPr>
            <w:rStyle w:val="Hyperlink"/>
            <w:bCs/>
            <w:szCs w:val="18"/>
          </w:rPr>
          <w:t>g</w:t>
        </w:r>
        <w:r w:rsidRPr="00BB78C2">
          <w:rPr>
            <w:rStyle w:val="Hyperlink"/>
            <w:bCs/>
            <w:szCs w:val="18"/>
          </w:rPr>
          <w:t xml:space="preserve">one </w:t>
        </w:r>
        <w:r>
          <w:rPr>
            <w:rStyle w:val="Hyperlink"/>
            <w:bCs/>
            <w:szCs w:val="18"/>
          </w:rPr>
          <w:t>w</w:t>
        </w:r>
        <w:r w:rsidRPr="00BB78C2">
          <w:rPr>
            <w:rStyle w:val="Hyperlink"/>
            <w:bCs/>
            <w:szCs w:val="18"/>
          </w:rPr>
          <w:t xml:space="preserve">ild: </w:t>
        </w:r>
        <w:r>
          <w:rPr>
            <w:rStyle w:val="Hyperlink"/>
            <w:bCs/>
            <w:szCs w:val="18"/>
          </w:rPr>
          <w:t>d</w:t>
        </w:r>
        <w:r w:rsidRPr="00BB78C2">
          <w:rPr>
            <w:rStyle w:val="Hyperlink"/>
            <w:bCs/>
            <w:szCs w:val="18"/>
          </w:rPr>
          <w:t>ocumenting upstream filtering in Oman via India</w:t>
        </w:r>
        <w:r>
          <w:rPr>
            <w:rStyle w:val="Hyperlink"/>
            <w:bCs/>
            <w:szCs w:val="18"/>
          </w:rPr>
          <w:t>”</w:t>
        </w:r>
        <w:r w:rsidRPr="00BB78C2">
          <w:rPr>
            <w:rStyle w:val="Hyperlink"/>
            <w:bCs/>
            <w:szCs w:val="18"/>
          </w:rPr>
          <w:t xml:space="preserve"> (2012).</w:t>
        </w:r>
      </w:hyperlink>
    </w:p>
  </w:footnote>
  <w:footnote w:id="32">
    <w:p w14:paraId="64C51591" w14:textId="290414D6" w:rsidR="00BA409F" w:rsidRPr="00BB78C2" w:rsidRDefault="00BA409F" w:rsidP="00820215">
      <w:pPr>
        <w:pStyle w:val="FootnoteText"/>
        <w:rPr>
          <w:szCs w:val="18"/>
        </w:rPr>
      </w:pPr>
      <w:r w:rsidRPr="00BB78C2">
        <w:rPr>
          <w:rStyle w:val="PageNumber"/>
          <w:b w:val="0"/>
          <w:szCs w:val="18"/>
        </w:rPr>
        <w:tab/>
      </w:r>
      <w:r w:rsidRPr="00BB78C2">
        <w:rPr>
          <w:rStyle w:val="FootnoteReference"/>
          <w:szCs w:val="18"/>
        </w:rPr>
        <w:footnoteRef/>
      </w:r>
      <w:r w:rsidRPr="00BB78C2">
        <w:rPr>
          <w:rStyle w:val="PageNumber"/>
          <w:b w:val="0"/>
          <w:szCs w:val="18"/>
        </w:rPr>
        <w:tab/>
      </w:r>
      <w:hyperlink r:id="rId18" w:history="1">
        <w:proofErr w:type="gramStart"/>
        <w:r w:rsidRPr="00BB78C2">
          <w:rPr>
            <w:szCs w:val="18"/>
          </w:rPr>
          <w:t xml:space="preserve">Joint </w:t>
        </w:r>
        <w:r>
          <w:rPr>
            <w:szCs w:val="18"/>
          </w:rPr>
          <w:t>d</w:t>
        </w:r>
        <w:r w:rsidRPr="00BB78C2">
          <w:rPr>
            <w:szCs w:val="18"/>
          </w:rPr>
          <w:t xml:space="preserve">eclaration on </w:t>
        </w:r>
        <w:r>
          <w:rPr>
            <w:szCs w:val="18"/>
          </w:rPr>
          <w:t>f</w:t>
        </w:r>
        <w:r w:rsidRPr="00BB78C2">
          <w:rPr>
            <w:szCs w:val="18"/>
          </w:rPr>
          <w:t xml:space="preserve">reedom of </w:t>
        </w:r>
        <w:r>
          <w:rPr>
            <w:szCs w:val="18"/>
          </w:rPr>
          <w:t>e</w:t>
        </w:r>
        <w:r w:rsidRPr="00BB78C2">
          <w:rPr>
            <w:szCs w:val="18"/>
          </w:rPr>
          <w:t xml:space="preserve">xpression and </w:t>
        </w:r>
        <w:r>
          <w:rPr>
            <w:szCs w:val="18"/>
          </w:rPr>
          <w:t>r</w:t>
        </w:r>
        <w:r w:rsidRPr="00BB78C2">
          <w:rPr>
            <w:szCs w:val="18"/>
          </w:rPr>
          <w:t xml:space="preserve">esponses to </w:t>
        </w:r>
        <w:r>
          <w:rPr>
            <w:szCs w:val="18"/>
          </w:rPr>
          <w:t>c</w:t>
        </w:r>
        <w:r w:rsidRPr="00BB78C2">
          <w:rPr>
            <w:szCs w:val="18"/>
          </w:rPr>
          <w:t xml:space="preserve">onflict </w:t>
        </w:r>
        <w:r>
          <w:rPr>
            <w:szCs w:val="18"/>
          </w:rPr>
          <w:t>s</w:t>
        </w:r>
        <w:r w:rsidRPr="00BB78C2">
          <w:rPr>
            <w:szCs w:val="18"/>
          </w:rPr>
          <w:t>ituations</w:t>
        </w:r>
      </w:hyperlink>
      <w:r w:rsidRPr="00BB78C2">
        <w:rPr>
          <w:szCs w:val="18"/>
        </w:rPr>
        <w:t xml:space="preserve"> (2015).</w:t>
      </w:r>
      <w:proofErr w:type="gramEnd"/>
      <w:r w:rsidRPr="00BB78C2">
        <w:rPr>
          <w:rStyle w:val="PageNumber"/>
          <w:b w:val="0"/>
          <w:szCs w:val="18"/>
        </w:rPr>
        <w:t xml:space="preserve"> </w:t>
      </w:r>
    </w:p>
  </w:footnote>
  <w:footnote w:id="33">
    <w:p w14:paraId="77D9464C" w14:textId="77777777" w:rsidR="00BA409F" w:rsidRPr="00E30607" w:rsidRDefault="00BA409F">
      <w:pPr>
        <w:pStyle w:val="FootnoteText"/>
        <w:rPr>
          <w:lang w:val="en-US"/>
        </w:rPr>
      </w:pPr>
      <w:r>
        <w:tab/>
      </w:r>
      <w:r>
        <w:rPr>
          <w:rStyle w:val="FootnoteReference"/>
        </w:rPr>
        <w:footnoteRef/>
      </w:r>
      <w:r>
        <w:tab/>
      </w:r>
      <w:r>
        <w:rPr>
          <w:lang w:val="en-US"/>
        </w:rPr>
        <w:t xml:space="preserve">Submission of Institute for Human Rights and Business at </w:t>
      </w:r>
      <w:proofErr w:type="gramStart"/>
      <w:r>
        <w:rPr>
          <w:lang w:val="en-US"/>
        </w:rPr>
        <w:t>3</w:t>
      </w:r>
      <w:proofErr w:type="gramEnd"/>
      <w:r>
        <w:rPr>
          <w:lang w:val="en-US"/>
        </w:rPr>
        <w:t>.</w:t>
      </w:r>
    </w:p>
  </w:footnote>
  <w:footnote w:id="34">
    <w:p w14:paraId="656ABDA7" w14:textId="47908156" w:rsidR="00BA409F" w:rsidRPr="00E30607" w:rsidRDefault="00BA409F" w:rsidP="00730690">
      <w:pPr>
        <w:pStyle w:val="FootnoteText"/>
        <w:rPr>
          <w:lang w:val="en-US"/>
        </w:rPr>
      </w:pPr>
      <w:r>
        <w:tab/>
      </w:r>
      <w:r>
        <w:rPr>
          <w:rStyle w:val="FootnoteReference"/>
        </w:rPr>
        <w:footnoteRef/>
      </w:r>
      <w:r>
        <w:tab/>
      </w:r>
      <w:hyperlink r:id="rId19" w:history="1">
        <w:proofErr w:type="gramStart"/>
        <w:r w:rsidRPr="00DF1574">
          <w:rPr>
            <w:rStyle w:val="Hyperlink"/>
          </w:rPr>
          <w:t>Preliminary observations by the United Nations Special Rapporteur on the right to freedom of opinion and expression, Mr. David Kaye at the end of his visit to Tajikistan</w:t>
        </w:r>
      </w:hyperlink>
      <w:r>
        <w:rPr>
          <w:rStyle w:val="Hyperlink"/>
        </w:rPr>
        <w:t xml:space="preserve"> </w:t>
      </w:r>
      <w:r>
        <w:rPr>
          <w:lang w:val="en-US"/>
        </w:rPr>
        <w:t>(9 March 2016).</w:t>
      </w:r>
      <w:proofErr w:type="gramEnd"/>
    </w:p>
  </w:footnote>
  <w:footnote w:id="35">
    <w:p w14:paraId="4AFAAD2C" w14:textId="77777777" w:rsidR="00BA409F" w:rsidRPr="00BB78C2" w:rsidRDefault="00BA409F" w:rsidP="00820215">
      <w:pPr>
        <w:pStyle w:val="FootnoteText"/>
        <w:rPr>
          <w:szCs w:val="18"/>
        </w:rPr>
      </w:pPr>
      <w:r w:rsidRPr="00BB78C2">
        <w:rPr>
          <w:szCs w:val="18"/>
        </w:rPr>
        <w:tab/>
      </w:r>
      <w:r w:rsidRPr="00BB78C2">
        <w:rPr>
          <w:rStyle w:val="FootnoteReference"/>
          <w:szCs w:val="18"/>
        </w:rPr>
        <w:footnoteRef/>
      </w:r>
      <w:r w:rsidRPr="00BB78C2">
        <w:rPr>
          <w:szCs w:val="18"/>
        </w:rPr>
        <w:tab/>
      </w:r>
      <w:proofErr w:type="gramStart"/>
      <w:r w:rsidRPr="00BB78C2">
        <w:rPr>
          <w:szCs w:val="18"/>
        </w:rPr>
        <w:t>Submission of the Government of Romania.</w:t>
      </w:r>
      <w:proofErr w:type="gramEnd"/>
    </w:p>
  </w:footnote>
  <w:footnote w:id="36">
    <w:p w14:paraId="0DD25458" w14:textId="0DBE9D15" w:rsidR="00BA409F" w:rsidRPr="00E30607" w:rsidRDefault="00BA409F" w:rsidP="00820215">
      <w:pPr>
        <w:pStyle w:val="FootnoteText"/>
        <w:rPr>
          <w:szCs w:val="18"/>
        </w:rPr>
      </w:pPr>
      <w:r w:rsidRPr="00BB78C2">
        <w:rPr>
          <w:szCs w:val="18"/>
        </w:rPr>
        <w:tab/>
      </w:r>
      <w:r w:rsidRPr="00BB78C2">
        <w:rPr>
          <w:rStyle w:val="FootnoteReference"/>
          <w:szCs w:val="18"/>
        </w:rPr>
        <w:footnoteRef/>
      </w:r>
      <w:r w:rsidRPr="00E30607">
        <w:rPr>
          <w:szCs w:val="18"/>
        </w:rPr>
        <w:tab/>
      </w:r>
      <w:proofErr w:type="gramStart"/>
      <w:r w:rsidRPr="00E30607">
        <w:rPr>
          <w:szCs w:val="18"/>
        </w:rPr>
        <w:t xml:space="preserve">Mackinnon </w:t>
      </w:r>
      <w:r>
        <w:rPr>
          <w:szCs w:val="18"/>
        </w:rPr>
        <w:t>and others</w:t>
      </w:r>
      <w:r w:rsidRPr="00E30607">
        <w:rPr>
          <w:szCs w:val="18"/>
        </w:rPr>
        <w:t xml:space="preserve">, </w:t>
      </w:r>
      <w:r w:rsidRPr="00DF1574">
        <w:rPr>
          <w:i/>
          <w:szCs w:val="18"/>
        </w:rPr>
        <w:t>Fostering Freedom Online</w:t>
      </w:r>
      <w:r>
        <w:rPr>
          <w:szCs w:val="18"/>
        </w:rPr>
        <w:t xml:space="preserve">, </w:t>
      </w:r>
      <w:r w:rsidRPr="00E30607">
        <w:rPr>
          <w:szCs w:val="18"/>
        </w:rPr>
        <w:t>p</w:t>
      </w:r>
      <w:r>
        <w:rPr>
          <w:szCs w:val="18"/>
        </w:rPr>
        <w:t>.</w:t>
      </w:r>
      <w:r w:rsidRPr="00E30607">
        <w:rPr>
          <w:szCs w:val="18"/>
        </w:rPr>
        <w:t xml:space="preserve"> 80.</w:t>
      </w:r>
      <w:proofErr w:type="gramEnd"/>
      <w:r w:rsidRPr="00E30607">
        <w:rPr>
          <w:szCs w:val="18"/>
        </w:rPr>
        <w:t xml:space="preserve"> </w:t>
      </w:r>
    </w:p>
  </w:footnote>
  <w:footnote w:id="37">
    <w:p w14:paraId="58FA61E6" w14:textId="71E893FC" w:rsidR="00BA409F" w:rsidRPr="00E30607" w:rsidRDefault="00BA409F" w:rsidP="00820215">
      <w:pPr>
        <w:pStyle w:val="FootnoteText"/>
        <w:rPr>
          <w:szCs w:val="18"/>
        </w:rPr>
      </w:pPr>
      <w:r w:rsidRPr="00E30607">
        <w:rPr>
          <w:rStyle w:val="PageNumber"/>
          <w:b w:val="0"/>
          <w:szCs w:val="18"/>
        </w:rPr>
        <w:tab/>
      </w:r>
      <w:r w:rsidRPr="00BB78C2">
        <w:rPr>
          <w:rStyle w:val="FootnoteReference"/>
          <w:szCs w:val="18"/>
        </w:rPr>
        <w:footnoteRef/>
      </w:r>
      <w:r w:rsidRPr="00E30607">
        <w:rPr>
          <w:rStyle w:val="PageNumber"/>
          <w:b w:val="0"/>
          <w:szCs w:val="18"/>
        </w:rPr>
        <w:tab/>
      </w:r>
      <w:hyperlink r:id="rId20" w:history="1">
        <w:proofErr w:type="gramStart"/>
        <w:r w:rsidRPr="00BB78C2">
          <w:rPr>
            <w:szCs w:val="18"/>
          </w:rPr>
          <w:t>Prohibition of Discriminatory Tariffs for Data Services Regulations</w:t>
        </w:r>
      </w:hyperlink>
      <w:r>
        <w:rPr>
          <w:szCs w:val="18"/>
        </w:rPr>
        <w:t>,</w:t>
      </w:r>
      <w:r w:rsidRPr="00BB78C2">
        <w:rPr>
          <w:szCs w:val="18"/>
        </w:rPr>
        <w:t xml:space="preserve"> 2016.</w:t>
      </w:r>
      <w:proofErr w:type="gramEnd"/>
    </w:p>
  </w:footnote>
  <w:footnote w:id="38">
    <w:p w14:paraId="188A9BA9" w14:textId="7184C959" w:rsidR="00BA409F" w:rsidRPr="00BB78C2" w:rsidRDefault="00BA409F" w:rsidP="00820215">
      <w:pPr>
        <w:pStyle w:val="FootnoteText"/>
        <w:rPr>
          <w:szCs w:val="18"/>
        </w:rPr>
      </w:pPr>
      <w:r w:rsidRPr="00E30607">
        <w:rPr>
          <w:szCs w:val="18"/>
        </w:rPr>
        <w:tab/>
      </w:r>
      <w:r w:rsidRPr="00BB78C2">
        <w:rPr>
          <w:rStyle w:val="FootnoteReference"/>
          <w:szCs w:val="18"/>
        </w:rPr>
        <w:footnoteRef/>
      </w:r>
      <w:r w:rsidRPr="00BB78C2">
        <w:rPr>
          <w:szCs w:val="18"/>
        </w:rPr>
        <w:tab/>
        <w:t xml:space="preserve">See, </w:t>
      </w:r>
      <w:r>
        <w:rPr>
          <w:szCs w:val="18"/>
        </w:rPr>
        <w:t>for example</w:t>
      </w:r>
      <w:r w:rsidRPr="00BB78C2">
        <w:rPr>
          <w:szCs w:val="18"/>
        </w:rPr>
        <w:t xml:space="preserve">, </w:t>
      </w:r>
      <w:hyperlink r:id="rId21" w:history="1">
        <w:r w:rsidRPr="00BB78C2">
          <w:rPr>
            <w:szCs w:val="18"/>
          </w:rPr>
          <w:t xml:space="preserve">Facebook </w:t>
        </w:r>
        <w:r>
          <w:rPr>
            <w:szCs w:val="18"/>
          </w:rPr>
          <w:t>terms</w:t>
        </w:r>
      </w:hyperlink>
      <w:r>
        <w:rPr>
          <w:szCs w:val="18"/>
        </w:rPr>
        <w:t xml:space="preserve"> of service</w:t>
      </w:r>
      <w:r w:rsidRPr="00BB78C2">
        <w:rPr>
          <w:szCs w:val="18"/>
        </w:rPr>
        <w:t xml:space="preserve">, </w:t>
      </w:r>
      <w:r>
        <w:rPr>
          <w:szCs w:val="18"/>
        </w:rPr>
        <w:t>s</w:t>
      </w:r>
      <w:r w:rsidRPr="00BB78C2">
        <w:rPr>
          <w:szCs w:val="18"/>
        </w:rPr>
        <w:t>ect</w:t>
      </w:r>
      <w:r>
        <w:rPr>
          <w:szCs w:val="18"/>
        </w:rPr>
        <w:t>.</w:t>
      </w:r>
      <w:r w:rsidRPr="00BB78C2">
        <w:rPr>
          <w:szCs w:val="18"/>
        </w:rPr>
        <w:t xml:space="preserve"> 3</w:t>
      </w:r>
      <w:r>
        <w:rPr>
          <w:szCs w:val="18"/>
        </w:rPr>
        <w:t xml:space="preserve"> </w:t>
      </w:r>
      <w:r w:rsidRPr="00BB78C2">
        <w:rPr>
          <w:szCs w:val="18"/>
        </w:rPr>
        <w:t xml:space="preserve">(7); </w:t>
      </w:r>
      <w:hyperlink r:id="rId22" w:history="1">
        <w:r w:rsidRPr="00BB78C2">
          <w:rPr>
            <w:szCs w:val="18"/>
          </w:rPr>
          <w:t xml:space="preserve">Twitter </w:t>
        </w:r>
        <w:r>
          <w:rPr>
            <w:szCs w:val="18"/>
          </w:rPr>
          <w:t>terms</w:t>
        </w:r>
      </w:hyperlink>
      <w:r>
        <w:rPr>
          <w:szCs w:val="18"/>
        </w:rPr>
        <w:t xml:space="preserve"> of service</w:t>
      </w:r>
      <w:r w:rsidRPr="00BB78C2">
        <w:rPr>
          <w:szCs w:val="18"/>
        </w:rPr>
        <w:t xml:space="preserve">; </w:t>
      </w:r>
      <w:hyperlink r:id="rId23" w:history="1">
        <w:r w:rsidRPr="00BB78C2">
          <w:rPr>
            <w:szCs w:val="18"/>
          </w:rPr>
          <w:t>YouTube Community Guidelines</w:t>
        </w:r>
      </w:hyperlink>
      <w:r w:rsidRPr="00BB78C2">
        <w:rPr>
          <w:szCs w:val="18"/>
        </w:rPr>
        <w:t xml:space="preserve">; </w:t>
      </w:r>
      <w:r>
        <w:rPr>
          <w:szCs w:val="18"/>
        </w:rPr>
        <w:t xml:space="preserve">and </w:t>
      </w:r>
      <w:hyperlink r:id="rId24" w:history="1">
        <w:r w:rsidRPr="00BB78C2">
          <w:rPr>
            <w:szCs w:val="18"/>
          </w:rPr>
          <w:t>Reddit</w:t>
        </w:r>
      </w:hyperlink>
      <w:r w:rsidRPr="00BB78C2">
        <w:rPr>
          <w:szCs w:val="18"/>
        </w:rPr>
        <w:t>.</w:t>
      </w:r>
    </w:p>
  </w:footnote>
  <w:footnote w:id="39">
    <w:p w14:paraId="1882537A" w14:textId="77777777" w:rsidR="00BA409F" w:rsidRPr="00BB78C2" w:rsidRDefault="00BA409F" w:rsidP="00820215">
      <w:pPr>
        <w:pStyle w:val="FootnoteText"/>
        <w:rPr>
          <w:szCs w:val="18"/>
        </w:rPr>
      </w:pPr>
      <w:r w:rsidRPr="00BB78C2">
        <w:rPr>
          <w:rStyle w:val="PageNumber"/>
          <w:szCs w:val="18"/>
        </w:rPr>
        <w:tab/>
      </w:r>
      <w:r w:rsidRPr="00BB78C2">
        <w:rPr>
          <w:rStyle w:val="FootnoteReference"/>
          <w:szCs w:val="18"/>
        </w:rPr>
        <w:footnoteRef/>
      </w:r>
      <w:r w:rsidRPr="00BB78C2">
        <w:rPr>
          <w:rStyle w:val="PageNumber"/>
          <w:szCs w:val="18"/>
        </w:rPr>
        <w:tab/>
      </w:r>
      <w:r w:rsidRPr="00B85CDE">
        <w:rPr>
          <w:rStyle w:val="PageNumber"/>
          <w:b w:val="0"/>
          <w:szCs w:val="18"/>
        </w:rPr>
        <w:t xml:space="preserve">See </w:t>
      </w:r>
      <w:r w:rsidRPr="00BB78C2">
        <w:rPr>
          <w:szCs w:val="18"/>
        </w:rPr>
        <w:t>https://ourinternet-files.s3.amazonaws.com/publications/no24_web_2.pdf</w:t>
      </w:r>
      <w:r>
        <w:rPr>
          <w:szCs w:val="18"/>
        </w:rPr>
        <w:t>.</w:t>
      </w:r>
    </w:p>
  </w:footnote>
  <w:footnote w:id="40">
    <w:p w14:paraId="5AC921D2" w14:textId="77777777" w:rsidR="00BA409F" w:rsidRPr="00BB78C2" w:rsidRDefault="00BA409F" w:rsidP="00544F76">
      <w:pPr>
        <w:pStyle w:val="FootnoteText"/>
        <w:rPr>
          <w:szCs w:val="18"/>
        </w:rPr>
      </w:pPr>
      <w:r w:rsidRPr="00BB78C2">
        <w:rPr>
          <w:rStyle w:val="PageNumber"/>
          <w:szCs w:val="18"/>
        </w:rPr>
        <w:tab/>
      </w:r>
      <w:r w:rsidRPr="00BB78C2">
        <w:rPr>
          <w:rStyle w:val="FootnoteReference"/>
          <w:szCs w:val="18"/>
        </w:rPr>
        <w:footnoteRef/>
      </w:r>
      <w:r w:rsidRPr="00BB78C2">
        <w:rPr>
          <w:rStyle w:val="PageNumber"/>
          <w:szCs w:val="18"/>
        </w:rPr>
        <w:tab/>
      </w:r>
      <w:r w:rsidRPr="00BB78C2">
        <w:rPr>
          <w:szCs w:val="18"/>
        </w:rPr>
        <w:t xml:space="preserve">See </w:t>
      </w:r>
      <w:hyperlink r:id="rId25" w:history="1">
        <w:r w:rsidRPr="00BB78C2">
          <w:rPr>
            <w:szCs w:val="18"/>
          </w:rPr>
          <w:t>onlinecensorship.org</w:t>
        </w:r>
      </w:hyperlink>
      <w:r w:rsidRPr="00BB78C2">
        <w:rPr>
          <w:szCs w:val="18"/>
        </w:rPr>
        <w:t>.</w:t>
      </w:r>
    </w:p>
  </w:footnote>
  <w:footnote w:id="41">
    <w:p w14:paraId="71235F76" w14:textId="6A3D1C48" w:rsidR="00BA409F" w:rsidRPr="00BB78C2" w:rsidRDefault="00BA409F" w:rsidP="00820215">
      <w:pPr>
        <w:pStyle w:val="FootnoteText"/>
        <w:rPr>
          <w:szCs w:val="18"/>
        </w:rPr>
      </w:pPr>
      <w:r w:rsidRPr="00BB78C2">
        <w:rPr>
          <w:szCs w:val="18"/>
        </w:rPr>
        <w:tab/>
      </w:r>
      <w:r w:rsidRPr="00BB78C2">
        <w:rPr>
          <w:rStyle w:val="FootnoteReference"/>
          <w:szCs w:val="18"/>
        </w:rPr>
        <w:footnoteRef/>
      </w:r>
      <w:r w:rsidRPr="00BB78C2">
        <w:rPr>
          <w:szCs w:val="18"/>
        </w:rPr>
        <w:tab/>
      </w:r>
      <w:proofErr w:type="gramStart"/>
      <w:r w:rsidRPr="00BB78C2">
        <w:rPr>
          <w:szCs w:val="18"/>
        </w:rPr>
        <w:t>National Police Chiefs</w:t>
      </w:r>
      <w:r>
        <w:rPr>
          <w:szCs w:val="18"/>
        </w:rPr>
        <w:t>’</w:t>
      </w:r>
      <w:r w:rsidRPr="00BB78C2">
        <w:rPr>
          <w:szCs w:val="18"/>
        </w:rPr>
        <w:t xml:space="preserve"> Council, </w:t>
      </w:r>
      <w:hyperlink r:id="rId26" w:history="1">
        <w:r w:rsidRPr="00BB78C2">
          <w:rPr>
            <w:szCs w:val="18"/>
          </w:rPr>
          <w:t>Counter</w:t>
        </w:r>
        <w:r>
          <w:rPr>
            <w:szCs w:val="18"/>
          </w:rPr>
          <w:t xml:space="preserve"> </w:t>
        </w:r>
        <w:r w:rsidRPr="00BB78C2">
          <w:rPr>
            <w:szCs w:val="18"/>
          </w:rPr>
          <w:t>Terrorism Internet Referral Unit</w:t>
        </w:r>
      </w:hyperlink>
      <w:r w:rsidRPr="00BB78C2">
        <w:rPr>
          <w:szCs w:val="18"/>
        </w:rPr>
        <w:t xml:space="preserve">; </w:t>
      </w:r>
      <w:r>
        <w:rPr>
          <w:szCs w:val="18"/>
        </w:rPr>
        <w:t>s</w:t>
      </w:r>
      <w:r w:rsidRPr="00BB78C2">
        <w:rPr>
          <w:szCs w:val="18"/>
        </w:rPr>
        <w:t xml:space="preserve">ubmission of </w:t>
      </w:r>
      <w:r>
        <w:rPr>
          <w:szCs w:val="18"/>
        </w:rPr>
        <w:t xml:space="preserve">the </w:t>
      </w:r>
      <w:proofErr w:type="spellStart"/>
      <w:r w:rsidRPr="00BB78C2">
        <w:rPr>
          <w:szCs w:val="18"/>
        </w:rPr>
        <w:t>C</w:t>
      </w:r>
      <w:r>
        <w:rPr>
          <w:szCs w:val="18"/>
        </w:rPr>
        <w:t>enter</w:t>
      </w:r>
      <w:proofErr w:type="spellEnd"/>
      <w:r>
        <w:rPr>
          <w:szCs w:val="18"/>
        </w:rPr>
        <w:t xml:space="preserve"> for Technology and Democracy</w:t>
      </w:r>
      <w:r w:rsidRPr="00BB78C2">
        <w:rPr>
          <w:szCs w:val="18"/>
        </w:rPr>
        <w:t>.</w:t>
      </w:r>
      <w:proofErr w:type="gramEnd"/>
    </w:p>
  </w:footnote>
  <w:footnote w:id="42">
    <w:p w14:paraId="75121A77" w14:textId="4572F576" w:rsidR="00BA409F" w:rsidRPr="00BB78C2" w:rsidRDefault="00BA409F" w:rsidP="00820215">
      <w:pPr>
        <w:pStyle w:val="FootnoteText"/>
        <w:rPr>
          <w:szCs w:val="18"/>
        </w:rPr>
      </w:pPr>
      <w:r w:rsidRPr="00BB78C2">
        <w:rPr>
          <w:rStyle w:val="PageNumber"/>
          <w:szCs w:val="18"/>
        </w:rPr>
        <w:tab/>
      </w:r>
      <w:r w:rsidRPr="00BB78C2">
        <w:rPr>
          <w:rStyle w:val="FootnoteReference"/>
          <w:szCs w:val="18"/>
        </w:rPr>
        <w:footnoteRef/>
      </w:r>
      <w:r w:rsidRPr="00BB78C2">
        <w:rPr>
          <w:rStyle w:val="PageNumber"/>
          <w:szCs w:val="18"/>
        </w:rPr>
        <w:tab/>
      </w:r>
      <w:r w:rsidRPr="00BB78C2">
        <w:rPr>
          <w:szCs w:val="18"/>
        </w:rPr>
        <w:t xml:space="preserve">Emily Taylor, </w:t>
      </w:r>
      <w:hyperlink r:id="rId27" w:history="1">
        <w:r w:rsidRPr="00DF1574">
          <w:rPr>
            <w:i/>
            <w:szCs w:val="18"/>
          </w:rPr>
          <w:t>The Privatization of Human Rights: Illusions of Consent, Automation and Neutrality</w:t>
        </w:r>
      </w:hyperlink>
      <w:r>
        <w:rPr>
          <w:szCs w:val="18"/>
        </w:rPr>
        <w:t>,</w:t>
      </w:r>
      <w:r w:rsidRPr="00BB78C2">
        <w:rPr>
          <w:szCs w:val="18"/>
        </w:rPr>
        <w:t xml:space="preserve"> GCIG </w:t>
      </w:r>
      <w:r>
        <w:rPr>
          <w:szCs w:val="18"/>
        </w:rPr>
        <w:t>Paper No. 24 (</w:t>
      </w:r>
      <w:r w:rsidRPr="00BB78C2">
        <w:rPr>
          <w:szCs w:val="18"/>
        </w:rPr>
        <w:t>2016).</w:t>
      </w:r>
      <w:r w:rsidRPr="00BB78C2">
        <w:rPr>
          <w:rStyle w:val="PageNumber"/>
          <w:szCs w:val="18"/>
        </w:rPr>
        <w:t xml:space="preserve"> </w:t>
      </w:r>
    </w:p>
  </w:footnote>
  <w:footnote w:id="43">
    <w:p w14:paraId="528E36F3" w14:textId="77777777" w:rsidR="00BA409F" w:rsidRPr="00BB78C2" w:rsidRDefault="00BA409F" w:rsidP="00544F76">
      <w:pPr>
        <w:pStyle w:val="FootnoteText"/>
        <w:rPr>
          <w:szCs w:val="18"/>
        </w:rPr>
      </w:pPr>
      <w:r w:rsidRPr="00BB78C2">
        <w:rPr>
          <w:szCs w:val="18"/>
        </w:rPr>
        <w:tab/>
      </w:r>
      <w:r w:rsidRPr="00BB78C2">
        <w:rPr>
          <w:rStyle w:val="FootnoteReference"/>
          <w:szCs w:val="18"/>
        </w:rPr>
        <w:footnoteRef/>
      </w:r>
      <w:r w:rsidRPr="00BB78C2">
        <w:rPr>
          <w:szCs w:val="18"/>
        </w:rPr>
        <w:tab/>
      </w:r>
      <w:proofErr w:type="gramStart"/>
      <w:r w:rsidRPr="00BB78C2">
        <w:rPr>
          <w:szCs w:val="18"/>
        </w:rPr>
        <w:t xml:space="preserve">Submission of </w:t>
      </w:r>
      <w:r>
        <w:rPr>
          <w:szCs w:val="18"/>
        </w:rPr>
        <w:t xml:space="preserve">the </w:t>
      </w:r>
      <w:proofErr w:type="spellStart"/>
      <w:r w:rsidRPr="00BB78C2">
        <w:rPr>
          <w:szCs w:val="18"/>
        </w:rPr>
        <w:t>Center</w:t>
      </w:r>
      <w:proofErr w:type="spellEnd"/>
      <w:r w:rsidRPr="00BB78C2">
        <w:rPr>
          <w:szCs w:val="18"/>
        </w:rPr>
        <w:t xml:space="preserve"> for Technology and Society; Ranking Digital Rights.</w:t>
      </w:r>
      <w:proofErr w:type="gramEnd"/>
    </w:p>
  </w:footnote>
  <w:footnote w:id="44">
    <w:p w14:paraId="34DEDB86" w14:textId="382428F7" w:rsidR="00BA409F" w:rsidRPr="00BB78C2" w:rsidRDefault="00BA409F" w:rsidP="00544F76">
      <w:pPr>
        <w:pStyle w:val="FootnoteText"/>
        <w:rPr>
          <w:szCs w:val="18"/>
        </w:rPr>
      </w:pPr>
      <w:r w:rsidRPr="00BB78C2">
        <w:rPr>
          <w:rStyle w:val="PageNumber"/>
          <w:szCs w:val="18"/>
        </w:rPr>
        <w:tab/>
      </w:r>
      <w:r w:rsidRPr="00BB78C2">
        <w:rPr>
          <w:rStyle w:val="FootnoteReference"/>
          <w:szCs w:val="18"/>
        </w:rPr>
        <w:footnoteRef/>
      </w:r>
      <w:r w:rsidRPr="00BB78C2">
        <w:rPr>
          <w:rStyle w:val="PageNumber"/>
          <w:szCs w:val="18"/>
        </w:rPr>
        <w:tab/>
      </w:r>
      <w:r w:rsidRPr="00BB78C2">
        <w:rPr>
          <w:szCs w:val="18"/>
        </w:rPr>
        <w:t xml:space="preserve">See, </w:t>
      </w:r>
      <w:r>
        <w:rPr>
          <w:szCs w:val="18"/>
        </w:rPr>
        <w:t>for example</w:t>
      </w:r>
      <w:r w:rsidRPr="00BB78C2">
        <w:rPr>
          <w:szCs w:val="18"/>
        </w:rPr>
        <w:t xml:space="preserve">, Home Affairs Committee, </w:t>
      </w:r>
      <w:hyperlink r:id="rId28" w:history="1">
        <w:r w:rsidRPr="00BB78C2">
          <w:rPr>
            <w:szCs w:val="18"/>
          </w:rPr>
          <w:t xml:space="preserve">Oral </w:t>
        </w:r>
        <w:r>
          <w:rPr>
            <w:szCs w:val="18"/>
          </w:rPr>
          <w:t>t</w:t>
        </w:r>
        <w:r w:rsidRPr="00BB78C2">
          <w:rPr>
            <w:szCs w:val="18"/>
          </w:rPr>
          <w:t>estimony of Anthony House</w:t>
        </w:r>
      </w:hyperlink>
      <w:r w:rsidRPr="00BB78C2">
        <w:rPr>
          <w:szCs w:val="18"/>
        </w:rPr>
        <w:t xml:space="preserve">, Google Europe, Middle East and Africa </w:t>
      </w:r>
      <w:r>
        <w:rPr>
          <w:szCs w:val="18"/>
        </w:rPr>
        <w:t>(</w:t>
      </w:r>
      <w:r w:rsidRPr="00BB78C2">
        <w:rPr>
          <w:szCs w:val="18"/>
        </w:rPr>
        <w:t>2 February 2016</w:t>
      </w:r>
      <w:r>
        <w:rPr>
          <w:szCs w:val="18"/>
        </w:rPr>
        <w:t>)</w:t>
      </w:r>
      <w:r w:rsidRPr="00BB78C2">
        <w:rPr>
          <w:szCs w:val="18"/>
        </w:rPr>
        <w:t>.</w:t>
      </w:r>
    </w:p>
  </w:footnote>
  <w:footnote w:id="45">
    <w:p w14:paraId="47F1D60D" w14:textId="5E445B61" w:rsidR="00BA409F" w:rsidRPr="00BB78C2" w:rsidRDefault="00BA409F" w:rsidP="00544F76">
      <w:pPr>
        <w:pStyle w:val="FootnoteText"/>
        <w:rPr>
          <w:szCs w:val="18"/>
        </w:rPr>
      </w:pPr>
      <w:r w:rsidRPr="00BB78C2">
        <w:rPr>
          <w:szCs w:val="18"/>
        </w:rPr>
        <w:tab/>
      </w:r>
      <w:r w:rsidRPr="00BB78C2">
        <w:rPr>
          <w:rStyle w:val="FootnoteReference"/>
          <w:szCs w:val="18"/>
        </w:rPr>
        <w:footnoteRef/>
      </w:r>
      <w:r w:rsidRPr="00BB78C2">
        <w:rPr>
          <w:szCs w:val="18"/>
        </w:rPr>
        <w:tab/>
        <w:t xml:space="preserve">See recent transparency reports from </w:t>
      </w:r>
      <w:hyperlink r:id="rId29" w:history="1">
        <w:r w:rsidRPr="00BB78C2">
          <w:rPr>
            <w:szCs w:val="18"/>
          </w:rPr>
          <w:t>Google</w:t>
        </w:r>
      </w:hyperlink>
      <w:r w:rsidRPr="00BB78C2">
        <w:rPr>
          <w:szCs w:val="18"/>
        </w:rPr>
        <w:t xml:space="preserve">, </w:t>
      </w:r>
      <w:hyperlink r:id="rId30" w:history="1">
        <w:r w:rsidRPr="00BB78C2">
          <w:rPr>
            <w:szCs w:val="18"/>
          </w:rPr>
          <w:t>Facebook</w:t>
        </w:r>
      </w:hyperlink>
      <w:r w:rsidRPr="00BB78C2">
        <w:rPr>
          <w:szCs w:val="18"/>
        </w:rPr>
        <w:t xml:space="preserve">, </w:t>
      </w:r>
      <w:hyperlink r:id="rId31" w:history="1">
        <w:r w:rsidRPr="00BB78C2">
          <w:rPr>
            <w:szCs w:val="18"/>
          </w:rPr>
          <w:t>Dropbox</w:t>
        </w:r>
      </w:hyperlink>
      <w:r w:rsidRPr="00BB78C2">
        <w:rPr>
          <w:szCs w:val="18"/>
        </w:rPr>
        <w:t xml:space="preserve">, </w:t>
      </w:r>
      <w:hyperlink r:id="rId32" w:history="1">
        <w:r w:rsidRPr="00BB78C2">
          <w:rPr>
            <w:szCs w:val="18"/>
          </w:rPr>
          <w:t>Twitter</w:t>
        </w:r>
      </w:hyperlink>
      <w:r w:rsidRPr="00BB78C2">
        <w:rPr>
          <w:szCs w:val="18"/>
        </w:rPr>
        <w:t xml:space="preserve"> and </w:t>
      </w:r>
      <w:hyperlink r:id="rId33" w:history="1">
        <w:r w:rsidRPr="00BB78C2">
          <w:rPr>
            <w:szCs w:val="18"/>
          </w:rPr>
          <w:t>Microsoft</w:t>
        </w:r>
      </w:hyperlink>
      <w:r w:rsidRPr="00BB78C2">
        <w:rPr>
          <w:szCs w:val="18"/>
        </w:rPr>
        <w:t xml:space="preserve">. </w:t>
      </w:r>
    </w:p>
  </w:footnote>
  <w:footnote w:id="46">
    <w:p w14:paraId="23AD8458" w14:textId="650AD560" w:rsidR="00BA409F" w:rsidRPr="00BB78C2" w:rsidRDefault="00BA409F" w:rsidP="00544F76">
      <w:pPr>
        <w:pStyle w:val="FootnoteText"/>
        <w:rPr>
          <w:szCs w:val="18"/>
        </w:rPr>
      </w:pPr>
      <w:r w:rsidRPr="00BB78C2">
        <w:rPr>
          <w:szCs w:val="18"/>
        </w:rPr>
        <w:tab/>
      </w:r>
      <w:r w:rsidRPr="00BB78C2">
        <w:rPr>
          <w:rStyle w:val="FootnoteReference"/>
          <w:szCs w:val="18"/>
        </w:rPr>
        <w:footnoteRef/>
      </w:r>
      <w:r w:rsidRPr="00BB78C2">
        <w:rPr>
          <w:szCs w:val="18"/>
        </w:rPr>
        <w:tab/>
        <w:t xml:space="preserve">Sweden, Act on Signal Surveillance for </w:t>
      </w:r>
      <w:proofErr w:type="spellStart"/>
      <w:r w:rsidRPr="00BB78C2">
        <w:rPr>
          <w:szCs w:val="18"/>
        </w:rPr>
        <w:t>Defense</w:t>
      </w:r>
      <w:proofErr w:type="spellEnd"/>
      <w:r w:rsidRPr="00BB78C2">
        <w:rPr>
          <w:szCs w:val="18"/>
        </w:rPr>
        <w:t xml:space="preserve"> Intelligence Activities, </w:t>
      </w:r>
      <w:r>
        <w:rPr>
          <w:szCs w:val="18"/>
        </w:rPr>
        <w:t>s</w:t>
      </w:r>
      <w:r w:rsidRPr="00BB78C2">
        <w:rPr>
          <w:szCs w:val="18"/>
        </w:rPr>
        <w:t>ect</w:t>
      </w:r>
      <w:r>
        <w:rPr>
          <w:szCs w:val="18"/>
        </w:rPr>
        <w:t>.</w:t>
      </w:r>
      <w:r w:rsidRPr="00BB78C2">
        <w:rPr>
          <w:szCs w:val="18"/>
        </w:rPr>
        <w:t xml:space="preserve"> 4</w:t>
      </w:r>
      <w:r>
        <w:rPr>
          <w:szCs w:val="18"/>
        </w:rPr>
        <w:t xml:space="preserve"> </w:t>
      </w:r>
      <w:r w:rsidRPr="00BB78C2">
        <w:rPr>
          <w:szCs w:val="18"/>
        </w:rPr>
        <w:t>(3).</w:t>
      </w:r>
    </w:p>
  </w:footnote>
  <w:footnote w:id="47">
    <w:p w14:paraId="52BAF2B8" w14:textId="40D96E95" w:rsidR="00BA409F" w:rsidRPr="00BB78C2" w:rsidRDefault="00BA409F" w:rsidP="00544F76">
      <w:pPr>
        <w:pStyle w:val="FootnoteText"/>
        <w:rPr>
          <w:szCs w:val="18"/>
        </w:rPr>
      </w:pPr>
      <w:r w:rsidRPr="00BB78C2">
        <w:rPr>
          <w:szCs w:val="18"/>
        </w:rPr>
        <w:tab/>
      </w:r>
      <w:r w:rsidRPr="00BB78C2">
        <w:rPr>
          <w:rStyle w:val="FootnoteReference"/>
          <w:szCs w:val="18"/>
        </w:rPr>
        <w:footnoteRef/>
      </w:r>
      <w:r w:rsidRPr="00BB78C2">
        <w:rPr>
          <w:szCs w:val="18"/>
        </w:rPr>
        <w:tab/>
      </w:r>
      <w:proofErr w:type="gramStart"/>
      <w:r w:rsidRPr="00BB78C2">
        <w:rPr>
          <w:szCs w:val="18"/>
        </w:rPr>
        <w:t xml:space="preserve">Australia, Telecommunications (Interception and Access) Act 1979, </w:t>
      </w:r>
      <w:r>
        <w:rPr>
          <w:szCs w:val="18"/>
        </w:rPr>
        <w:t>s</w:t>
      </w:r>
      <w:r w:rsidRPr="00BB78C2">
        <w:rPr>
          <w:szCs w:val="18"/>
        </w:rPr>
        <w:t>ect</w:t>
      </w:r>
      <w:r>
        <w:rPr>
          <w:szCs w:val="18"/>
        </w:rPr>
        <w:t>.</w:t>
      </w:r>
      <w:r w:rsidRPr="00BB78C2">
        <w:rPr>
          <w:szCs w:val="18"/>
        </w:rPr>
        <w:t xml:space="preserve"> 9</w:t>
      </w:r>
      <w:r>
        <w:rPr>
          <w:szCs w:val="18"/>
        </w:rPr>
        <w:t xml:space="preserve"> </w:t>
      </w:r>
      <w:r w:rsidRPr="00BB78C2">
        <w:rPr>
          <w:szCs w:val="18"/>
        </w:rPr>
        <w:t>(1).</w:t>
      </w:r>
      <w:proofErr w:type="gramEnd"/>
    </w:p>
  </w:footnote>
  <w:footnote w:id="48">
    <w:p w14:paraId="68FE5302" w14:textId="77777777" w:rsidR="00BA409F" w:rsidRPr="00E30607" w:rsidRDefault="00BA409F">
      <w:pPr>
        <w:pStyle w:val="FootnoteText"/>
        <w:rPr>
          <w:lang w:val="en-US"/>
        </w:rPr>
      </w:pPr>
      <w:r>
        <w:tab/>
      </w:r>
      <w:r>
        <w:rPr>
          <w:rStyle w:val="FootnoteReference"/>
        </w:rPr>
        <w:footnoteRef/>
      </w:r>
      <w:r>
        <w:tab/>
      </w:r>
      <w:hyperlink r:id="rId34" w:anchor="pt4-pb2-l1g82" w:history="1">
        <w:proofErr w:type="gramStart"/>
        <w:r w:rsidRPr="00BB78C2">
          <w:rPr>
            <w:szCs w:val="18"/>
          </w:rPr>
          <w:t>Investigatory Powers Bill</w:t>
        </w:r>
      </w:hyperlink>
      <w:r>
        <w:rPr>
          <w:szCs w:val="18"/>
        </w:rPr>
        <w:t xml:space="preserve"> (2015), Cl. 88 </w:t>
      </w:r>
      <w:r w:rsidRPr="00BB78C2">
        <w:rPr>
          <w:szCs w:val="18"/>
        </w:rPr>
        <w:t>(2).</w:t>
      </w:r>
      <w:proofErr w:type="gramEnd"/>
    </w:p>
  </w:footnote>
  <w:footnote w:id="49">
    <w:p w14:paraId="7FC36F94" w14:textId="707413C8" w:rsidR="00BA409F" w:rsidRPr="00BB78C2" w:rsidRDefault="00BA409F" w:rsidP="000E6627">
      <w:pPr>
        <w:pStyle w:val="FootnoteText"/>
        <w:rPr>
          <w:szCs w:val="18"/>
        </w:rPr>
      </w:pPr>
      <w:r w:rsidRPr="00BB78C2">
        <w:rPr>
          <w:szCs w:val="18"/>
        </w:rPr>
        <w:tab/>
      </w:r>
      <w:r w:rsidRPr="00BB78C2">
        <w:rPr>
          <w:rStyle w:val="FootnoteReference"/>
          <w:szCs w:val="18"/>
        </w:rPr>
        <w:footnoteRef/>
      </w:r>
      <w:r w:rsidRPr="00BB78C2">
        <w:rPr>
          <w:szCs w:val="18"/>
        </w:rPr>
        <w:tab/>
      </w:r>
      <w:proofErr w:type="gramStart"/>
      <w:r>
        <w:rPr>
          <w:szCs w:val="18"/>
        </w:rPr>
        <w:t>S</w:t>
      </w:r>
      <w:r w:rsidRPr="00BB78C2">
        <w:rPr>
          <w:szCs w:val="18"/>
        </w:rPr>
        <w:t xml:space="preserve">ubmissions of Freedom Online Coalition </w:t>
      </w:r>
      <w:r>
        <w:rPr>
          <w:szCs w:val="18"/>
        </w:rPr>
        <w:t xml:space="preserve">Working Group </w:t>
      </w:r>
      <w:r w:rsidRPr="00BB78C2">
        <w:rPr>
          <w:szCs w:val="18"/>
        </w:rPr>
        <w:t>on Privacy and Transparency Online; and Telecommunications Industry Dialogue.</w:t>
      </w:r>
      <w:proofErr w:type="gramEnd"/>
      <w:r w:rsidRPr="00BB78C2">
        <w:rPr>
          <w:szCs w:val="18"/>
        </w:rPr>
        <w:t xml:space="preserve"> </w:t>
      </w:r>
    </w:p>
  </w:footnote>
  <w:footnote w:id="50">
    <w:p w14:paraId="079C8AA3" w14:textId="3027CEB4" w:rsidR="00BA409F" w:rsidRPr="00BB78C2" w:rsidRDefault="00BA409F" w:rsidP="00820215">
      <w:pPr>
        <w:pStyle w:val="FootnoteText"/>
        <w:rPr>
          <w:szCs w:val="18"/>
        </w:rPr>
      </w:pPr>
      <w:r w:rsidRPr="00BB78C2">
        <w:rPr>
          <w:szCs w:val="18"/>
        </w:rPr>
        <w:tab/>
      </w:r>
      <w:r w:rsidRPr="00BB78C2">
        <w:rPr>
          <w:rStyle w:val="FootnoteReference"/>
          <w:szCs w:val="18"/>
        </w:rPr>
        <w:footnoteRef/>
      </w:r>
      <w:r w:rsidRPr="00BB78C2">
        <w:rPr>
          <w:szCs w:val="18"/>
        </w:rPr>
        <w:tab/>
        <w:t xml:space="preserve">India, Information Technology (Procedures and Safeguards for Blocking for Access of Information by Public) Rules, 2009, </w:t>
      </w:r>
      <w:r>
        <w:rPr>
          <w:szCs w:val="18"/>
        </w:rPr>
        <w:t>r</w:t>
      </w:r>
      <w:r w:rsidRPr="00BB78C2">
        <w:rPr>
          <w:szCs w:val="18"/>
        </w:rPr>
        <w:t xml:space="preserve">ule 16. </w:t>
      </w:r>
    </w:p>
  </w:footnote>
  <w:footnote w:id="51">
    <w:p w14:paraId="1B7F4B16" w14:textId="4195C363" w:rsidR="00BA409F" w:rsidRPr="00BB78C2" w:rsidRDefault="00BA409F" w:rsidP="00820215">
      <w:pPr>
        <w:pStyle w:val="FootnoteText"/>
        <w:rPr>
          <w:szCs w:val="18"/>
        </w:rPr>
      </w:pPr>
      <w:r w:rsidRPr="00BB78C2">
        <w:rPr>
          <w:szCs w:val="18"/>
        </w:rPr>
        <w:tab/>
      </w:r>
      <w:r w:rsidRPr="00BB78C2">
        <w:rPr>
          <w:rStyle w:val="FootnoteReference"/>
          <w:szCs w:val="18"/>
        </w:rPr>
        <w:footnoteRef/>
      </w:r>
      <w:r w:rsidRPr="00BB78C2">
        <w:rPr>
          <w:szCs w:val="18"/>
        </w:rPr>
        <w:tab/>
      </w:r>
      <w:hyperlink r:id="rId35" w:anchor="pt4-pb2-l1g82" w:history="1">
        <w:proofErr w:type="gramStart"/>
        <w:r w:rsidRPr="00BB78C2">
          <w:rPr>
            <w:szCs w:val="18"/>
          </w:rPr>
          <w:t>Investigatory Powers Bill</w:t>
        </w:r>
      </w:hyperlink>
      <w:r w:rsidRPr="00BB78C2">
        <w:rPr>
          <w:szCs w:val="18"/>
        </w:rPr>
        <w:t>, Cl. 84</w:t>
      </w:r>
      <w:r>
        <w:rPr>
          <w:szCs w:val="18"/>
        </w:rPr>
        <w:t xml:space="preserve"> </w:t>
      </w:r>
      <w:r w:rsidRPr="00BB78C2">
        <w:rPr>
          <w:szCs w:val="18"/>
        </w:rPr>
        <w:t>(2).</w:t>
      </w:r>
      <w:proofErr w:type="gramEnd"/>
    </w:p>
  </w:footnote>
  <w:footnote w:id="52">
    <w:p w14:paraId="7D70437C" w14:textId="1E2BA538" w:rsidR="00BA409F" w:rsidRPr="00BB78C2" w:rsidRDefault="00BA409F" w:rsidP="00495B26">
      <w:pPr>
        <w:pStyle w:val="FootnoteText"/>
        <w:rPr>
          <w:szCs w:val="18"/>
        </w:rPr>
      </w:pPr>
      <w:r w:rsidRPr="00BB78C2">
        <w:rPr>
          <w:szCs w:val="18"/>
        </w:rPr>
        <w:tab/>
      </w:r>
      <w:r w:rsidRPr="00BB78C2">
        <w:rPr>
          <w:rStyle w:val="FootnoteReference"/>
          <w:szCs w:val="18"/>
        </w:rPr>
        <w:footnoteRef/>
      </w:r>
      <w:r w:rsidRPr="00BB78C2">
        <w:rPr>
          <w:szCs w:val="18"/>
        </w:rPr>
        <w:tab/>
      </w:r>
      <w:proofErr w:type="gramStart"/>
      <w:r w:rsidRPr="00BB78C2">
        <w:rPr>
          <w:szCs w:val="18"/>
        </w:rPr>
        <w:t xml:space="preserve">South Africa, Regulation of Interception of Communications and Provision of Communication-Related Information Act 70 of 2002, </w:t>
      </w:r>
      <w:r>
        <w:rPr>
          <w:szCs w:val="18"/>
        </w:rPr>
        <w:t>s</w:t>
      </w:r>
      <w:r w:rsidRPr="00BB78C2">
        <w:rPr>
          <w:szCs w:val="18"/>
        </w:rPr>
        <w:t>ect</w:t>
      </w:r>
      <w:r>
        <w:rPr>
          <w:szCs w:val="18"/>
        </w:rPr>
        <w:t>.</w:t>
      </w:r>
      <w:r w:rsidRPr="00BB78C2">
        <w:rPr>
          <w:szCs w:val="18"/>
        </w:rPr>
        <w:t xml:space="preserve"> 42</w:t>
      </w:r>
      <w:r>
        <w:rPr>
          <w:szCs w:val="18"/>
        </w:rPr>
        <w:t xml:space="preserve"> </w:t>
      </w:r>
      <w:r w:rsidRPr="00BB78C2">
        <w:rPr>
          <w:szCs w:val="18"/>
        </w:rPr>
        <w:t>(1).</w:t>
      </w:r>
      <w:proofErr w:type="gramEnd"/>
      <w:r w:rsidRPr="00BB78C2">
        <w:rPr>
          <w:szCs w:val="18"/>
        </w:rPr>
        <w:t xml:space="preserve"> </w:t>
      </w:r>
    </w:p>
  </w:footnote>
  <w:footnote w:id="53">
    <w:p w14:paraId="56D9EA9A" w14:textId="1894439C" w:rsidR="00BA409F" w:rsidRPr="00BB78C2" w:rsidRDefault="00BA409F" w:rsidP="00820215">
      <w:pPr>
        <w:pStyle w:val="FootnoteText"/>
        <w:rPr>
          <w:szCs w:val="18"/>
        </w:rPr>
      </w:pPr>
      <w:r w:rsidRPr="00BB78C2">
        <w:rPr>
          <w:szCs w:val="18"/>
        </w:rPr>
        <w:tab/>
      </w:r>
      <w:r w:rsidRPr="00BB78C2">
        <w:rPr>
          <w:rStyle w:val="FootnoteReference"/>
          <w:szCs w:val="18"/>
        </w:rPr>
        <w:footnoteRef/>
      </w:r>
      <w:r w:rsidRPr="00BB78C2">
        <w:rPr>
          <w:szCs w:val="18"/>
        </w:rPr>
        <w:tab/>
      </w:r>
      <w:proofErr w:type="gramStart"/>
      <w:r w:rsidRPr="00BB78C2">
        <w:rPr>
          <w:szCs w:val="18"/>
        </w:rPr>
        <w:t xml:space="preserve">South Africa, National Key Points Act </w:t>
      </w:r>
      <w:r>
        <w:rPr>
          <w:szCs w:val="18"/>
        </w:rPr>
        <w:t xml:space="preserve">102 of </w:t>
      </w:r>
      <w:r w:rsidRPr="00BB78C2">
        <w:rPr>
          <w:szCs w:val="18"/>
        </w:rPr>
        <w:t xml:space="preserve">1980, </w:t>
      </w:r>
      <w:r>
        <w:rPr>
          <w:szCs w:val="18"/>
        </w:rPr>
        <w:t>s</w:t>
      </w:r>
      <w:r w:rsidRPr="00BB78C2">
        <w:rPr>
          <w:szCs w:val="18"/>
        </w:rPr>
        <w:t>ect</w:t>
      </w:r>
      <w:r>
        <w:rPr>
          <w:szCs w:val="18"/>
        </w:rPr>
        <w:t>.</w:t>
      </w:r>
      <w:r w:rsidRPr="00BB78C2">
        <w:rPr>
          <w:szCs w:val="18"/>
        </w:rPr>
        <w:t xml:space="preserve"> 10</w:t>
      </w:r>
      <w:r>
        <w:rPr>
          <w:szCs w:val="18"/>
        </w:rPr>
        <w:t xml:space="preserve"> </w:t>
      </w:r>
      <w:r w:rsidRPr="00BB78C2">
        <w:rPr>
          <w:szCs w:val="18"/>
        </w:rPr>
        <w:t>(c).</w:t>
      </w:r>
      <w:proofErr w:type="gramEnd"/>
      <w:r w:rsidRPr="00BB78C2">
        <w:rPr>
          <w:szCs w:val="18"/>
        </w:rPr>
        <w:t xml:space="preserve"> </w:t>
      </w:r>
    </w:p>
  </w:footnote>
  <w:footnote w:id="54">
    <w:p w14:paraId="0109E7D9" w14:textId="4DB3621A" w:rsidR="00BA409F" w:rsidRPr="00E30607" w:rsidRDefault="00BA409F">
      <w:pPr>
        <w:pStyle w:val="FootnoteText"/>
        <w:rPr>
          <w:lang w:val="en-US"/>
        </w:rPr>
      </w:pPr>
      <w:r>
        <w:tab/>
      </w:r>
      <w:r>
        <w:rPr>
          <w:rStyle w:val="FootnoteReference"/>
        </w:rPr>
        <w:footnoteRef/>
      </w:r>
      <w:r>
        <w:tab/>
      </w:r>
      <w:proofErr w:type="gramStart"/>
      <w:r>
        <w:rPr>
          <w:lang w:val="en-US"/>
        </w:rPr>
        <w:t xml:space="preserve">Guiding principles, </w:t>
      </w:r>
      <w:r>
        <w:rPr>
          <w:szCs w:val="18"/>
        </w:rPr>
        <w:t xml:space="preserve">chap. </w:t>
      </w:r>
      <w:r>
        <w:rPr>
          <w:lang w:val="en-US"/>
        </w:rPr>
        <w:t>III (A) (31).</w:t>
      </w:r>
      <w:proofErr w:type="gramEnd"/>
    </w:p>
  </w:footnote>
  <w:footnote w:id="55">
    <w:p w14:paraId="74101166" w14:textId="557BAF19" w:rsidR="00BA409F" w:rsidRPr="00BB78C2" w:rsidRDefault="00BA409F" w:rsidP="00820215">
      <w:pPr>
        <w:pStyle w:val="FootnoteText"/>
        <w:rPr>
          <w:szCs w:val="18"/>
        </w:rPr>
      </w:pPr>
      <w:r w:rsidRPr="00BB78C2">
        <w:rPr>
          <w:szCs w:val="18"/>
        </w:rPr>
        <w:tab/>
      </w:r>
      <w:r w:rsidRPr="00BB78C2">
        <w:rPr>
          <w:rStyle w:val="FootnoteReference"/>
          <w:szCs w:val="18"/>
        </w:rPr>
        <w:footnoteRef/>
      </w:r>
      <w:r w:rsidRPr="00BB78C2">
        <w:rPr>
          <w:szCs w:val="18"/>
        </w:rPr>
        <w:tab/>
      </w:r>
      <w:proofErr w:type="gramStart"/>
      <w:r w:rsidRPr="00BB78C2">
        <w:rPr>
          <w:szCs w:val="18"/>
        </w:rPr>
        <w:t xml:space="preserve">India, Information Technology Act, 2008, </w:t>
      </w:r>
      <w:r>
        <w:rPr>
          <w:szCs w:val="18"/>
        </w:rPr>
        <w:t xml:space="preserve">sect. </w:t>
      </w:r>
      <w:r w:rsidRPr="00BB78C2">
        <w:rPr>
          <w:szCs w:val="18"/>
        </w:rPr>
        <w:t>43</w:t>
      </w:r>
      <w:r>
        <w:rPr>
          <w:szCs w:val="18"/>
        </w:rPr>
        <w:t xml:space="preserve"> </w:t>
      </w:r>
      <w:r w:rsidRPr="00BB78C2">
        <w:rPr>
          <w:szCs w:val="18"/>
        </w:rPr>
        <w:t xml:space="preserve">A; Information Technology (Reasonable </w:t>
      </w:r>
      <w:r>
        <w:rPr>
          <w:szCs w:val="18"/>
        </w:rPr>
        <w:t>s</w:t>
      </w:r>
      <w:r w:rsidRPr="00BB78C2">
        <w:rPr>
          <w:szCs w:val="18"/>
        </w:rPr>
        <w:t xml:space="preserve">ecurity </w:t>
      </w:r>
      <w:r>
        <w:rPr>
          <w:szCs w:val="18"/>
        </w:rPr>
        <w:t>p</w:t>
      </w:r>
      <w:r w:rsidRPr="00BB78C2">
        <w:rPr>
          <w:szCs w:val="18"/>
        </w:rPr>
        <w:t xml:space="preserve">ractices and procedures and sensitive personal data or information) Rules, 2011, </w:t>
      </w:r>
      <w:r>
        <w:rPr>
          <w:szCs w:val="18"/>
        </w:rPr>
        <w:t>r</w:t>
      </w:r>
      <w:r w:rsidRPr="00BB78C2">
        <w:rPr>
          <w:szCs w:val="18"/>
        </w:rPr>
        <w:t>ule 5</w:t>
      </w:r>
      <w:r>
        <w:rPr>
          <w:szCs w:val="18"/>
        </w:rPr>
        <w:t xml:space="preserve"> </w:t>
      </w:r>
      <w:r w:rsidRPr="00BB78C2">
        <w:rPr>
          <w:szCs w:val="18"/>
        </w:rPr>
        <w:t>(9).</w:t>
      </w:r>
      <w:proofErr w:type="gramEnd"/>
      <w:r w:rsidRPr="00BB78C2">
        <w:rPr>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B7892" w14:textId="77777777" w:rsidR="00BA409F" w:rsidRPr="005D0BA8" w:rsidRDefault="00BA409F">
    <w:pPr>
      <w:pStyle w:val="Header"/>
    </w:pPr>
    <w:r>
      <w:t>A/HRC/32/38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F24604" w14:textId="77777777" w:rsidR="00BA409F" w:rsidRPr="005D0BA8" w:rsidRDefault="00BA409F" w:rsidP="005D0BA8">
    <w:pPr>
      <w:pStyle w:val="Header"/>
      <w:jc w:val="right"/>
    </w:pPr>
    <w:r>
      <w:t>A/HRC/32/38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C8E28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F"/>
    <w:multiLevelType w:val="singleLevel"/>
    <w:tmpl w:val="0000000F"/>
    <w:name w:val="WW8Num33"/>
    <w:lvl w:ilvl="0">
      <w:start w:val="1"/>
      <w:numFmt w:val="bullet"/>
      <w:lvlText w:val=""/>
      <w:lvlJc w:val="left"/>
      <w:pPr>
        <w:tabs>
          <w:tab w:val="num" w:pos="0"/>
        </w:tabs>
        <w:ind w:left="720" w:hanging="360"/>
      </w:pPr>
      <w:rPr>
        <w:rFonts w:ascii="Symbol" w:hAnsi="Symbol" w:cs="Symbol"/>
      </w:rPr>
    </w:lvl>
  </w:abstractNum>
  <w:abstractNum w:abstractNumId="2">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30166C3"/>
    <w:multiLevelType w:val="hybridMultilevel"/>
    <w:tmpl w:val="4AC62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E9760DA"/>
    <w:multiLevelType w:val="hybridMultilevel"/>
    <w:tmpl w:val="B1C2EFD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8966157"/>
    <w:multiLevelType w:val="hybridMultilevel"/>
    <w:tmpl w:val="839C99CC"/>
    <w:numStyleLink w:val="ImportedStyle3"/>
  </w:abstractNum>
  <w:abstractNum w:abstractNumId="8">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AB22C7A"/>
    <w:multiLevelType w:val="hybridMultilevel"/>
    <w:tmpl w:val="F0A804E0"/>
    <w:styleLink w:val="Lettered"/>
    <w:lvl w:ilvl="0" w:tplc="5BB464A0">
      <w:start w:val="1"/>
      <w:numFmt w:val="upperLetter"/>
      <w:lvlText w:val="%1."/>
      <w:lvlJc w:val="left"/>
      <w:pPr>
        <w:ind w:left="316" w:hanging="316"/>
      </w:pPr>
      <w:rPr>
        <w:rFonts w:hAnsi="Arial Unicode MS"/>
        <w:b/>
        <w:bCs/>
        <w:caps w:val="0"/>
        <w:smallCaps w:val="0"/>
        <w:strike w:val="0"/>
        <w:dstrike w:val="0"/>
        <w:outline w:val="0"/>
        <w:emboss w:val="0"/>
        <w:imprint w:val="0"/>
        <w:spacing w:val="0"/>
        <w:w w:val="100"/>
        <w:kern w:val="0"/>
        <w:position w:val="0"/>
        <w:highlight w:val="none"/>
        <w:vertAlign w:val="baseline"/>
      </w:rPr>
    </w:lvl>
    <w:lvl w:ilvl="1" w:tplc="AC722E4C">
      <w:start w:val="1"/>
      <w:numFmt w:val="upperLetter"/>
      <w:lvlText w:val="%2."/>
      <w:lvlJc w:val="left"/>
      <w:pPr>
        <w:ind w:left="1316" w:hanging="316"/>
      </w:pPr>
      <w:rPr>
        <w:rFonts w:hAnsi="Arial Unicode MS"/>
        <w:b/>
        <w:bCs/>
        <w:caps w:val="0"/>
        <w:smallCaps w:val="0"/>
        <w:strike w:val="0"/>
        <w:dstrike w:val="0"/>
        <w:outline w:val="0"/>
        <w:emboss w:val="0"/>
        <w:imprint w:val="0"/>
        <w:spacing w:val="0"/>
        <w:w w:val="100"/>
        <w:kern w:val="0"/>
        <w:position w:val="0"/>
        <w:highlight w:val="none"/>
        <w:vertAlign w:val="baseline"/>
      </w:rPr>
    </w:lvl>
    <w:lvl w:ilvl="2" w:tplc="896200B6">
      <w:start w:val="1"/>
      <w:numFmt w:val="upperLetter"/>
      <w:lvlText w:val="%3."/>
      <w:lvlJc w:val="left"/>
      <w:pPr>
        <w:ind w:left="2316" w:hanging="316"/>
      </w:pPr>
      <w:rPr>
        <w:rFonts w:hAnsi="Arial Unicode MS"/>
        <w:b/>
        <w:bCs/>
        <w:caps w:val="0"/>
        <w:smallCaps w:val="0"/>
        <w:strike w:val="0"/>
        <w:dstrike w:val="0"/>
        <w:outline w:val="0"/>
        <w:emboss w:val="0"/>
        <w:imprint w:val="0"/>
        <w:spacing w:val="0"/>
        <w:w w:val="100"/>
        <w:kern w:val="0"/>
        <w:position w:val="0"/>
        <w:highlight w:val="none"/>
        <w:vertAlign w:val="baseline"/>
      </w:rPr>
    </w:lvl>
    <w:lvl w:ilvl="3" w:tplc="7CA66534">
      <w:start w:val="1"/>
      <w:numFmt w:val="upperLetter"/>
      <w:lvlText w:val="%4."/>
      <w:lvlJc w:val="left"/>
      <w:pPr>
        <w:ind w:left="3316" w:hanging="316"/>
      </w:pPr>
      <w:rPr>
        <w:rFonts w:hAnsi="Arial Unicode MS"/>
        <w:b/>
        <w:bCs/>
        <w:caps w:val="0"/>
        <w:smallCaps w:val="0"/>
        <w:strike w:val="0"/>
        <w:dstrike w:val="0"/>
        <w:outline w:val="0"/>
        <w:emboss w:val="0"/>
        <w:imprint w:val="0"/>
        <w:spacing w:val="0"/>
        <w:w w:val="100"/>
        <w:kern w:val="0"/>
        <w:position w:val="0"/>
        <w:highlight w:val="none"/>
        <w:vertAlign w:val="baseline"/>
      </w:rPr>
    </w:lvl>
    <w:lvl w:ilvl="4" w:tplc="DC9A7EF8">
      <w:start w:val="1"/>
      <w:numFmt w:val="upperLetter"/>
      <w:lvlText w:val="%5."/>
      <w:lvlJc w:val="left"/>
      <w:pPr>
        <w:ind w:left="4316" w:hanging="316"/>
      </w:pPr>
      <w:rPr>
        <w:rFonts w:hAnsi="Arial Unicode MS"/>
        <w:b/>
        <w:bCs/>
        <w:caps w:val="0"/>
        <w:smallCaps w:val="0"/>
        <w:strike w:val="0"/>
        <w:dstrike w:val="0"/>
        <w:outline w:val="0"/>
        <w:emboss w:val="0"/>
        <w:imprint w:val="0"/>
        <w:spacing w:val="0"/>
        <w:w w:val="100"/>
        <w:kern w:val="0"/>
        <w:position w:val="0"/>
        <w:highlight w:val="none"/>
        <w:vertAlign w:val="baseline"/>
      </w:rPr>
    </w:lvl>
    <w:lvl w:ilvl="5" w:tplc="4E020146">
      <w:start w:val="1"/>
      <w:numFmt w:val="upperLetter"/>
      <w:lvlText w:val="%6."/>
      <w:lvlJc w:val="left"/>
      <w:pPr>
        <w:ind w:left="5316" w:hanging="316"/>
      </w:pPr>
      <w:rPr>
        <w:rFonts w:hAnsi="Arial Unicode MS"/>
        <w:b/>
        <w:bCs/>
        <w:caps w:val="0"/>
        <w:smallCaps w:val="0"/>
        <w:strike w:val="0"/>
        <w:dstrike w:val="0"/>
        <w:outline w:val="0"/>
        <w:emboss w:val="0"/>
        <w:imprint w:val="0"/>
        <w:spacing w:val="0"/>
        <w:w w:val="100"/>
        <w:kern w:val="0"/>
        <w:position w:val="0"/>
        <w:highlight w:val="none"/>
        <w:vertAlign w:val="baseline"/>
      </w:rPr>
    </w:lvl>
    <w:lvl w:ilvl="6" w:tplc="4C6EA740">
      <w:start w:val="1"/>
      <w:numFmt w:val="upperLetter"/>
      <w:lvlText w:val="%7."/>
      <w:lvlJc w:val="left"/>
      <w:pPr>
        <w:ind w:left="6316" w:hanging="316"/>
      </w:pPr>
      <w:rPr>
        <w:rFonts w:hAnsi="Arial Unicode MS"/>
        <w:b/>
        <w:bCs/>
        <w:caps w:val="0"/>
        <w:smallCaps w:val="0"/>
        <w:strike w:val="0"/>
        <w:dstrike w:val="0"/>
        <w:outline w:val="0"/>
        <w:emboss w:val="0"/>
        <w:imprint w:val="0"/>
        <w:spacing w:val="0"/>
        <w:w w:val="100"/>
        <w:kern w:val="0"/>
        <w:position w:val="0"/>
        <w:highlight w:val="none"/>
        <w:vertAlign w:val="baseline"/>
      </w:rPr>
    </w:lvl>
    <w:lvl w:ilvl="7" w:tplc="BD6C6F7E">
      <w:start w:val="1"/>
      <w:numFmt w:val="upperLetter"/>
      <w:lvlText w:val="%8."/>
      <w:lvlJc w:val="left"/>
      <w:pPr>
        <w:ind w:left="7316" w:hanging="316"/>
      </w:pPr>
      <w:rPr>
        <w:rFonts w:hAnsi="Arial Unicode MS"/>
        <w:b/>
        <w:bCs/>
        <w:caps w:val="0"/>
        <w:smallCaps w:val="0"/>
        <w:strike w:val="0"/>
        <w:dstrike w:val="0"/>
        <w:outline w:val="0"/>
        <w:emboss w:val="0"/>
        <w:imprint w:val="0"/>
        <w:spacing w:val="0"/>
        <w:w w:val="100"/>
        <w:kern w:val="0"/>
        <w:position w:val="0"/>
        <w:highlight w:val="none"/>
        <w:vertAlign w:val="baseline"/>
      </w:rPr>
    </w:lvl>
    <w:lvl w:ilvl="8" w:tplc="8E92E360">
      <w:start w:val="1"/>
      <w:numFmt w:val="upperLetter"/>
      <w:lvlText w:val="%9."/>
      <w:lvlJc w:val="left"/>
      <w:pPr>
        <w:ind w:left="8316" w:hanging="316"/>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
    <w:nsid w:val="2BFF12AC"/>
    <w:multiLevelType w:val="hybridMultilevel"/>
    <w:tmpl w:val="9EE89990"/>
    <w:numStyleLink w:val="ImportedStyle1"/>
  </w:abstractNum>
  <w:abstractNum w:abstractNumId="11">
    <w:nsid w:val="2DE312A7"/>
    <w:multiLevelType w:val="hybridMultilevel"/>
    <w:tmpl w:val="9EE89990"/>
    <w:styleLink w:val="ImportedStyle1"/>
    <w:lvl w:ilvl="0" w:tplc="CC72EBDE">
      <w:start w:val="1"/>
      <w:numFmt w:val="upperRoman"/>
      <w:lvlText w:val="%1."/>
      <w:lvlJc w:val="left"/>
      <w:pPr>
        <w:ind w:left="1080" w:hanging="72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1" w:tplc="6B1C9E0E">
      <w:start w:val="1"/>
      <w:numFmt w:val="upperLetter"/>
      <w:lvlText w:val="%2."/>
      <w:lvlJc w:val="left"/>
      <w:pPr>
        <w:ind w:left="72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2" w:tplc="F1F271A6">
      <w:start w:val="1"/>
      <w:numFmt w:val="lowerRoman"/>
      <w:lvlText w:val="%3."/>
      <w:lvlJc w:val="left"/>
      <w:pPr>
        <w:ind w:left="2160" w:hanging="285"/>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3" w:tplc="851A9726">
      <w:start w:val="1"/>
      <w:numFmt w:val="decimal"/>
      <w:lvlText w:val="%4."/>
      <w:lvlJc w:val="left"/>
      <w:pPr>
        <w:ind w:left="288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4" w:tplc="02D05130">
      <w:start w:val="1"/>
      <w:numFmt w:val="lowerLetter"/>
      <w:lvlText w:val="%5."/>
      <w:lvlJc w:val="left"/>
      <w:pPr>
        <w:ind w:left="360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5" w:tplc="35BE2A38">
      <w:start w:val="1"/>
      <w:numFmt w:val="lowerRoman"/>
      <w:lvlText w:val="%6."/>
      <w:lvlJc w:val="left"/>
      <w:pPr>
        <w:ind w:left="4320" w:hanging="285"/>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6" w:tplc="174C3F86">
      <w:start w:val="1"/>
      <w:numFmt w:val="decimal"/>
      <w:lvlText w:val="%7."/>
      <w:lvlJc w:val="left"/>
      <w:pPr>
        <w:ind w:left="504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7" w:tplc="7FD6BD2E">
      <w:start w:val="1"/>
      <w:numFmt w:val="lowerLetter"/>
      <w:lvlText w:val="%8."/>
      <w:lvlJc w:val="left"/>
      <w:pPr>
        <w:ind w:left="576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8" w:tplc="0C429536">
      <w:start w:val="1"/>
      <w:numFmt w:val="lowerRoman"/>
      <w:lvlText w:val="%9."/>
      <w:lvlJc w:val="left"/>
      <w:pPr>
        <w:ind w:left="6480" w:hanging="285"/>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abstractNum>
  <w:abstractNum w:abstractNumId="12">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74E5F5C"/>
    <w:multiLevelType w:val="hybridMultilevel"/>
    <w:tmpl w:val="54B41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561850"/>
    <w:multiLevelType w:val="hybridMultilevel"/>
    <w:tmpl w:val="E18C75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A1D1B47"/>
    <w:multiLevelType w:val="hybridMultilevel"/>
    <w:tmpl w:val="2896500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443F66B4"/>
    <w:multiLevelType w:val="hybridMultilevel"/>
    <w:tmpl w:val="2DF6A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97429D"/>
    <w:multiLevelType w:val="hybridMultilevel"/>
    <w:tmpl w:val="A324434A"/>
    <w:lvl w:ilvl="0" w:tplc="F2F07EAA">
      <w:start w:val="1"/>
      <w:numFmt w:val="lowerLetter"/>
      <w:lvlText w:val="%1)"/>
      <w:lvlJc w:val="left"/>
      <w:pPr>
        <w:ind w:left="2886" w:hanging="564"/>
      </w:pPr>
      <w:rPr>
        <w:rFonts w:hint="default"/>
      </w:rPr>
    </w:lvl>
    <w:lvl w:ilvl="1" w:tplc="08090019" w:tentative="1">
      <w:start w:val="1"/>
      <w:numFmt w:val="lowerLetter"/>
      <w:lvlText w:val="%2."/>
      <w:lvlJc w:val="left"/>
      <w:pPr>
        <w:ind w:left="3402" w:hanging="360"/>
      </w:pPr>
    </w:lvl>
    <w:lvl w:ilvl="2" w:tplc="0809001B" w:tentative="1">
      <w:start w:val="1"/>
      <w:numFmt w:val="lowerRoman"/>
      <w:lvlText w:val="%3."/>
      <w:lvlJc w:val="right"/>
      <w:pPr>
        <w:ind w:left="4122" w:hanging="180"/>
      </w:pPr>
    </w:lvl>
    <w:lvl w:ilvl="3" w:tplc="0809000F" w:tentative="1">
      <w:start w:val="1"/>
      <w:numFmt w:val="decimal"/>
      <w:lvlText w:val="%4."/>
      <w:lvlJc w:val="left"/>
      <w:pPr>
        <w:ind w:left="4842" w:hanging="360"/>
      </w:pPr>
    </w:lvl>
    <w:lvl w:ilvl="4" w:tplc="08090019" w:tentative="1">
      <w:start w:val="1"/>
      <w:numFmt w:val="lowerLetter"/>
      <w:lvlText w:val="%5."/>
      <w:lvlJc w:val="left"/>
      <w:pPr>
        <w:ind w:left="5562" w:hanging="360"/>
      </w:pPr>
    </w:lvl>
    <w:lvl w:ilvl="5" w:tplc="0809001B" w:tentative="1">
      <w:start w:val="1"/>
      <w:numFmt w:val="lowerRoman"/>
      <w:lvlText w:val="%6."/>
      <w:lvlJc w:val="right"/>
      <w:pPr>
        <w:ind w:left="6282" w:hanging="180"/>
      </w:pPr>
    </w:lvl>
    <w:lvl w:ilvl="6" w:tplc="0809000F" w:tentative="1">
      <w:start w:val="1"/>
      <w:numFmt w:val="decimal"/>
      <w:lvlText w:val="%7."/>
      <w:lvlJc w:val="left"/>
      <w:pPr>
        <w:ind w:left="7002" w:hanging="360"/>
      </w:pPr>
    </w:lvl>
    <w:lvl w:ilvl="7" w:tplc="08090019" w:tentative="1">
      <w:start w:val="1"/>
      <w:numFmt w:val="lowerLetter"/>
      <w:lvlText w:val="%8."/>
      <w:lvlJc w:val="left"/>
      <w:pPr>
        <w:ind w:left="7722" w:hanging="360"/>
      </w:pPr>
    </w:lvl>
    <w:lvl w:ilvl="8" w:tplc="0809001B" w:tentative="1">
      <w:start w:val="1"/>
      <w:numFmt w:val="lowerRoman"/>
      <w:lvlText w:val="%9."/>
      <w:lvlJc w:val="right"/>
      <w:pPr>
        <w:ind w:left="8442" w:hanging="180"/>
      </w:pPr>
    </w:lvl>
  </w:abstractNum>
  <w:abstractNum w:abstractNumId="18">
    <w:nsid w:val="4B6350CD"/>
    <w:multiLevelType w:val="hybridMultilevel"/>
    <w:tmpl w:val="9FB8BE4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DCE0F2A"/>
    <w:multiLevelType w:val="hybridMultilevel"/>
    <w:tmpl w:val="EFCCF6E4"/>
    <w:numStyleLink w:val="ImportedStyle2"/>
  </w:abstractNum>
  <w:abstractNum w:abstractNumId="20">
    <w:nsid w:val="59392AA0"/>
    <w:multiLevelType w:val="hybridMultilevel"/>
    <w:tmpl w:val="F0A804E0"/>
    <w:numStyleLink w:val="Lettered"/>
  </w:abstractNum>
  <w:abstractNum w:abstractNumId="21">
    <w:nsid w:val="5E75791C"/>
    <w:multiLevelType w:val="hybridMultilevel"/>
    <w:tmpl w:val="B510D40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20D5245"/>
    <w:multiLevelType w:val="hybridMultilevel"/>
    <w:tmpl w:val="EFCCF6E4"/>
    <w:styleLink w:val="ImportedStyle2"/>
    <w:lvl w:ilvl="0" w:tplc="2BB8A06A">
      <w:start w:val="1"/>
      <w:numFmt w:val="upperLetter"/>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7A6E5B5C">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6F720AC0">
      <w:start w:val="1"/>
      <w:numFmt w:val="lowerRoman"/>
      <w:lvlText w:val="%3."/>
      <w:lvlJc w:val="left"/>
      <w:pPr>
        <w:ind w:left="2160" w:hanging="282"/>
      </w:pPr>
      <w:rPr>
        <w:rFonts w:hAnsi="Arial Unicode MS"/>
        <w:b/>
        <w:bCs/>
        <w:caps w:val="0"/>
        <w:smallCaps w:val="0"/>
        <w:strike w:val="0"/>
        <w:dstrike w:val="0"/>
        <w:outline w:val="0"/>
        <w:emboss w:val="0"/>
        <w:imprint w:val="0"/>
        <w:spacing w:val="0"/>
        <w:w w:val="100"/>
        <w:kern w:val="0"/>
        <w:position w:val="0"/>
        <w:highlight w:val="none"/>
        <w:vertAlign w:val="baseline"/>
      </w:rPr>
    </w:lvl>
    <w:lvl w:ilvl="3" w:tplc="B9185534">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24145768">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8B86FD8E">
      <w:start w:val="1"/>
      <w:numFmt w:val="lowerRoman"/>
      <w:lvlText w:val="%6."/>
      <w:lvlJc w:val="left"/>
      <w:pPr>
        <w:ind w:left="4320" w:hanging="282"/>
      </w:pPr>
      <w:rPr>
        <w:rFonts w:hAnsi="Arial Unicode MS"/>
        <w:b/>
        <w:bCs/>
        <w:caps w:val="0"/>
        <w:smallCaps w:val="0"/>
        <w:strike w:val="0"/>
        <w:dstrike w:val="0"/>
        <w:outline w:val="0"/>
        <w:emboss w:val="0"/>
        <w:imprint w:val="0"/>
        <w:spacing w:val="0"/>
        <w:w w:val="100"/>
        <w:kern w:val="0"/>
        <w:position w:val="0"/>
        <w:highlight w:val="none"/>
        <w:vertAlign w:val="baseline"/>
      </w:rPr>
    </w:lvl>
    <w:lvl w:ilvl="6" w:tplc="E5A6D43C">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91A600FA">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D2C8DDCA">
      <w:start w:val="1"/>
      <w:numFmt w:val="lowerRoman"/>
      <w:lvlText w:val="%9."/>
      <w:lvlJc w:val="left"/>
      <w:pPr>
        <w:ind w:left="6480" w:hanging="28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3">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68DC1628"/>
    <w:multiLevelType w:val="hybridMultilevel"/>
    <w:tmpl w:val="839C99CC"/>
    <w:styleLink w:val="ImportedStyle3"/>
    <w:lvl w:ilvl="0" w:tplc="989E638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014156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932987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25225D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9AE99D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E88EBB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8A0ADC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F4C9C5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FBAF05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nsid w:val="6D1E785A"/>
    <w:multiLevelType w:val="hybridMultilevel"/>
    <w:tmpl w:val="DCB6B7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D8712FB"/>
    <w:multiLevelType w:val="hybridMultilevel"/>
    <w:tmpl w:val="C58E5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D9C3DA6"/>
    <w:multiLevelType w:val="hybridMultilevel"/>
    <w:tmpl w:val="0DF83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F136B9F"/>
    <w:multiLevelType w:val="hybridMultilevel"/>
    <w:tmpl w:val="96C20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F2A5F36"/>
    <w:multiLevelType w:val="hybridMultilevel"/>
    <w:tmpl w:val="D4C062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36F2EB3"/>
    <w:multiLevelType w:val="hybridMultilevel"/>
    <w:tmpl w:val="725237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95332E7"/>
    <w:multiLevelType w:val="hybridMultilevel"/>
    <w:tmpl w:val="F3B62DD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C400966"/>
    <w:multiLevelType w:val="multilevel"/>
    <w:tmpl w:val="84A2E2E8"/>
    <w:styleLink w:val="List0"/>
    <w:lvl w:ilvl="0">
      <w:start w:val="1"/>
      <w:numFmt w:val="decimal"/>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num w:numId="1">
    <w:abstractNumId w:val="12"/>
  </w:num>
  <w:num w:numId="2">
    <w:abstractNumId w:val="8"/>
  </w:num>
  <w:num w:numId="3">
    <w:abstractNumId w:val="25"/>
  </w:num>
  <w:num w:numId="4">
    <w:abstractNumId w:val="6"/>
  </w:num>
  <w:num w:numId="5">
    <w:abstractNumId w:val="2"/>
  </w:num>
  <w:num w:numId="6">
    <w:abstractNumId w:val="4"/>
  </w:num>
  <w:num w:numId="7">
    <w:abstractNumId w:val="23"/>
  </w:num>
  <w:num w:numId="8">
    <w:abstractNumId w:val="18"/>
  </w:num>
  <w:num w:numId="9">
    <w:abstractNumId w:val="15"/>
  </w:num>
  <w:num w:numId="10">
    <w:abstractNumId w:val="21"/>
  </w:num>
  <w:num w:numId="11">
    <w:abstractNumId w:val="32"/>
  </w:num>
  <w:num w:numId="12">
    <w:abstractNumId w:val="29"/>
  </w:num>
  <w:num w:numId="13">
    <w:abstractNumId w:val="28"/>
  </w:num>
  <w:num w:numId="14">
    <w:abstractNumId w:val="27"/>
  </w:num>
  <w:num w:numId="15">
    <w:abstractNumId w:val="0"/>
  </w:num>
  <w:num w:numId="16">
    <w:abstractNumId w:val="5"/>
  </w:num>
  <w:num w:numId="17">
    <w:abstractNumId w:val="17"/>
  </w:num>
  <w:num w:numId="18">
    <w:abstractNumId w:val="11"/>
  </w:num>
  <w:num w:numId="19">
    <w:abstractNumId w:val="10"/>
  </w:num>
  <w:num w:numId="20">
    <w:abstractNumId w:val="10"/>
    <w:lvlOverride w:ilvl="0">
      <w:lvl w:ilvl="0" w:tplc="4AFC340E">
        <w:start w:val="1"/>
        <w:numFmt w:val="upperRoman"/>
        <w:lvlText w:val="%1."/>
        <w:lvlJc w:val="left"/>
        <w:pPr>
          <w:ind w:left="1080" w:hanging="72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6742EAFC">
        <w:start w:val="1"/>
        <w:numFmt w:val="upperLetter"/>
        <w:lvlText w:val="%2."/>
        <w:lvlJc w:val="left"/>
        <w:pPr>
          <w:ind w:left="72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9DA6640">
        <w:start w:val="1"/>
        <w:numFmt w:val="lowerRoman"/>
        <w:lvlText w:val="%3."/>
        <w:lvlJc w:val="left"/>
        <w:pPr>
          <w:ind w:left="2160" w:hanging="28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6A48532">
        <w:start w:val="1"/>
        <w:numFmt w:val="decimal"/>
        <w:lvlText w:val="%4."/>
        <w:lvlJc w:val="left"/>
        <w:pPr>
          <w:ind w:left="288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4108100">
        <w:start w:val="1"/>
        <w:numFmt w:val="lowerLetter"/>
        <w:lvlText w:val="%5."/>
        <w:lvlJc w:val="left"/>
        <w:pPr>
          <w:ind w:left="360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3067C88">
        <w:start w:val="1"/>
        <w:numFmt w:val="lowerRoman"/>
        <w:lvlText w:val="%6."/>
        <w:lvlJc w:val="left"/>
        <w:pPr>
          <w:ind w:left="4320" w:hanging="28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53021FC">
        <w:start w:val="1"/>
        <w:numFmt w:val="decimal"/>
        <w:lvlText w:val="%7."/>
        <w:lvlJc w:val="left"/>
        <w:pPr>
          <w:ind w:left="504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96CBF02">
        <w:start w:val="1"/>
        <w:numFmt w:val="lowerLetter"/>
        <w:lvlText w:val="%8."/>
        <w:lvlJc w:val="left"/>
        <w:pPr>
          <w:ind w:left="576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65642620">
        <w:start w:val="1"/>
        <w:numFmt w:val="lowerRoman"/>
        <w:lvlText w:val="%9."/>
        <w:lvlJc w:val="left"/>
        <w:pPr>
          <w:ind w:left="6480" w:hanging="28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num>
  <w:num w:numId="21">
    <w:abstractNumId w:val="9"/>
  </w:num>
  <w:num w:numId="22">
    <w:abstractNumId w:val="20"/>
  </w:num>
  <w:num w:numId="23">
    <w:abstractNumId w:val="10"/>
    <w:lvlOverride w:ilvl="0">
      <w:startOverride w:val="3"/>
      <w:lvl w:ilvl="0" w:tplc="4AFC340E">
        <w:start w:val="3"/>
        <w:numFmt w:val="upperRoman"/>
        <w:lvlText w:val="%1."/>
        <w:lvlJc w:val="left"/>
        <w:pPr>
          <w:tabs>
            <w:tab w:val="left" w:pos="1660"/>
            <w:tab w:val="left" w:pos="2160"/>
          </w:tabs>
          <w:ind w:left="1080" w:hanging="72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742EAFC">
        <w:start w:val="1"/>
        <w:numFmt w:val="upperLetter"/>
        <w:lvlText w:val="%2."/>
        <w:lvlJc w:val="left"/>
        <w:pPr>
          <w:tabs>
            <w:tab w:val="left" w:pos="1660"/>
            <w:tab w:val="left" w:pos="2160"/>
          </w:tabs>
          <w:ind w:left="72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9DA6640">
        <w:start w:val="1"/>
        <w:numFmt w:val="lowerRoman"/>
        <w:lvlText w:val="%3."/>
        <w:lvlJc w:val="left"/>
        <w:pPr>
          <w:tabs>
            <w:tab w:val="left" w:pos="1660"/>
          </w:tabs>
          <w:ind w:left="2160" w:hanging="28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6A48532">
        <w:start w:val="1"/>
        <w:numFmt w:val="decimal"/>
        <w:lvlText w:val="%4."/>
        <w:lvlJc w:val="left"/>
        <w:pPr>
          <w:tabs>
            <w:tab w:val="left" w:pos="1660"/>
            <w:tab w:val="left" w:pos="2160"/>
          </w:tabs>
          <w:ind w:left="288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4108100">
        <w:start w:val="1"/>
        <w:numFmt w:val="lowerLetter"/>
        <w:lvlText w:val="%5."/>
        <w:lvlJc w:val="left"/>
        <w:pPr>
          <w:tabs>
            <w:tab w:val="left" w:pos="1660"/>
            <w:tab w:val="left" w:pos="2160"/>
          </w:tabs>
          <w:ind w:left="360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3067C88">
        <w:start w:val="1"/>
        <w:numFmt w:val="lowerRoman"/>
        <w:lvlText w:val="%6."/>
        <w:lvlJc w:val="left"/>
        <w:pPr>
          <w:tabs>
            <w:tab w:val="left" w:pos="1660"/>
            <w:tab w:val="left" w:pos="2160"/>
          </w:tabs>
          <w:ind w:left="4320" w:hanging="28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53021FC">
        <w:start w:val="1"/>
        <w:numFmt w:val="decimal"/>
        <w:lvlText w:val="%7."/>
        <w:lvlJc w:val="left"/>
        <w:pPr>
          <w:tabs>
            <w:tab w:val="left" w:pos="1660"/>
            <w:tab w:val="left" w:pos="2160"/>
          </w:tabs>
          <w:ind w:left="504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96CBF02">
        <w:start w:val="1"/>
        <w:numFmt w:val="lowerLetter"/>
        <w:lvlText w:val="%8."/>
        <w:lvlJc w:val="left"/>
        <w:pPr>
          <w:tabs>
            <w:tab w:val="left" w:pos="1660"/>
            <w:tab w:val="left" w:pos="2160"/>
          </w:tabs>
          <w:ind w:left="576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5642620">
        <w:start w:val="1"/>
        <w:numFmt w:val="lowerRoman"/>
        <w:lvlText w:val="%9."/>
        <w:lvlJc w:val="left"/>
        <w:pPr>
          <w:tabs>
            <w:tab w:val="left" w:pos="1660"/>
            <w:tab w:val="left" w:pos="2160"/>
          </w:tabs>
          <w:ind w:left="6480" w:hanging="28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num>
  <w:num w:numId="24">
    <w:abstractNumId w:val="10"/>
    <w:lvlOverride w:ilvl="0">
      <w:lvl w:ilvl="0" w:tplc="4AFC340E">
        <w:start w:val="1"/>
        <w:numFmt w:val="upperRoman"/>
        <w:lvlText w:val="%1."/>
        <w:lvlJc w:val="left"/>
        <w:pPr>
          <w:ind w:left="1080" w:hanging="72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6742EAFC">
        <w:start w:val="1"/>
        <w:numFmt w:val="upperLetter"/>
        <w:lvlText w:val="%2."/>
        <w:lvlJc w:val="left"/>
        <w:pPr>
          <w:ind w:left="72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9DA6640">
        <w:start w:val="1"/>
        <w:numFmt w:val="lowerRoman"/>
        <w:lvlText w:val="%3."/>
        <w:lvlJc w:val="left"/>
        <w:pPr>
          <w:ind w:left="2160" w:hanging="287"/>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6A48532">
        <w:start w:val="1"/>
        <w:numFmt w:val="decimal"/>
        <w:lvlText w:val="%4."/>
        <w:lvlJc w:val="left"/>
        <w:pPr>
          <w:ind w:left="288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4108100">
        <w:start w:val="1"/>
        <w:numFmt w:val="lowerLetter"/>
        <w:lvlText w:val="%5."/>
        <w:lvlJc w:val="left"/>
        <w:pPr>
          <w:ind w:left="360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3067C88">
        <w:start w:val="1"/>
        <w:numFmt w:val="lowerRoman"/>
        <w:lvlText w:val="%6."/>
        <w:lvlJc w:val="left"/>
        <w:pPr>
          <w:ind w:left="4320" w:hanging="287"/>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53021FC">
        <w:start w:val="1"/>
        <w:numFmt w:val="decimal"/>
        <w:lvlText w:val="%7."/>
        <w:lvlJc w:val="left"/>
        <w:pPr>
          <w:ind w:left="504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96CBF02">
        <w:start w:val="1"/>
        <w:numFmt w:val="lowerLetter"/>
        <w:lvlText w:val="%8."/>
        <w:lvlJc w:val="left"/>
        <w:pPr>
          <w:ind w:left="576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65642620">
        <w:start w:val="1"/>
        <w:numFmt w:val="lowerRoman"/>
        <w:lvlText w:val="%9."/>
        <w:lvlJc w:val="left"/>
        <w:pPr>
          <w:ind w:left="6480" w:hanging="287"/>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num>
  <w:num w:numId="25">
    <w:abstractNumId w:val="22"/>
  </w:num>
  <w:num w:numId="26">
    <w:abstractNumId w:val="19"/>
  </w:num>
  <w:num w:numId="27">
    <w:abstractNumId w:val="19"/>
    <w:lvlOverride w:ilvl="0">
      <w:lvl w:ilvl="0" w:tplc="E7600490">
        <w:start w:val="1"/>
        <w:numFmt w:val="upperLetter"/>
        <w:lvlText w:val="%1."/>
        <w:lvlJc w:val="left"/>
        <w:pPr>
          <w:tabs>
            <w:tab w:val="num" w:pos="1440"/>
          </w:tabs>
          <w:ind w:left="72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7612F30C">
        <w:start w:val="1"/>
        <w:numFmt w:val="lowerLetter"/>
        <w:lvlText w:val="%2."/>
        <w:lvlJc w:val="left"/>
        <w:pPr>
          <w:tabs>
            <w:tab w:val="num" w:pos="2160"/>
          </w:tabs>
          <w:ind w:left="144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9FA05968">
        <w:start w:val="1"/>
        <w:numFmt w:val="lowerRoman"/>
        <w:lvlText w:val="%3."/>
        <w:lvlJc w:val="left"/>
        <w:pPr>
          <w:tabs>
            <w:tab w:val="num" w:pos="2880"/>
          </w:tabs>
          <w:ind w:left="2160" w:firstLine="7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7BEEF122">
        <w:start w:val="1"/>
        <w:numFmt w:val="decimal"/>
        <w:lvlText w:val="%4."/>
        <w:lvlJc w:val="left"/>
        <w:pPr>
          <w:tabs>
            <w:tab w:val="num" w:pos="3600"/>
          </w:tabs>
          <w:ind w:left="288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3EAE2976">
        <w:start w:val="1"/>
        <w:numFmt w:val="lowerLetter"/>
        <w:lvlText w:val="%5."/>
        <w:lvlJc w:val="left"/>
        <w:pPr>
          <w:tabs>
            <w:tab w:val="num" w:pos="4320"/>
          </w:tabs>
          <w:ind w:left="360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1DD867AE">
        <w:start w:val="1"/>
        <w:numFmt w:val="lowerRoman"/>
        <w:lvlText w:val="%6."/>
        <w:lvlJc w:val="left"/>
        <w:pPr>
          <w:tabs>
            <w:tab w:val="num" w:pos="5040"/>
          </w:tabs>
          <w:ind w:left="4320" w:firstLine="7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F086FE7A">
        <w:start w:val="1"/>
        <w:numFmt w:val="decimal"/>
        <w:lvlText w:val="%7."/>
        <w:lvlJc w:val="left"/>
        <w:pPr>
          <w:tabs>
            <w:tab w:val="num" w:pos="5760"/>
          </w:tabs>
          <w:ind w:left="504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2692FC50">
        <w:start w:val="1"/>
        <w:numFmt w:val="lowerLetter"/>
        <w:lvlText w:val="%8."/>
        <w:lvlJc w:val="left"/>
        <w:pPr>
          <w:tabs>
            <w:tab w:val="num" w:pos="6480"/>
          </w:tabs>
          <w:ind w:left="576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51E41B6A">
        <w:start w:val="1"/>
        <w:numFmt w:val="lowerRoman"/>
        <w:lvlText w:val="%9."/>
        <w:lvlJc w:val="left"/>
        <w:pPr>
          <w:tabs>
            <w:tab w:val="num" w:pos="7200"/>
          </w:tabs>
          <w:ind w:left="6480" w:firstLine="78"/>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8">
    <w:abstractNumId w:val="10"/>
    <w:lvlOverride w:ilvl="0">
      <w:startOverride w:val="7"/>
      <w:lvl w:ilvl="0" w:tplc="4AFC340E">
        <w:start w:val="7"/>
        <w:numFmt w:val="upperRoman"/>
        <w:lvlText w:val="%1."/>
        <w:lvlJc w:val="left"/>
        <w:pPr>
          <w:ind w:left="1080" w:hanging="72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742EAFC">
        <w:start w:val="1"/>
        <w:numFmt w:val="upperLetter"/>
        <w:lvlText w:val="%2."/>
        <w:lvlJc w:val="left"/>
        <w:pPr>
          <w:ind w:left="72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9DA6640">
        <w:start w:val="1"/>
        <w:numFmt w:val="lowerRoman"/>
        <w:lvlText w:val="%3."/>
        <w:lvlJc w:val="left"/>
        <w:pPr>
          <w:ind w:left="2160" w:hanging="28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6A48532">
        <w:start w:val="1"/>
        <w:numFmt w:val="decimal"/>
        <w:lvlText w:val="%4."/>
        <w:lvlJc w:val="left"/>
        <w:pPr>
          <w:ind w:left="288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4108100">
        <w:start w:val="1"/>
        <w:numFmt w:val="lowerLetter"/>
        <w:lvlText w:val="%5."/>
        <w:lvlJc w:val="left"/>
        <w:pPr>
          <w:ind w:left="360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3067C88">
        <w:start w:val="1"/>
        <w:numFmt w:val="lowerRoman"/>
        <w:lvlText w:val="%6."/>
        <w:lvlJc w:val="left"/>
        <w:pPr>
          <w:ind w:left="4320" w:hanging="28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53021FC">
        <w:start w:val="1"/>
        <w:numFmt w:val="decimal"/>
        <w:lvlText w:val="%7."/>
        <w:lvlJc w:val="left"/>
        <w:pPr>
          <w:ind w:left="504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96CBF02">
        <w:start w:val="1"/>
        <w:numFmt w:val="lowerLetter"/>
        <w:lvlText w:val="%8."/>
        <w:lvlJc w:val="left"/>
        <w:pPr>
          <w:ind w:left="5760"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5642620">
        <w:start w:val="1"/>
        <w:numFmt w:val="lowerRoman"/>
        <w:lvlText w:val="%9."/>
        <w:lvlJc w:val="left"/>
        <w:pPr>
          <w:ind w:left="6480" w:hanging="282"/>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num>
  <w:num w:numId="29">
    <w:abstractNumId w:val="24"/>
  </w:num>
  <w:num w:numId="30">
    <w:abstractNumId w:val="7"/>
  </w:num>
  <w:num w:numId="31">
    <w:abstractNumId w:val="3"/>
  </w:num>
  <w:num w:numId="32">
    <w:abstractNumId w:val="33"/>
    <w:lvlOverride w:ilvl="0">
      <w:lvl w:ilvl="0">
        <w:start w:val="1"/>
        <w:numFmt w:val="decimal"/>
        <w:lvlText w:val="%1."/>
        <w:lvlJc w:val="left"/>
        <w:rPr>
          <w:b w:val="0"/>
          <w:bCs w:val="0"/>
          <w:position w:val="0"/>
          <w:rtl w:val="0"/>
        </w:rPr>
      </w:lvl>
    </w:lvlOverride>
  </w:num>
  <w:num w:numId="33">
    <w:abstractNumId w:val="13"/>
  </w:num>
  <w:num w:numId="34">
    <w:abstractNumId w:val="33"/>
  </w:num>
  <w:num w:numId="35">
    <w:abstractNumId w:val="16"/>
  </w:num>
  <w:num w:numId="36">
    <w:abstractNumId w:val="31"/>
  </w:num>
  <w:num w:numId="37">
    <w:abstractNumId w:val="14"/>
  </w:num>
  <w:num w:numId="38">
    <w:abstractNumId w:val="30"/>
  </w:num>
  <w:num w:numId="39">
    <w:abstractNumId w:val="26"/>
  </w:num>
  <w:num w:numId="40">
    <w:abstractNumId w:val="1"/>
  </w:num>
  <w:numIdMacAtCleanup w:val="5"/>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K">
    <w15:presenceInfo w15:providerId="None" w15:userId="D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131077" w:nlCheck="1" w:checkStyle="1"/>
  <w:activeWritingStyle w:appName="MSWord" w:lang="en-GB" w:vendorID="64" w:dllVersion="131078" w:nlCheck="1" w:checkStyle="0"/>
  <w:activeWritingStyle w:appName="MSWord" w:lang="en-CA" w:vendorID="64" w:dllVersion="131078" w:nlCheck="1" w:checkStyle="1"/>
  <w:activeWritingStyle w:appName="MSWord" w:lang="fr-CH" w:vendorID="64" w:dllVersion="131078" w:nlCheck="1" w:checkStyle="1"/>
  <w:activeWritingStyle w:appName="MSWord" w:lang="es-ES" w:vendorID="64" w:dllVersion="131078" w:nlCheck="1" w:checkStyle="1"/>
  <w:activeWritingStyle w:appName="MSWord" w:lang="en-US" w:vendorID="64" w:dllVersion="131078" w:nlCheck="1" w:checkStyle="0"/>
  <w:activeWritingStyle w:appName="MSWord" w:lang="pt-PT"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BA8"/>
    <w:rsid w:val="00005533"/>
    <w:rsid w:val="00006745"/>
    <w:rsid w:val="00007F7F"/>
    <w:rsid w:val="00013BF4"/>
    <w:rsid w:val="00016965"/>
    <w:rsid w:val="00017175"/>
    <w:rsid w:val="00020B9C"/>
    <w:rsid w:val="00021298"/>
    <w:rsid w:val="00022DB5"/>
    <w:rsid w:val="00030BFE"/>
    <w:rsid w:val="000317C5"/>
    <w:rsid w:val="000343DC"/>
    <w:rsid w:val="00036302"/>
    <w:rsid w:val="00036C8D"/>
    <w:rsid w:val="000403D1"/>
    <w:rsid w:val="000424C2"/>
    <w:rsid w:val="000449AA"/>
    <w:rsid w:val="00050F6B"/>
    <w:rsid w:val="000577C0"/>
    <w:rsid w:val="0006165D"/>
    <w:rsid w:val="00064D2E"/>
    <w:rsid w:val="000665E8"/>
    <w:rsid w:val="00072C8C"/>
    <w:rsid w:val="00073E70"/>
    <w:rsid w:val="000749F5"/>
    <w:rsid w:val="00077C33"/>
    <w:rsid w:val="00080B8D"/>
    <w:rsid w:val="000876EB"/>
    <w:rsid w:val="00087FB9"/>
    <w:rsid w:val="00091419"/>
    <w:rsid w:val="000931C0"/>
    <w:rsid w:val="00095F4A"/>
    <w:rsid w:val="000966D6"/>
    <w:rsid w:val="000A3BE8"/>
    <w:rsid w:val="000A50DB"/>
    <w:rsid w:val="000A5107"/>
    <w:rsid w:val="000A6223"/>
    <w:rsid w:val="000A7B10"/>
    <w:rsid w:val="000B1275"/>
    <w:rsid w:val="000B175B"/>
    <w:rsid w:val="000B3A0F"/>
    <w:rsid w:val="000B4A3B"/>
    <w:rsid w:val="000C1522"/>
    <w:rsid w:val="000C6E25"/>
    <w:rsid w:val="000C6F79"/>
    <w:rsid w:val="000C6FBC"/>
    <w:rsid w:val="000D1851"/>
    <w:rsid w:val="000D1AE2"/>
    <w:rsid w:val="000D42A2"/>
    <w:rsid w:val="000D6BB5"/>
    <w:rsid w:val="000E0415"/>
    <w:rsid w:val="000E156D"/>
    <w:rsid w:val="000E6627"/>
    <w:rsid w:val="000F2970"/>
    <w:rsid w:val="000F320C"/>
    <w:rsid w:val="000F3E13"/>
    <w:rsid w:val="00113FC1"/>
    <w:rsid w:val="0012641E"/>
    <w:rsid w:val="00127C0D"/>
    <w:rsid w:val="0013645F"/>
    <w:rsid w:val="001365FA"/>
    <w:rsid w:val="001367A2"/>
    <w:rsid w:val="001424D1"/>
    <w:rsid w:val="00146D32"/>
    <w:rsid w:val="00147268"/>
    <w:rsid w:val="001475D5"/>
    <w:rsid w:val="0014786A"/>
    <w:rsid w:val="001509BA"/>
    <w:rsid w:val="00151BE9"/>
    <w:rsid w:val="00163669"/>
    <w:rsid w:val="00175592"/>
    <w:rsid w:val="0017559B"/>
    <w:rsid w:val="00176C54"/>
    <w:rsid w:val="00186D84"/>
    <w:rsid w:val="00187515"/>
    <w:rsid w:val="001A74D4"/>
    <w:rsid w:val="001A7811"/>
    <w:rsid w:val="001B0579"/>
    <w:rsid w:val="001B11E3"/>
    <w:rsid w:val="001B3D28"/>
    <w:rsid w:val="001B4B04"/>
    <w:rsid w:val="001C234D"/>
    <w:rsid w:val="001C53AF"/>
    <w:rsid w:val="001C5CB5"/>
    <w:rsid w:val="001C6663"/>
    <w:rsid w:val="001C7765"/>
    <w:rsid w:val="001C7895"/>
    <w:rsid w:val="001D26DF"/>
    <w:rsid w:val="001D2B01"/>
    <w:rsid w:val="001D3765"/>
    <w:rsid w:val="001E2790"/>
    <w:rsid w:val="001E2AE5"/>
    <w:rsid w:val="001E7A57"/>
    <w:rsid w:val="001F04BD"/>
    <w:rsid w:val="001F111C"/>
    <w:rsid w:val="001F14A4"/>
    <w:rsid w:val="00207FDF"/>
    <w:rsid w:val="00210A68"/>
    <w:rsid w:val="00211E0B"/>
    <w:rsid w:val="00211E72"/>
    <w:rsid w:val="00214047"/>
    <w:rsid w:val="0022130F"/>
    <w:rsid w:val="00223B1F"/>
    <w:rsid w:val="00230C19"/>
    <w:rsid w:val="00231D8C"/>
    <w:rsid w:val="00234A98"/>
    <w:rsid w:val="002351CB"/>
    <w:rsid w:val="00237785"/>
    <w:rsid w:val="002410DD"/>
    <w:rsid w:val="00241466"/>
    <w:rsid w:val="00247E78"/>
    <w:rsid w:val="00253D58"/>
    <w:rsid w:val="00254C63"/>
    <w:rsid w:val="00256706"/>
    <w:rsid w:val="002624C1"/>
    <w:rsid w:val="00264168"/>
    <w:rsid w:val="0027725F"/>
    <w:rsid w:val="002A1FF7"/>
    <w:rsid w:val="002B2D8A"/>
    <w:rsid w:val="002B4EF9"/>
    <w:rsid w:val="002B6C22"/>
    <w:rsid w:val="002B76D5"/>
    <w:rsid w:val="002C0238"/>
    <w:rsid w:val="002C02D3"/>
    <w:rsid w:val="002C21F0"/>
    <w:rsid w:val="002C29B7"/>
    <w:rsid w:val="002C5FBB"/>
    <w:rsid w:val="002C6740"/>
    <w:rsid w:val="002F13F5"/>
    <w:rsid w:val="002F41E2"/>
    <w:rsid w:val="002F6F41"/>
    <w:rsid w:val="0030670C"/>
    <w:rsid w:val="00307F3E"/>
    <w:rsid w:val="003107FA"/>
    <w:rsid w:val="00314B49"/>
    <w:rsid w:val="00316E93"/>
    <w:rsid w:val="00317977"/>
    <w:rsid w:val="00320280"/>
    <w:rsid w:val="00320A46"/>
    <w:rsid w:val="003229D8"/>
    <w:rsid w:val="00324569"/>
    <w:rsid w:val="0033094A"/>
    <w:rsid w:val="00330CB3"/>
    <w:rsid w:val="00330EF4"/>
    <w:rsid w:val="003314D1"/>
    <w:rsid w:val="00332B89"/>
    <w:rsid w:val="00334732"/>
    <w:rsid w:val="00334C78"/>
    <w:rsid w:val="00335A2F"/>
    <w:rsid w:val="00337A4C"/>
    <w:rsid w:val="003403ED"/>
    <w:rsid w:val="00341937"/>
    <w:rsid w:val="00347E37"/>
    <w:rsid w:val="00347FE0"/>
    <w:rsid w:val="00355A88"/>
    <w:rsid w:val="00366966"/>
    <w:rsid w:val="0036707A"/>
    <w:rsid w:val="003703ED"/>
    <w:rsid w:val="00372A12"/>
    <w:rsid w:val="00381190"/>
    <w:rsid w:val="0039277A"/>
    <w:rsid w:val="003972E0"/>
    <w:rsid w:val="003975ED"/>
    <w:rsid w:val="003A1B33"/>
    <w:rsid w:val="003A5111"/>
    <w:rsid w:val="003A62AB"/>
    <w:rsid w:val="003B26F7"/>
    <w:rsid w:val="003C0033"/>
    <w:rsid w:val="003C0AAD"/>
    <w:rsid w:val="003C2A0A"/>
    <w:rsid w:val="003C2CC4"/>
    <w:rsid w:val="003C45FF"/>
    <w:rsid w:val="003C7DAF"/>
    <w:rsid w:val="003D4B23"/>
    <w:rsid w:val="003D7187"/>
    <w:rsid w:val="003E1468"/>
    <w:rsid w:val="003E3005"/>
    <w:rsid w:val="003E51DB"/>
    <w:rsid w:val="003E64FB"/>
    <w:rsid w:val="003F4FE1"/>
    <w:rsid w:val="003F7AB8"/>
    <w:rsid w:val="00410C5F"/>
    <w:rsid w:val="00414EE1"/>
    <w:rsid w:val="00421056"/>
    <w:rsid w:val="004228F7"/>
    <w:rsid w:val="00424C80"/>
    <w:rsid w:val="004270E9"/>
    <w:rsid w:val="004325CB"/>
    <w:rsid w:val="004343FC"/>
    <w:rsid w:val="004355C2"/>
    <w:rsid w:val="00443841"/>
    <w:rsid w:val="00444EC2"/>
    <w:rsid w:val="0044503A"/>
    <w:rsid w:val="00446CBC"/>
    <w:rsid w:val="00446DE4"/>
    <w:rsid w:val="00447761"/>
    <w:rsid w:val="004477AC"/>
    <w:rsid w:val="00450FF0"/>
    <w:rsid w:val="00451EC3"/>
    <w:rsid w:val="004543F1"/>
    <w:rsid w:val="00462640"/>
    <w:rsid w:val="00471ACD"/>
    <w:rsid w:val="004721B1"/>
    <w:rsid w:val="0047226A"/>
    <w:rsid w:val="00472F18"/>
    <w:rsid w:val="004749D8"/>
    <w:rsid w:val="00474C3E"/>
    <w:rsid w:val="00477D83"/>
    <w:rsid w:val="00481289"/>
    <w:rsid w:val="00481B7D"/>
    <w:rsid w:val="0048261E"/>
    <w:rsid w:val="004859EC"/>
    <w:rsid w:val="00486CE2"/>
    <w:rsid w:val="00492503"/>
    <w:rsid w:val="0049554E"/>
    <w:rsid w:val="00495B26"/>
    <w:rsid w:val="00496A15"/>
    <w:rsid w:val="00497132"/>
    <w:rsid w:val="004A406D"/>
    <w:rsid w:val="004A4ADA"/>
    <w:rsid w:val="004A6013"/>
    <w:rsid w:val="004A7730"/>
    <w:rsid w:val="004A7A9A"/>
    <w:rsid w:val="004B0890"/>
    <w:rsid w:val="004B0B1A"/>
    <w:rsid w:val="004B37AC"/>
    <w:rsid w:val="004B58F7"/>
    <w:rsid w:val="004B75D2"/>
    <w:rsid w:val="004C6E97"/>
    <w:rsid w:val="004D1140"/>
    <w:rsid w:val="004D68D7"/>
    <w:rsid w:val="004D7E81"/>
    <w:rsid w:val="004E3D4D"/>
    <w:rsid w:val="004F525B"/>
    <w:rsid w:val="004F55AA"/>
    <w:rsid w:val="004F55ED"/>
    <w:rsid w:val="004F7266"/>
    <w:rsid w:val="005003EA"/>
    <w:rsid w:val="00506EBD"/>
    <w:rsid w:val="00512BDF"/>
    <w:rsid w:val="005201BE"/>
    <w:rsid w:val="0052176C"/>
    <w:rsid w:val="00522189"/>
    <w:rsid w:val="00523680"/>
    <w:rsid w:val="00523A3D"/>
    <w:rsid w:val="005250C7"/>
    <w:rsid w:val="005261E5"/>
    <w:rsid w:val="0053544C"/>
    <w:rsid w:val="005360B5"/>
    <w:rsid w:val="00541B39"/>
    <w:rsid w:val="005420F2"/>
    <w:rsid w:val="00542574"/>
    <w:rsid w:val="005436AB"/>
    <w:rsid w:val="00544F76"/>
    <w:rsid w:val="00546DBF"/>
    <w:rsid w:val="005471A1"/>
    <w:rsid w:val="00550DD8"/>
    <w:rsid w:val="00553D76"/>
    <w:rsid w:val="005552B5"/>
    <w:rsid w:val="00557598"/>
    <w:rsid w:val="0056117B"/>
    <w:rsid w:val="005679F9"/>
    <w:rsid w:val="00571365"/>
    <w:rsid w:val="00576A17"/>
    <w:rsid w:val="00577AA5"/>
    <w:rsid w:val="005806DC"/>
    <w:rsid w:val="005821F3"/>
    <w:rsid w:val="005926B7"/>
    <w:rsid w:val="00594C3C"/>
    <w:rsid w:val="00596D12"/>
    <w:rsid w:val="005A157F"/>
    <w:rsid w:val="005A3DC0"/>
    <w:rsid w:val="005A49E2"/>
    <w:rsid w:val="005B3DB3"/>
    <w:rsid w:val="005B5BB9"/>
    <w:rsid w:val="005B6E48"/>
    <w:rsid w:val="005C3CF2"/>
    <w:rsid w:val="005C6B40"/>
    <w:rsid w:val="005D0BA8"/>
    <w:rsid w:val="005D7590"/>
    <w:rsid w:val="005D75BB"/>
    <w:rsid w:val="005E1712"/>
    <w:rsid w:val="005E1BCD"/>
    <w:rsid w:val="005F03F0"/>
    <w:rsid w:val="005F2116"/>
    <w:rsid w:val="00601266"/>
    <w:rsid w:val="0060152E"/>
    <w:rsid w:val="00601A15"/>
    <w:rsid w:val="00602033"/>
    <w:rsid w:val="00603BD4"/>
    <w:rsid w:val="00604AD4"/>
    <w:rsid w:val="006119B4"/>
    <w:rsid w:val="00611FC4"/>
    <w:rsid w:val="006135FB"/>
    <w:rsid w:val="00616DBC"/>
    <w:rsid w:val="006176FB"/>
    <w:rsid w:val="00623CD3"/>
    <w:rsid w:val="006266EC"/>
    <w:rsid w:val="00636652"/>
    <w:rsid w:val="006371F9"/>
    <w:rsid w:val="00640B26"/>
    <w:rsid w:val="006470EA"/>
    <w:rsid w:val="00647D2A"/>
    <w:rsid w:val="00666657"/>
    <w:rsid w:val="00670741"/>
    <w:rsid w:val="00671CAA"/>
    <w:rsid w:val="006743A7"/>
    <w:rsid w:val="0067554E"/>
    <w:rsid w:val="006821A4"/>
    <w:rsid w:val="00682604"/>
    <w:rsid w:val="00685FB2"/>
    <w:rsid w:val="0069112F"/>
    <w:rsid w:val="00692208"/>
    <w:rsid w:val="006965A2"/>
    <w:rsid w:val="00696BD6"/>
    <w:rsid w:val="0069772A"/>
    <w:rsid w:val="006A03D6"/>
    <w:rsid w:val="006A14C1"/>
    <w:rsid w:val="006A6B9D"/>
    <w:rsid w:val="006A7392"/>
    <w:rsid w:val="006B09BE"/>
    <w:rsid w:val="006B0D9C"/>
    <w:rsid w:val="006B0FB8"/>
    <w:rsid w:val="006B1B03"/>
    <w:rsid w:val="006B3189"/>
    <w:rsid w:val="006B7BA4"/>
    <w:rsid w:val="006B7D65"/>
    <w:rsid w:val="006C0558"/>
    <w:rsid w:val="006C43E7"/>
    <w:rsid w:val="006C5940"/>
    <w:rsid w:val="006C76A6"/>
    <w:rsid w:val="006D06AC"/>
    <w:rsid w:val="006D373A"/>
    <w:rsid w:val="006D476B"/>
    <w:rsid w:val="006D480A"/>
    <w:rsid w:val="006D6DA6"/>
    <w:rsid w:val="006E564B"/>
    <w:rsid w:val="006F13F0"/>
    <w:rsid w:val="006F3B95"/>
    <w:rsid w:val="006F4AEB"/>
    <w:rsid w:val="006F4F6A"/>
    <w:rsid w:val="006F5035"/>
    <w:rsid w:val="006F55CC"/>
    <w:rsid w:val="006F7259"/>
    <w:rsid w:val="00700614"/>
    <w:rsid w:val="00700D97"/>
    <w:rsid w:val="00700E12"/>
    <w:rsid w:val="00700FD2"/>
    <w:rsid w:val="00701DDD"/>
    <w:rsid w:val="00702F45"/>
    <w:rsid w:val="007065EB"/>
    <w:rsid w:val="00707CE1"/>
    <w:rsid w:val="0071384F"/>
    <w:rsid w:val="00717E2E"/>
    <w:rsid w:val="00720183"/>
    <w:rsid w:val="00725EF2"/>
    <w:rsid w:val="00725F07"/>
    <w:rsid w:val="0072632A"/>
    <w:rsid w:val="00730690"/>
    <w:rsid w:val="007311C9"/>
    <w:rsid w:val="00735DC7"/>
    <w:rsid w:val="0074200B"/>
    <w:rsid w:val="00743F66"/>
    <w:rsid w:val="00747D96"/>
    <w:rsid w:val="00756AE4"/>
    <w:rsid w:val="0076205A"/>
    <w:rsid w:val="00762C39"/>
    <w:rsid w:val="00771B05"/>
    <w:rsid w:val="00785B40"/>
    <w:rsid w:val="007949B7"/>
    <w:rsid w:val="007A4E66"/>
    <w:rsid w:val="007A6296"/>
    <w:rsid w:val="007A716F"/>
    <w:rsid w:val="007B0F7A"/>
    <w:rsid w:val="007B1BD2"/>
    <w:rsid w:val="007B3246"/>
    <w:rsid w:val="007B6963"/>
    <w:rsid w:val="007B6BA5"/>
    <w:rsid w:val="007C1814"/>
    <w:rsid w:val="007C1B62"/>
    <w:rsid w:val="007C3390"/>
    <w:rsid w:val="007C4F4B"/>
    <w:rsid w:val="007D2CDC"/>
    <w:rsid w:val="007D490A"/>
    <w:rsid w:val="007D49A6"/>
    <w:rsid w:val="007D5327"/>
    <w:rsid w:val="007D5D84"/>
    <w:rsid w:val="007D6639"/>
    <w:rsid w:val="007E0D27"/>
    <w:rsid w:val="007E3DF1"/>
    <w:rsid w:val="007E4E42"/>
    <w:rsid w:val="007F1012"/>
    <w:rsid w:val="007F6611"/>
    <w:rsid w:val="007F78E8"/>
    <w:rsid w:val="00800371"/>
    <w:rsid w:val="00803F71"/>
    <w:rsid w:val="008051AA"/>
    <w:rsid w:val="00810E20"/>
    <w:rsid w:val="0081127B"/>
    <w:rsid w:val="00811A49"/>
    <w:rsid w:val="00812641"/>
    <w:rsid w:val="00812DAA"/>
    <w:rsid w:val="008155C3"/>
    <w:rsid w:val="0081712E"/>
    <w:rsid w:val="008175E9"/>
    <w:rsid w:val="00820215"/>
    <w:rsid w:val="0082109C"/>
    <w:rsid w:val="0082212A"/>
    <w:rsid w:val="0082243E"/>
    <w:rsid w:val="00823C68"/>
    <w:rsid w:val="008242D7"/>
    <w:rsid w:val="0083044D"/>
    <w:rsid w:val="00831145"/>
    <w:rsid w:val="0083166C"/>
    <w:rsid w:val="00832682"/>
    <w:rsid w:val="00835841"/>
    <w:rsid w:val="0084239E"/>
    <w:rsid w:val="00845940"/>
    <w:rsid w:val="00851C97"/>
    <w:rsid w:val="00852C38"/>
    <w:rsid w:val="00854DBC"/>
    <w:rsid w:val="0085672E"/>
    <w:rsid w:val="00856CD2"/>
    <w:rsid w:val="0085703C"/>
    <w:rsid w:val="00861BC6"/>
    <w:rsid w:val="00862132"/>
    <w:rsid w:val="00871FD5"/>
    <w:rsid w:val="00877CC0"/>
    <w:rsid w:val="008802A9"/>
    <w:rsid w:val="00884C9A"/>
    <w:rsid w:val="00886999"/>
    <w:rsid w:val="008934F2"/>
    <w:rsid w:val="0089430D"/>
    <w:rsid w:val="00895A6D"/>
    <w:rsid w:val="008979B1"/>
    <w:rsid w:val="008A1836"/>
    <w:rsid w:val="008A6B25"/>
    <w:rsid w:val="008A6C4F"/>
    <w:rsid w:val="008A7714"/>
    <w:rsid w:val="008B454B"/>
    <w:rsid w:val="008B51E1"/>
    <w:rsid w:val="008B63ED"/>
    <w:rsid w:val="008B6DD0"/>
    <w:rsid w:val="008C1E4D"/>
    <w:rsid w:val="008C297A"/>
    <w:rsid w:val="008C48D7"/>
    <w:rsid w:val="008D05BB"/>
    <w:rsid w:val="008D75C8"/>
    <w:rsid w:val="008E0195"/>
    <w:rsid w:val="008E0E46"/>
    <w:rsid w:val="008E1363"/>
    <w:rsid w:val="008E18B3"/>
    <w:rsid w:val="008E32B3"/>
    <w:rsid w:val="008F1670"/>
    <w:rsid w:val="008F5CB5"/>
    <w:rsid w:val="00901437"/>
    <w:rsid w:val="0090452C"/>
    <w:rsid w:val="00907C3F"/>
    <w:rsid w:val="00910247"/>
    <w:rsid w:val="0092237C"/>
    <w:rsid w:val="00923A33"/>
    <w:rsid w:val="00925EF6"/>
    <w:rsid w:val="00927B2A"/>
    <w:rsid w:val="00927F15"/>
    <w:rsid w:val="009309A5"/>
    <w:rsid w:val="0093614F"/>
    <w:rsid w:val="0093707B"/>
    <w:rsid w:val="009400EB"/>
    <w:rsid w:val="009416C7"/>
    <w:rsid w:val="009427E3"/>
    <w:rsid w:val="009439A5"/>
    <w:rsid w:val="00946246"/>
    <w:rsid w:val="00946B91"/>
    <w:rsid w:val="00956D9B"/>
    <w:rsid w:val="00956E13"/>
    <w:rsid w:val="00960437"/>
    <w:rsid w:val="00960705"/>
    <w:rsid w:val="00963CBA"/>
    <w:rsid w:val="009654B7"/>
    <w:rsid w:val="00971E0B"/>
    <w:rsid w:val="009770BC"/>
    <w:rsid w:val="00980445"/>
    <w:rsid w:val="00980944"/>
    <w:rsid w:val="00980A54"/>
    <w:rsid w:val="0098624E"/>
    <w:rsid w:val="00986785"/>
    <w:rsid w:val="00991261"/>
    <w:rsid w:val="009961F4"/>
    <w:rsid w:val="009A0B83"/>
    <w:rsid w:val="009A1644"/>
    <w:rsid w:val="009A29D3"/>
    <w:rsid w:val="009A35D8"/>
    <w:rsid w:val="009A441F"/>
    <w:rsid w:val="009A68B7"/>
    <w:rsid w:val="009B211C"/>
    <w:rsid w:val="009B3800"/>
    <w:rsid w:val="009B3C6E"/>
    <w:rsid w:val="009B5EB2"/>
    <w:rsid w:val="009B6339"/>
    <w:rsid w:val="009B6C46"/>
    <w:rsid w:val="009C1899"/>
    <w:rsid w:val="009D22AC"/>
    <w:rsid w:val="009D50DB"/>
    <w:rsid w:val="009E1C4E"/>
    <w:rsid w:val="009E1E37"/>
    <w:rsid w:val="009E40C5"/>
    <w:rsid w:val="009E70EE"/>
    <w:rsid w:val="009F1C89"/>
    <w:rsid w:val="009F2A45"/>
    <w:rsid w:val="009F5517"/>
    <w:rsid w:val="00A00702"/>
    <w:rsid w:val="00A0261F"/>
    <w:rsid w:val="00A05CEC"/>
    <w:rsid w:val="00A05E0B"/>
    <w:rsid w:val="00A0721F"/>
    <w:rsid w:val="00A10CED"/>
    <w:rsid w:val="00A13A5C"/>
    <w:rsid w:val="00A1427D"/>
    <w:rsid w:val="00A20C10"/>
    <w:rsid w:val="00A20CBA"/>
    <w:rsid w:val="00A245A4"/>
    <w:rsid w:val="00A245FD"/>
    <w:rsid w:val="00A24D31"/>
    <w:rsid w:val="00A27D1D"/>
    <w:rsid w:val="00A30BA0"/>
    <w:rsid w:val="00A31DEE"/>
    <w:rsid w:val="00A32F56"/>
    <w:rsid w:val="00A35F62"/>
    <w:rsid w:val="00A4634F"/>
    <w:rsid w:val="00A51CF3"/>
    <w:rsid w:val="00A57CBE"/>
    <w:rsid w:val="00A6664F"/>
    <w:rsid w:val="00A72F22"/>
    <w:rsid w:val="00A748A6"/>
    <w:rsid w:val="00A75345"/>
    <w:rsid w:val="00A804A9"/>
    <w:rsid w:val="00A82799"/>
    <w:rsid w:val="00A85CCA"/>
    <w:rsid w:val="00A879A4"/>
    <w:rsid w:val="00A87E95"/>
    <w:rsid w:val="00A92E29"/>
    <w:rsid w:val="00A930F9"/>
    <w:rsid w:val="00A943E5"/>
    <w:rsid w:val="00A94E50"/>
    <w:rsid w:val="00A955F7"/>
    <w:rsid w:val="00AA65BB"/>
    <w:rsid w:val="00AA705E"/>
    <w:rsid w:val="00AA7119"/>
    <w:rsid w:val="00AB0639"/>
    <w:rsid w:val="00AB6418"/>
    <w:rsid w:val="00AB73D4"/>
    <w:rsid w:val="00AC1912"/>
    <w:rsid w:val="00AC6B8D"/>
    <w:rsid w:val="00AC6ED1"/>
    <w:rsid w:val="00AC7322"/>
    <w:rsid w:val="00AD09E9"/>
    <w:rsid w:val="00AD180D"/>
    <w:rsid w:val="00AE0A99"/>
    <w:rsid w:val="00AE1CDE"/>
    <w:rsid w:val="00AE32AC"/>
    <w:rsid w:val="00AE65A6"/>
    <w:rsid w:val="00AE6C4E"/>
    <w:rsid w:val="00AF0576"/>
    <w:rsid w:val="00AF223B"/>
    <w:rsid w:val="00AF3820"/>
    <w:rsid w:val="00AF3829"/>
    <w:rsid w:val="00AF506D"/>
    <w:rsid w:val="00AF70DF"/>
    <w:rsid w:val="00AF7864"/>
    <w:rsid w:val="00B00BA6"/>
    <w:rsid w:val="00B037F0"/>
    <w:rsid w:val="00B04A19"/>
    <w:rsid w:val="00B06B05"/>
    <w:rsid w:val="00B07839"/>
    <w:rsid w:val="00B07E5A"/>
    <w:rsid w:val="00B115D2"/>
    <w:rsid w:val="00B154B3"/>
    <w:rsid w:val="00B16807"/>
    <w:rsid w:val="00B172B4"/>
    <w:rsid w:val="00B2327D"/>
    <w:rsid w:val="00B238F9"/>
    <w:rsid w:val="00B2425F"/>
    <w:rsid w:val="00B2718F"/>
    <w:rsid w:val="00B27323"/>
    <w:rsid w:val="00B30179"/>
    <w:rsid w:val="00B3043D"/>
    <w:rsid w:val="00B3196D"/>
    <w:rsid w:val="00B32F54"/>
    <w:rsid w:val="00B3317B"/>
    <w:rsid w:val="00B334DC"/>
    <w:rsid w:val="00B35472"/>
    <w:rsid w:val="00B3631A"/>
    <w:rsid w:val="00B37263"/>
    <w:rsid w:val="00B43153"/>
    <w:rsid w:val="00B47D69"/>
    <w:rsid w:val="00B53013"/>
    <w:rsid w:val="00B632F4"/>
    <w:rsid w:val="00B67F5E"/>
    <w:rsid w:val="00B72641"/>
    <w:rsid w:val="00B7316C"/>
    <w:rsid w:val="00B73E65"/>
    <w:rsid w:val="00B75F3E"/>
    <w:rsid w:val="00B81E12"/>
    <w:rsid w:val="00B85CDE"/>
    <w:rsid w:val="00B8610F"/>
    <w:rsid w:val="00B86818"/>
    <w:rsid w:val="00B87110"/>
    <w:rsid w:val="00B90617"/>
    <w:rsid w:val="00B90F15"/>
    <w:rsid w:val="00B974C1"/>
    <w:rsid w:val="00B97FA8"/>
    <w:rsid w:val="00BA409F"/>
    <w:rsid w:val="00BB2328"/>
    <w:rsid w:val="00BB4B1D"/>
    <w:rsid w:val="00BB78C2"/>
    <w:rsid w:val="00BC1385"/>
    <w:rsid w:val="00BC74E9"/>
    <w:rsid w:val="00BD108D"/>
    <w:rsid w:val="00BD4895"/>
    <w:rsid w:val="00BD5453"/>
    <w:rsid w:val="00BD5EE2"/>
    <w:rsid w:val="00BD6505"/>
    <w:rsid w:val="00BE2145"/>
    <w:rsid w:val="00BE3094"/>
    <w:rsid w:val="00BE618E"/>
    <w:rsid w:val="00BE68B7"/>
    <w:rsid w:val="00BF0A53"/>
    <w:rsid w:val="00BF2F5F"/>
    <w:rsid w:val="00BF51C1"/>
    <w:rsid w:val="00BF6502"/>
    <w:rsid w:val="00C022B5"/>
    <w:rsid w:val="00C054F5"/>
    <w:rsid w:val="00C16D94"/>
    <w:rsid w:val="00C238D2"/>
    <w:rsid w:val="00C24693"/>
    <w:rsid w:val="00C26AA9"/>
    <w:rsid w:val="00C27334"/>
    <w:rsid w:val="00C344DA"/>
    <w:rsid w:val="00C35F0B"/>
    <w:rsid w:val="00C3631C"/>
    <w:rsid w:val="00C418AF"/>
    <w:rsid w:val="00C4570F"/>
    <w:rsid w:val="00C463DD"/>
    <w:rsid w:val="00C53F10"/>
    <w:rsid w:val="00C5535D"/>
    <w:rsid w:val="00C57926"/>
    <w:rsid w:val="00C614FD"/>
    <w:rsid w:val="00C64458"/>
    <w:rsid w:val="00C65C92"/>
    <w:rsid w:val="00C669EA"/>
    <w:rsid w:val="00C738D3"/>
    <w:rsid w:val="00C745C3"/>
    <w:rsid w:val="00C80752"/>
    <w:rsid w:val="00C81580"/>
    <w:rsid w:val="00C81756"/>
    <w:rsid w:val="00C83E25"/>
    <w:rsid w:val="00C848F9"/>
    <w:rsid w:val="00C85BB0"/>
    <w:rsid w:val="00C92142"/>
    <w:rsid w:val="00C92361"/>
    <w:rsid w:val="00C94273"/>
    <w:rsid w:val="00CA2A58"/>
    <w:rsid w:val="00CB3CC4"/>
    <w:rsid w:val="00CB45CF"/>
    <w:rsid w:val="00CB54CF"/>
    <w:rsid w:val="00CB7ACC"/>
    <w:rsid w:val="00CC0B55"/>
    <w:rsid w:val="00CD251A"/>
    <w:rsid w:val="00CD2708"/>
    <w:rsid w:val="00CD31CA"/>
    <w:rsid w:val="00CD4DF6"/>
    <w:rsid w:val="00CD6995"/>
    <w:rsid w:val="00CD75C0"/>
    <w:rsid w:val="00CE3D45"/>
    <w:rsid w:val="00CE4A8F"/>
    <w:rsid w:val="00CE58FF"/>
    <w:rsid w:val="00CE71FF"/>
    <w:rsid w:val="00CE7AB8"/>
    <w:rsid w:val="00CF0214"/>
    <w:rsid w:val="00CF586F"/>
    <w:rsid w:val="00CF5B6E"/>
    <w:rsid w:val="00CF7D43"/>
    <w:rsid w:val="00D023A6"/>
    <w:rsid w:val="00D0672D"/>
    <w:rsid w:val="00D11129"/>
    <w:rsid w:val="00D2031B"/>
    <w:rsid w:val="00D21686"/>
    <w:rsid w:val="00D22332"/>
    <w:rsid w:val="00D224EC"/>
    <w:rsid w:val="00D226FD"/>
    <w:rsid w:val="00D259BB"/>
    <w:rsid w:val="00D25FE2"/>
    <w:rsid w:val="00D27C6C"/>
    <w:rsid w:val="00D31BEC"/>
    <w:rsid w:val="00D348A5"/>
    <w:rsid w:val="00D34F3C"/>
    <w:rsid w:val="00D35C30"/>
    <w:rsid w:val="00D3721B"/>
    <w:rsid w:val="00D415F4"/>
    <w:rsid w:val="00D422D7"/>
    <w:rsid w:val="00D429AB"/>
    <w:rsid w:val="00D43252"/>
    <w:rsid w:val="00D449B8"/>
    <w:rsid w:val="00D550F9"/>
    <w:rsid w:val="00D556E0"/>
    <w:rsid w:val="00D572B0"/>
    <w:rsid w:val="00D61388"/>
    <w:rsid w:val="00D61415"/>
    <w:rsid w:val="00D61F46"/>
    <w:rsid w:val="00D62E90"/>
    <w:rsid w:val="00D6385D"/>
    <w:rsid w:val="00D64F65"/>
    <w:rsid w:val="00D66932"/>
    <w:rsid w:val="00D674E5"/>
    <w:rsid w:val="00D71BCA"/>
    <w:rsid w:val="00D731B4"/>
    <w:rsid w:val="00D76237"/>
    <w:rsid w:val="00D76AA9"/>
    <w:rsid w:val="00D76BE5"/>
    <w:rsid w:val="00D80D5E"/>
    <w:rsid w:val="00D8581E"/>
    <w:rsid w:val="00D90155"/>
    <w:rsid w:val="00D9297E"/>
    <w:rsid w:val="00D92C46"/>
    <w:rsid w:val="00D978C6"/>
    <w:rsid w:val="00DA04D3"/>
    <w:rsid w:val="00DA1EB5"/>
    <w:rsid w:val="00DA20B8"/>
    <w:rsid w:val="00DA4C22"/>
    <w:rsid w:val="00DA4D3B"/>
    <w:rsid w:val="00DA519C"/>
    <w:rsid w:val="00DA67AD"/>
    <w:rsid w:val="00DA7F21"/>
    <w:rsid w:val="00DB18CE"/>
    <w:rsid w:val="00DB1DB7"/>
    <w:rsid w:val="00DB3B00"/>
    <w:rsid w:val="00DC49D4"/>
    <w:rsid w:val="00DC50E8"/>
    <w:rsid w:val="00DC7DE3"/>
    <w:rsid w:val="00DD1A71"/>
    <w:rsid w:val="00DD2EC4"/>
    <w:rsid w:val="00DD74EA"/>
    <w:rsid w:val="00DE0850"/>
    <w:rsid w:val="00DE195F"/>
    <w:rsid w:val="00DE301F"/>
    <w:rsid w:val="00DE3EC0"/>
    <w:rsid w:val="00DF1574"/>
    <w:rsid w:val="00DF21A3"/>
    <w:rsid w:val="00DF50D3"/>
    <w:rsid w:val="00DF52E9"/>
    <w:rsid w:val="00E11593"/>
    <w:rsid w:val="00E12B16"/>
    <w:rsid w:val="00E12B6B"/>
    <w:rsid w:val="00E130AB"/>
    <w:rsid w:val="00E14735"/>
    <w:rsid w:val="00E14CCE"/>
    <w:rsid w:val="00E212A3"/>
    <w:rsid w:val="00E258B5"/>
    <w:rsid w:val="00E30607"/>
    <w:rsid w:val="00E31695"/>
    <w:rsid w:val="00E33178"/>
    <w:rsid w:val="00E336DE"/>
    <w:rsid w:val="00E35663"/>
    <w:rsid w:val="00E42DEF"/>
    <w:rsid w:val="00E438D9"/>
    <w:rsid w:val="00E5644E"/>
    <w:rsid w:val="00E6215C"/>
    <w:rsid w:val="00E62233"/>
    <w:rsid w:val="00E63816"/>
    <w:rsid w:val="00E646D2"/>
    <w:rsid w:val="00E6489A"/>
    <w:rsid w:val="00E653E5"/>
    <w:rsid w:val="00E7260F"/>
    <w:rsid w:val="00E733A6"/>
    <w:rsid w:val="00E73A5E"/>
    <w:rsid w:val="00E756F6"/>
    <w:rsid w:val="00E806EE"/>
    <w:rsid w:val="00E86544"/>
    <w:rsid w:val="00E871D0"/>
    <w:rsid w:val="00E95014"/>
    <w:rsid w:val="00E96630"/>
    <w:rsid w:val="00EA3087"/>
    <w:rsid w:val="00EB0933"/>
    <w:rsid w:val="00EB0FB9"/>
    <w:rsid w:val="00EB116E"/>
    <w:rsid w:val="00EB16E3"/>
    <w:rsid w:val="00EB1ABE"/>
    <w:rsid w:val="00EB1D6F"/>
    <w:rsid w:val="00EB53B7"/>
    <w:rsid w:val="00EB5575"/>
    <w:rsid w:val="00EB5D21"/>
    <w:rsid w:val="00EC43D6"/>
    <w:rsid w:val="00EC5445"/>
    <w:rsid w:val="00EC590F"/>
    <w:rsid w:val="00EC665F"/>
    <w:rsid w:val="00EC6B2A"/>
    <w:rsid w:val="00EC766E"/>
    <w:rsid w:val="00ED0CA9"/>
    <w:rsid w:val="00ED303A"/>
    <w:rsid w:val="00ED3B86"/>
    <w:rsid w:val="00ED4B2E"/>
    <w:rsid w:val="00ED7A2A"/>
    <w:rsid w:val="00ED7DD5"/>
    <w:rsid w:val="00EE0C3B"/>
    <w:rsid w:val="00EE0E39"/>
    <w:rsid w:val="00EE322C"/>
    <w:rsid w:val="00EE4C89"/>
    <w:rsid w:val="00EE551D"/>
    <w:rsid w:val="00EE7913"/>
    <w:rsid w:val="00EF0522"/>
    <w:rsid w:val="00EF0BC9"/>
    <w:rsid w:val="00EF1D7F"/>
    <w:rsid w:val="00EF2288"/>
    <w:rsid w:val="00EF43C4"/>
    <w:rsid w:val="00EF5BDB"/>
    <w:rsid w:val="00F00413"/>
    <w:rsid w:val="00F07FD9"/>
    <w:rsid w:val="00F10BCE"/>
    <w:rsid w:val="00F10C90"/>
    <w:rsid w:val="00F13900"/>
    <w:rsid w:val="00F17E65"/>
    <w:rsid w:val="00F2369D"/>
    <w:rsid w:val="00F23933"/>
    <w:rsid w:val="00F24119"/>
    <w:rsid w:val="00F25825"/>
    <w:rsid w:val="00F26215"/>
    <w:rsid w:val="00F3270E"/>
    <w:rsid w:val="00F329C8"/>
    <w:rsid w:val="00F40E75"/>
    <w:rsid w:val="00F415F6"/>
    <w:rsid w:val="00F42CD9"/>
    <w:rsid w:val="00F467E4"/>
    <w:rsid w:val="00F505C5"/>
    <w:rsid w:val="00F512B1"/>
    <w:rsid w:val="00F524D3"/>
    <w:rsid w:val="00F52936"/>
    <w:rsid w:val="00F53808"/>
    <w:rsid w:val="00F54AE5"/>
    <w:rsid w:val="00F55DB8"/>
    <w:rsid w:val="00F56707"/>
    <w:rsid w:val="00F56AF4"/>
    <w:rsid w:val="00F63208"/>
    <w:rsid w:val="00F63D2D"/>
    <w:rsid w:val="00F6453D"/>
    <w:rsid w:val="00F6772C"/>
    <w:rsid w:val="00F677CB"/>
    <w:rsid w:val="00F728A4"/>
    <w:rsid w:val="00F77310"/>
    <w:rsid w:val="00F803EB"/>
    <w:rsid w:val="00F82D6C"/>
    <w:rsid w:val="00F84A4C"/>
    <w:rsid w:val="00F8573D"/>
    <w:rsid w:val="00F9223E"/>
    <w:rsid w:val="00F958C1"/>
    <w:rsid w:val="00F976A7"/>
    <w:rsid w:val="00FA05F9"/>
    <w:rsid w:val="00FA3822"/>
    <w:rsid w:val="00FA7DF3"/>
    <w:rsid w:val="00FB0E70"/>
    <w:rsid w:val="00FB1FFA"/>
    <w:rsid w:val="00FB2A74"/>
    <w:rsid w:val="00FB63C3"/>
    <w:rsid w:val="00FB6E09"/>
    <w:rsid w:val="00FB79BC"/>
    <w:rsid w:val="00FC40FA"/>
    <w:rsid w:val="00FC68B7"/>
    <w:rsid w:val="00FC7E77"/>
    <w:rsid w:val="00FD43E9"/>
    <w:rsid w:val="00FD519C"/>
    <w:rsid w:val="00FD7C12"/>
    <w:rsid w:val="00FE5B65"/>
    <w:rsid w:val="00FF06F8"/>
    <w:rsid w:val="00FF2FA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1AF4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Followed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customStyle="1" w:styleId="Body1">
    <w:name w:val="Body 1"/>
    <w:rsid w:val="005D0BA8"/>
    <w:pPr>
      <w:suppressAutoHyphens/>
      <w:spacing w:line="240" w:lineRule="atLeast"/>
      <w:outlineLvl w:val="0"/>
    </w:pPr>
    <w:rPr>
      <w:rFonts w:eastAsia="Arial Unicode MS"/>
      <w:color w:val="000000"/>
      <w:u w:color="000000"/>
    </w:rPr>
  </w:style>
  <w:style w:type="character" w:styleId="CommentReference">
    <w:name w:val="annotation reference"/>
    <w:uiPriority w:val="99"/>
    <w:rsid w:val="00877CC0"/>
    <w:rPr>
      <w:sz w:val="18"/>
      <w:szCs w:val="18"/>
    </w:rPr>
  </w:style>
  <w:style w:type="paragraph" w:styleId="CommentText">
    <w:name w:val="annotation text"/>
    <w:basedOn w:val="Normal"/>
    <w:link w:val="CommentTextChar"/>
    <w:uiPriority w:val="99"/>
    <w:rsid w:val="00877CC0"/>
    <w:rPr>
      <w:sz w:val="24"/>
      <w:szCs w:val="24"/>
    </w:rPr>
  </w:style>
  <w:style w:type="character" w:customStyle="1" w:styleId="CommentTextChar">
    <w:name w:val="Comment Text Char"/>
    <w:link w:val="CommentText"/>
    <w:uiPriority w:val="99"/>
    <w:rsid w:val="00877CC0"/>
    <w:rPr>
      <w:sz w:val="24"/>
      <w:szCs w:val="24"/>
      <w:lang w:val="en-GB"/>
    </w:rPr>
  </w:style>
  <w:style w:type="paragraph" w:styleId="CommentSubject">
    <w:name w:val="annotation subject"/>
    <w:basedOn w:val="CommentText"/>
    <w:next w:val="CommentText"/>
    <w:link w:val="CommentSubjectChar"/>
    <w:uiPriority w:val="99"/>
    <w:rsid w:val="00877CC0"/>
    <w:rPr>
      <w:b/>
      <w:bCs/>
      <w:sz w:val="20"/>
      <w:szCs w:val="20"/>
    </w:rPr>
  </w:style>
  <w:style w:type="character" w:customStyle="1" w:styleId="CommentSubjectChar">
    <w:name w:val="Comment Subject Char"/>
    <w:link w:val="CommentSubject"/>
    <w:uiPriority w:val="99"/>
    <w:rsid w:val="00877CC0"/>
    <w:rPr>
      <w:b/>
      <w:bCs/>
      <w:sz w:val="24"/>
      <w:szCs w:val="24"/>
      <w:lang w:val="en-GB"/>
    </w:rPr>
  </w:style>
  <w:style w:type="paragraph" w:customStyle="1" w:styleId="ColorfulShading-Accent11">
    <w:name w:val="Colorful Shading - Accent 11"/>
    <w:hidden/>
    <w:uiPriority w:val="71"/>
    <w:rsid w:val="00877CC0"/>
    <w:rPr>
      <w:lang w:eastAsia="en-US"/>
    </w:rPr>
  </w:style>
  <w:style w:type="paragraph" w:styleId="BalloonText">
    <w:name w:val="Balloon Text"/>
    <w:basedOn w:val="Normal"/>
    <w:link w:val="BalloonTextChar"/>
    <w:uiPriority w:val="99"/>
    <w:rsid w:val="00877CC0"/>
    <w:pPr>
      <w:spacing w:line="240" w:lineRule="auto"/>
    </w:pPr>
    <w:rPr>
      <w:rFonts w:ascii="Lucida Grande" w:hAnsi="Lucida Grande" w:cs="Lucida Grande"/>
      <w:sz w:val="18"/>
      <w:szCs w:val="18"/>
    </w:rPr>
  </w:style>
  <w:style w:type="character" w:customStyle="1" w:styleId="BalloonTextChar">
    <w:name w:val="Balloon Text Char"/>
    <w:link w:val="BalloonText"/>
    <w:uiPriority w:val="99"/>
    <w:rsid w:val="00877CC0"/>
    <w:rPr>
      <w:rFonts w:ascii="Lucida Grande" w:hAnsi="Lucida Grande" w:cs="Lucida Grande"/>
      <w:sz w:val="18"/>
      <w:szCs w:val="18"/>
      <w:lang w:val="en-GB"/>
    </w:rPr>
  </w:style>
  <w:style w:type="paragraph" w:customStyle="1" w:styleId="HeaderFooter">
    <w:name w:val="Header &amp; Footer"/>
    <w:rsid w:val="00820215"/>
    <w:pPr>
      <w:pBdr>
        <w:top w:val="nil"/>
        <w:left w:val="nil"/>
        <w:bottom w:val="nil"/>
        <w:right w:val="nil"/>
        <w:between w:val="nil"/>
        <w:bar w:val="nil"/>
      </w:pBdr>
      <w:tabs>
        <w:tab w:val="right" w:pos="9020"/>
      </w:tabs>
    </w:pPr>
    <w:rPr>
      <w:rFonts w:ascii="Helvetica" w:eastAsia="Arial Unicode MS" w:hAnsi="Helvetica" w:cs="Arial Unicode MS"/>
      <w:color w:val="000000"/>
      <w:sz w:val="24"/>
      <w:szCs w:val="24"/>
      <w:bdr w:val="nil"/>
      <w:lang w:val="en-US" w:eastAsia="en-US"/>
    </w:rPr>
  </w:style>
  <w:style w:type="paragraph" w:customStyle="1" w:styleId="BodyA">
    <w:name w:val="Body A"/>
    <w:rsid w:val="00820215"/>
    <w:pPr>
      <w:pBdr>
        <w:top w:val="nil"/>
        <w:left w:val="nil"/>
        <w:bottom w:val="nil"/>
        <w:right w:val="nil"/>
        <w:between w:val="nil"/>
        <w:bar w:val="nil"/>
      </w:pBdr>
    </w:pPr>
    <w:rPr>
      <w:rFonts w:eastAsia="Arial Unicode MS" w:cs="Arial Unicode MS"/>
      <w:color w:val="000000"/>
      <w:sz w:val="24"/>
      <w:szCs w:val="24"/>
      <w:u w:color="000000"/>
      <w:bdr w:val="nil"/>
      <w:lang w:val="en-US" w:eastAsia="en-US"/>
    </w:rPr>
  </w:style>
  <w:style w:type="paragraph" w:styleId="ListParagraph">
    <w:name w:val="List Paragraph"/>
    <w:rsid w:val="00820215"/>
    <w:pPr>
      <w:pBdr>
        <w:top w:val="nil"/>
        <w:left w:val="nil"/>
        <w:bottom w:val="nil"/>
        <w:right w:val="nil"/>
        <w:between w:val="nil"/>
        <w:bar w:val="nil"/>
      </w:pBdr>
      <w:ind w:left="720"/>
    </w:pPr>
    <w:rPr>
      <w:rFonts w:ascii="Calibri" w:eastAsia="Calibri" w:hAnsi="Calibri" w:cs="Calibri"/>
      <w:color w:val="000000"/>
      <w:sz w:val="24"/>
      <w:szCs w:val="24"/>
      <w:u w:color="000000"/>
      <w:bdr w:val="nil"/>
      <w:lang w:val="en-US" w:eastAsia="en-US"/>
    </w:rPr>
  </w:style>
  <w:style w:type="numbering" w:customStyle="1" w:styleId="ImportedStyle1">
    <w:name w:val="Imported Style 1"/>
    <w:rsid w:val="00820215"/>
    <w:pPr>
      <w:numPr>
        <w:numId w:val="18"/>
      </w:numPr>
    </w:pPr>
  </w:style>
  <w:style w:type="paragraph" w:customStyle="1" w:styleId="Default">
    <w:name w:val="Default"/>
    <w:rsid w:val="00820215"/>
    <w:pPr>
      <w:pBdr>
        <w:top w:val="nil"/>
        <w:left w:val="nil"/>
        <w:bottom w:val="nil"/>
        <w:right w:val="nil"/>
        <w:between w:val="nil"/>
        <w:bar w:val="nil"/>
      </w:pBdr>
    </w:pPr>
    <w:rPr>
      <w:rFonts w:ascii="Helvetica" w:eastAsia="Helvetica" w:hAnsi="Helvetica" w:cs="Helvetica"/>
      <w:color w:val="000000"/>
      <w:sz w:val="22"/>
      <w:szCs w:val="22"/>
      <w:u w:color="000000"/>
      <w:bdr w:val="nil"/>
      <w:lang w:val="en-US" w:eastAsia="en-US"/>
    </w:rPr>
  </w:style>
  <w:style w:type="numbering" w:customStyle="1" w:styleId="Lettered">
    <w:name w:val="Lettered"/>
    <w:rsid w:val="00820215"/>
    <w:pPr>
      <w:numPr>
        <w:numId w:val="21"/>
      </w:numPr>
    </w:pPr>
  </w:style>
  <w:style w:type="character" w:customStyle="1" w:styleId="Hyperlink0">
    <w:name w:val="Hyperlink.0"/>
    <w:basedOn w:val="PageNumber"/>
    <w:rsid w:val="00820215"/>
    <w:rPr>
      <w:rFonts w:ascii="Times New Roman" w:eastAsia="Times New Roman" w:hAnsi="Times New Roman" w:cs="Times New Roman"/>
      <w:b w:val="0"/>
      <w:color w:val="0563C1"/>
      <w:sz w:val="20"/>
      <w:szCs w:val="20"/>
      <w:u w:val="single" w:color="0563C1"/>
    </w:rPr>
  </w:style>
  <w:style w:type="paragraph" w:customStyle="1" w:styleId="Body">
    <w:name w:val="Body"/>
    <w:rsid w:val="00820215"/>
    <w:pPr>
      <w:pBdr>
        <w:top w:val="nil"/>
        <w:left w:val="nil"/>
        <w:bottom w:val="nil"/>
        <w:right w:val="nil"/>
        <w:between w:val="nil"/>
        <w:bar w:val="nil"/>
      </w:pBdr>
    </w:pPr>
    <w:rPr>
      <w:color w:val="000000"/>
      <w:sz w:val="24"/>
      <w:szCs w:val="24"/>
      <w:u w:color="000000"/>
      <w:bdr w:val="nil"/>
      <w:lang w:val="en-US" w:eastAsia="en-US"/>
    </w:rPr>
  </w:style>
  <w:style w:type="character" w:customStyle="1" w:styleId="Link">
    <w:name w:val="Link"/>
    <w:rsid w:val="00820215"/>
    <w:rPr>
      <w:color w:val="0000FF"/>
      <w:u w:val="single" w:color="0000FF"/>
    </w:rPr>
  </w:style>
  <w:style w:type="character" w:customStyle="1" w:styleId="Hyperlink1">
    <w:name w:val="Hyperlink.1"/>
    <w:basedOn w:val="Link"/>
    <w:rsid w:val="00820215"/>
    <w:rPr>
      <w:rFonts w:ascii="Times New Roman" w:eastAsia="Times New Roman" w:hAnsi="Times New Roman" w:cs="Times New Roman"/>
      <w:color w:val="0000FF"/>
      <w:sz w:val="20"/>
      <w:szCs w:val="20"/>
      <w:u w:val="single" w:color="0000FF"/>
    </w:rPr>
  </w:style>
  <w:style w:type="numbering" w:customStyle="1" w:styleId="ImportedStyle2">
    <w:name w:val="Imported Style 2"/>
    <w:rsid w:val="00820215"/>
    <w:pPr>
      <w:numPr>
        <w:numId w:val="25"/>
      </w:numPr>
    </w:pPr>
  </w:style>
  <w:style w:type="numbering" w:customStyle="1" w:styleId="ImportedStyle3">
    <w:name w:val="Imported Style 3"/>
    <w:rsid w:val="00820215"/>
    <w:pPr>
      <w:numPr>
        <w:numId w:val="29"/>
      </w:numPr>
    </w:pPr>
  </w:style>
  <w:style w:type="character" w:customStyle="1" w:styleId="HeaderChar">
    <w:name w:val="Header Char"/>
    <w:aliases w:val="6_G Char"/>
    <w:basedOn w:val="DefaultParagraphFont"/>
    <w:link w:val="Header"/>
    <w:uiPriority w:val="99"/>
    <w:rsid w:val="00820215"/>
    <w:rPr>
      <w:b/>
      <w:sz w:val="18"/>
      <w:lang w:eastAsia="en-US"/>
    </w:rPr>
  </w:style>
  <w:style w:type="paragraph" w:styleId="Revision">
    <w:name w:val="Revision"/>
    <w:hidden/>
    <w:uiPriority w:val="99"/>
    <w:semiHidden/>
    <w:rsid w:val="00820215"/>
    <w:rPr>
      <w:rFonts w:eastAsia="Arial Unicode MS"/>
      <w:sz w:val="24"/>
      <w:szCs w:val="24"/>
      <w:bdr w:val="nil"/>
      <w:lang w:val="en-US" w:eastAsia="en-US"/>
    </w:rPr>
  </w:style>
  <w:style w:type="numbering" w:customStyle="1" w:styleId="List0">
    <w:name w:val="List 0"/>
    <w:basedOn w:val="ImportedStyle1"/>
    <w:rsid w:val="00820215"/>
    <w:pPr>
      <w:numPr>
        <w:numId w:val="34"/>
      </w:numPr>
    </w:pPr>
  </w:style>
  <w:style w:type="character" w:customStyle="1" w:styleId="EndnoteCharacters">
    <w:name w:val="Endnote Characters"/>
    <w:rsid w:val="00820215"/>
    <w:rPr>
      <w:vertAlign w:val="superscript"/>
    </w:rPr>
  </w:style>
  <w:style w:type="paragraph" w:customStyle="1" w:styleId="ColorfulList-Accent11">
    <w:name w:val="Colorful List - Accent 11"/>
    <w:basedOn w:val="Normal"/>
    <w:rsid w:val="00820215"/>
    <w:pPr>
      <w:spacing w:after="200" w:line="276" w:lineRule="auto"/>
      <w:ind w:left="720"/>
      <w:contextualSpacing/>
    </w:pPr>
    <w:rPr>
      <w:rFonts w:ascii="Calibri" w:eastAsia="Calibri" w:hAnsi="Calibri" w:cs="Calibri"/>
      <w:sz w:val="22"/>
      <w:szCs w:val="22"/>
      <w:lang w:eastAsia="zh-CN"/>
    </w:rPr>
  </w:style>
  <w:style w:type="character" w:customStyle="1" w:styleId="Heading2Char">
    <w:name w:val="Heading 2 Char"/>
    <w:basedOn w:val="DefaultParagraphFont"/>
    <w:link w:val="Heading2"/>
    <w:uiPriority w:val="9"/>
    <w:rsid w:val="00820215"/>
    <w:rPr>
      <w:lang w:eastAsia="en-US"/>
    </w:rPr>
  </w:style>
  <w:style w:type="character" w:customStyle="1" w:styleId="H1GChar">
    <w:name w:val="_ H_1_G Char"/>
    <w:link w:val="H1G"/>
    <w:rsid w:val="00077C33"/>
    <w:rPr>
      <w:b/>
      <w:sz w:val="24"/>
      <w:lang w:eastAsia="en-US"/>
    </w:rPr>
  </w:style>
  <w:style w:type="character" w:customStyle="1" w:styleId="FootnoteTextChar">
    <w:name w:val="Footnote Text Char"/>
    <w:aliases w:val="5_G Char"/>
    <w:basedOn w:val="DefaultParagraphFont"/>
    <w:link w:val="FootnoteText"/>
    <w:rsid w:val="00077C33"/>
    <w:rPr>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Followed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customStyle="1" w:styleId="Body1">
    <w:name w:val="Body 1"/>
    <w:rsid w:val="005D0BA8"/>
    <w:pPr>
      <w:suppressAutoHyphens/>
      <w:spacing w:line="240" w:lineRule="atLeast"/>
      <w:outlineLvl w:val="0"/>
    </w:pPr>
    <w:rPr>
      <w:rFonts w:eastAsia="Arial Unicode MS"/>
      <w:color w:val="000000"/>
      <w:u w:color="000000"/>
    </w:rPr>
  </w:style>
  <w:style w:type="character" w:styleId="CommentReference">
    <w:name w:val="annotation reference"/>
    <w:uiPriority w:val="99"/>
    <w:rsid w:val="00877CC0"/>
    <w:rPr>
      <w:sz w:val="18"/>
      <w:szCs w:val="18"/>
    </w:rPr>
  </w:style>
  <w:style w:type="paragraph" w:styleId="CommentText">
    <w:name w:val="annotation text"/>
    <w:basedOn w:val="Normal"/>
    <w:link w:val="CommentTextChar"/>
    <w:uiPriority w:val="99"/>
    <w:rsid w:val="00877CC0"/>
    <w:rPr>
      <w:sz w:val="24"/>
      <w:szCs w:val="24"/>
    </w:rPr>
  </w:style>
  <w:style w:type="character" w:customStyle="1" w:styleId="CommentTextChar">
    <w:name w:val="Comment Text Char"/>
    <w:link w:val="CommentText"/>
    <w:uiPriority w:val="99"/>
    <w:rsid w:val="00877CC0"/>
    <w:rPr>
      <w:sz w:val="24"/>
      <w:szCs w:val="24"/>
      <w:lang w:val="en-GB"/>
    </w:rPr>
  </w:style>
  <w:style w:type="paragraph" w:styleId="CommentSubject">
    <w:name w:val="annotation subject"/>
    <w:basedOn w:val="CommentText"/>
    <w:next w:val="CommentText"/>
    <w:link w:val="CommentSubjectChar"/>
    <w:uiPriority w:val="99"/>
    <w:rsid w:val="00877CC0"/>
    <w:rPr>
      <w:b/>
      <w:bCs/>
      <w:sz w:val="20"/>
      <w:szCs w:val="20"/>
    </w:rPr>
  </w:style>
  <w:style w:type="character" w:customStyle="1" w:styleId="CommentSubjectChar">
    <w:name w:val="Comment Subject Char"/>
    <w:link w:val="CommentSubject"/>
    <w:uiPriority w:val="99"/>
    <w:rsid w:val="00877CC0"/>
    <w:rPr>
      <w:b/>
      <w:bCs/>
      <w:sz w:val="24"/>
      <w:szCs w:val="24"/>
      <w:lang w:val="en-GB"/>
    </w:rPr>
  </w:style>
  <w:style w:type="paragraph" w:customStyle="1" w:styleId="ColorfulShading-Accent11">
    <w:name w:val="Colorful Shading - Accent 11"/>
    <w:hidden/>
    <w:uiPriority w:val="71"/>
    <w:rsid w:val="00877CC0"/>
    <w:rPr>
      <w:lang w:eastAsia="en-US"/>
    </w:rPr>
  </w:style>
  <w:style w:type="paragraph" w:styleId="BalloonText">
    <w:name w:val="Balloon Text"/>
    <w:basedOn w:val="Normal"/>
    <w:link w:val="BalloonTextChar"/>
    <w:uiPriority w:val="99"/>
    <w:rsid w:val="00877CC0"/>
    <w:pPr>
      <w:spacing w:line="240" w:lineRule="auto"/>
    </w:pPr>
    <w:rPr>
      <w:rFonts w:ascii="Lucida Grande" w:hAnsi="Lucida Grande" w:cs="Lucida Grande"/>
      <w:sz w:val="18"/>
      <w:szCs w:val="18"/>
    </w:rPr>
  </w:style>
  <w:style w:type="character" w:customStyle="1" w:styleId="BalloonTextChar">
    <w:name w:val="Balloon Text Char"/>
    <w:link w:val="BalloonText"/>
    <w:uiPriority w:val="99"/>
    <w:rsid w:val="00877CC0"/>
    <w:rPr>
      <w:rFonts w:ascii="Lucida Grande" w:hAnsi="Lucida Grande" w:cs="Lucida Grande"/>
      <w:sz w:val="18"/>
      <w:szCs w:val="18"/>
      <w:lang w:val="en-GB"/>
    </w:rPr>
  </w:style>
  <w:style w:type="paragraph" w:customStyle="1" w:styleId="HeaderFooter">
    <w:name w:val="Header &amp; Footer"/>
    <w:rsid w:val="00820215"/>
    <w:pPr>
      <w:pBdr>
        <w:top w:val="nil"/>
        <w:left w:val="nil"/>
        <w:bottom w:val="nil"/>
        <w:right w:val="nil"/>
        <w:between w:val="nil"/>
        <w:bar w:val="nil"/>
      </w:pBdr>
      <w:tabs>
        <w:tab w:val="right" w:pos="9020"/>
      </w:tabs>
    </w:pPr>
    <w:rPr>
      <w:rFonts w:ascii="Helvetica" w:eastAsia="Arial Unicode MS" w:hAnsi="Helvetica" w:cs="Arial Unicode MS"/>
      <w:color w:val="000000"/>
      <w:sz w:val="24"/>
      <w:szCs w:val="24"/>
      <w:bdr w:val="nil"/>
      <w:lang w:val="en-US" w:eastAsia="en-US"/>
    </w:rPr>
  </w:style>
  <w:style w:type="paragraph" w:customStyle="1" w:styleId="BodyA">
    <w:name w:val="Body A"/>
    <w:rsid w:val="00820215"/>
    <w:pPr>
      <w:pBdr>
        <w:top w:val="nil"/>
        <w:left w:val="nil"/>
        <w:bottom w:val="nil"/>
        <w:right w:val="nil"/>
        <w:between w:val="nil"/>
        <w:bar w:val="nil"/>
      </w:pBdr>
    </w:pPr>
    <w:rPr>
      <w:rFonts w:eastAsia="Arial Unicode MS" w:cs="Arial Unicode MS"/>
      <w:color w:val="000000"/>
      <w:sz w:val="24"/>
      <w:szCs w:val="24"/>
      <w:u w:color="000000"/>
      <w:bdr w:val="nil"/>
      <w:lang w:val="en-US" w:eastAsia="en-US"/>
    </w:rPr>
  </w:style>
  <w:style w:type="paragraph" w:styleId="ListParagraph">
    <w:name w:val="List Paragraph"/>
    <w:rsid w:val="00820215"/>
    <w:pPr>
      <w:pBdr>
        <w:top w:val="nil"/>
        <w:left w:val="nil"/>
        <w:bottom w:val="nil"/>
        <w:right w:val="nil"/>
        <w:between w:val="nil"/>
        <w:bar w:val="nil"/>
      </w:pBdr>
      <w:ind w:left="720"/>
    </w:pPr>
    <w:rPr>
      <w:rFonts w:ascii="Calibri" w:eastAsia="Calibri" w:hAnsi="Calibri" w:cs="Calibri"/>
      <w:color w:val="000000"/>
      <w:sz w:val="24"/>
      <w:szCs w:val="24"/>
      <w:u w:color="000000"/>
      <w:bdr w:val="nil"/>
      <w:lang w:val="en-US" w:eastAsia="en-US"/>
    </w:rPr>
  </w:style>
  <w:style w:type="numbering" w:customStyle="1" w:styleId="ImportedStyle1">
    <w:name w:val="Imported Style 1"/>
    <w:rsid w:val="00820215"/>
    <w:pPr>
      <w:numPr>
        <w:numId w:val="18"/>
      </w:numPr>
    </w:pPr>
  </w:style>
  <w:style w:type="paragraph" w:customStyle="1" w:styleId="Default">
    <w:name w:val="Default"/>
    <w:rsid w:val="00820215"/>
    <w:pPr>
      <w:pBdr>
        <w:top w:val="nil"/>
        <w:left w:val="nil"/>
        <w:bottom w:val="nil"/>
        <w:right w:val="nil"/>
        <w:between w:val="nil"/>
        <w:bar w:val="nil"/>
      </w:pBdr>
    </w:pPr>
    <w:rPr>
      <w:rFonts w:ascii="Helvetica" w:eastAsia="Helvetica" w:hAnsi="Helvetica" w:cs="Helvetica"/>
      <w:color w:val="000000"/>
      <w:sz w:val="22"/>
      <w:szCs w:val="22"/>
      <w:u w:color="000000"/>
      <w:bdr w:val="nil"/>
      <w:lang w:val="en-US" w:eastAsia="en-US"/>
    </w:rPr>
  </w:style>
  <w:style w:type="numbering" w:customStyle="1" w:styleId="Lettered">
    <w:name w:val="Lettered"/>
    <w:rsid w:val="00820215"/>
    <w:pPr>
      <w:numPr>
        <w:numId w:val="21"/>
      </w:numPr>
    </w:pPr>
  </w:style>
  <w:style w:type="character" w:customStyle="1" w:styleId="Hyperlink0">
    <w:name w:val="Hyperlink.0"/>
    <w:basedOn w:val="PageNumber"/>
    <w:rsid w:val="00820215"/>
    <w:rPr>
      <w:rFonts w:ascii="Times New Roman" w:eastAsia="Times New Roman" w:hAnsi="Times New Roman" w:cs="Times New Roman"/>
      <w:b w:val="0"/>
      <w:color w:val="0563C1"/>
      <w:sz w:val="20"/>
      <w:szCs w:val="20"/>
      <w:u w:val="single" w:color="0563C1"/>
    </w:rPr>
  </w:style>
  <w:style w:type="paragraph" w:customStyle="1" w:styleId="Body">
    <w:name w:val="Body"/>
    <w:rsid w:val="00820215"/>
    <w:pPr>
      <w:pBdr>
        <w:top w:val="nil"/>
        <w:left w:val="nil"/>
        <w:bottom w:val="nil"/>
        <w:right w:val="nil"/>
        <w:between w:val="nil"/>
        <w:bar w:val="nil"/>
      </w:pBdr>
    </w:pPr>
    <w:rPr>
      <w:color w:val="000000"/>
      <w:sz w:val="24"/>
      <w:szCs w:val="24"/>
      <w:u w:color="000000"/>
      <w:bdr w:val="nil"/>
      <w:lang w:val="en-US" w:eastAsia="en-US"/>
    </w:rPr>
  </w:style>
  <w:style w:type="character" w:customStyle="1" w:styleId="Link">
    <w:name w:val="Link"/>
    <w:rsid w:val="00820215"/>
    <w:rPr>
      <w:color w:val="0000FF"/>
      <w:u w:val="single" w:color="0000FF"/>
    </w:rPr>
  </w:style>
  <w:style w:type="character" w:customStyle="1" w:styleId="Hyperlink1">
    <w:name w:val="Hyperlink.1"/>
    <w:basedOn w:val="Link"/>
    <w:rsid w:val="00820215"/>
    <w:rPr>
      <w:rFonts w:ascii="Times New Roman" w:eastAsia="Times New Roman" w:hAnsi="Times New Roman" w:cs="Times New Roman"/>
      <w:color w:val="0000FF"/>
      <w:sz w:val="20"/>
      <w:szCs w:val="20"/>
      <w:u w:val="single" w:color="0000FF"/>
    </w:rPr>
  </w:style>
  <w:style w:type="numbering" w:customStyle="1" w:styleId="ImportedStyle2">
    <w:name w:val="Imported Style 2"/>
    <w:rsid w:val="00820215"/>
    <w:pPr>
      <w:numPr>
        <w:numId w:val="25"/>
      </w:numPr>
    </w:pPr>
  </w:style>
  <w:style w:type="numbering" w:customStyle="1" w:styleId="ImportedStyle3">
    <w:name w:val="Imported Style 3"/>
    <w:rsid w:val="00820215"/>
    <w:pPr>
      <w:numPr>
        <w:numId w:val="29"/>
      </w:numPr>
    </w:pPr>
  </w:style>
  <w:style w:type="character" w:customStyle="1" w:styleId="HeaderChar">
    <w:name w:val="Header Char"/>
    <w:aliases w:val="6_G Char"/>
    <w:basedOn w:val="DefaultParagraphFont"/>
    <w:link w:val="Header"/>
    <w:uiPriority w:val="99"/>
    <w:rsid w:val="00820215"/>
    <w:rPr>
      <w:b/>
      <w:sz w:val="18"/>
      <w:lang w:eastAsia="en-US"/>
    </w:rPr>
  </w:style>
  <w:style w:type="paragraph" w:styleId="Revision">
    <w:name w:val="Revision"/>
    <w:hidden/>
    <w:uiPriority w:val="99"/>
    <w:semiHidden/>
    <w:rsid w:val="00820215"/>
    <w:rPr>
      <w:rFonts w:eastAsia="Arial Unicode MS"/>
      <w:sz w:val="24"/>
      <w:szCs w:val="24"/>
      <w:bdr w:val="nil"/>
      <w:lang w:val="en-US" w:eastAsia="en-US"/>
    </w:rPr>
  </w:style>
  <w:style w:type="numbering" w:customStyle="1" w:styleId="List0">
    <w:name w:val="List 0"/>
    <w:basedOn w:val="ImportedStyle1"/>
    <w:rsid w:val="00820215"/>
    <w:pPr>
      <w:numPr>
        <w:numId w:val="34"/>
      </w:numPr>
    </w:pPr>
  </w:style>
  <w:style w:type="character" w:customStyle="1" w:styleId="EndnoteCharacters">
    <w:name w:val="Endnote Characters"/>
    <w:rsid w:val="00820215"/>
    <w:rPr>
      <w:vertAlign w:val="superscript"/>
    </w:rPr>
  </w:style>
  <w:style w:type="paragraph" w:customStyle="1" w:styleId="ColorfulList-Accent11">
    <w:name w:val="Colorful List - Accent 11"/>
    <w:basedOn w:val="Normal"/>
    <w:rsid w:val="00820215"/>
    <w:pPr>
      <w:spacing w:after="200" w:line="276" w:lineRule="auto"/>
      <w:ind w:left="720"/>
      <w:contextualSpacing/>
    </w:pPr>
    <w:rPr>
      <w:rFonts w:ascii="Calibri" w:eastAsia="Calibri" w:hAnsi="Calibri" w:cs="Calibri"/>
      <w:sz w:val="22"/>
      <w:szCs w:val="22"/>
      <w:lang w:eastAsia="zh-CN"/>
    </w:rPr>
  </w:style>
  <w:style w:type="character" w:customStyle="1" w:styleId="Heading2Char">
    <w:name w:val="Heading 2 Char"/>
    <w:basedOn w:val="DefaultParagraphFont"/>
    <w:link w:val="Heading2"/>
    <w:uiPriority w:val="9"/>
    <w:rsid w:val="00820215"/>
    <w:rPr>
      <w:lang w:eastAsia="en-US"/>
    </w:rPr>
  </w:style>
  <w:style w:type="character" w:customStyle="1" w:styleId="H1GChar">
    <w:name w:val="_ H_1_G Char"/>
    <w:link w:val="H1G"/>
    <w:rsid w:val="00077C33"/>
    <w:rPr>
      <w:b/>
      <w:sz w:val="24"/>
      <w:lang w:eastAsia="en-US"/>
    </w:rPr>
  </w:style>
  <w:style w:type="character" w:customStyle="1" w:styleId="FootnoteTextChar">
    <w:name w:val="Footnote Text Char"/>
    <w:aliases w:val="5_G Char"/>
    <w:basedOn w:val="DefaultParagraphFont"/>
    <w:link w:val="FootnoteText"/>
    <w:rsid w:val="00077C33"/>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93843">
      <w:bodyDiv w:val="1"/>
      <w:marLeft w:val="0"/>
      <w:marRight w:val="0"/>
      <w:marTop w:val="0"/>
      <w:marBottom w:val="0"/>
      <w:divBdr>
        <w:top w:val="none" w:sz="0" w:space="0" w:color="auto"/>
        <w:left w:val="none" w:sz="0" w:space="0" w:color="auto"/>
        <w:bottom w:val="none" w:sz="0" w:space="0" w:color="auto"/>
        <w:right w:val="none" w:sz="0" w:space="0" w:color="auto"/>
      </w:divBdr>
    </w:div>
    <w:div w:id="134686264">
      <w:bodyDiv w:val="1"/>
      <w:marLeft w:val="0"/>
      <w:marRight w:val="0"/>
      <w:marTop w:val="0"/>
      <w:marBottom w:val="0"/>
      <w:divBdr>
        <w:top w:val="none" w:sz="0" w:space="0" w:color="auto"/>
        <w:left w:val="none" w:sz="0" w:space="0" w:color="auto"/>
        <w:bottom w:val="none" w:sz="0" w:space="0" w:color="auto"/>
        <w:right w:val="none" w:sz="0" w:space="0" w:color="auto"/>
      </w:divBdr>
    </w:div>
    <w:div w:id="286737910">
      <w:bodyDiv w:val="1"/>
      <w:marLeft w:val="0"/>
      <w:marRight w:val="0"/>
      <w:marTop w:val="0"/>
      <w:marBottom w:val="0"/>
      <w:divBdr>
        <w:top w:val="none" w:sz="0" w:space="0" w:color="auto"/>
        <w:left w:val="none" w:sz="0" w:space="0" w:color="auto"/>
        <w:bottom w:val="none" w:sz="0" w:space="0" w:color="auto"/>
        <w:right w:val="none" w:sz="0" w:space="0" w:color="auto"/>
      </w:divBdr>
    </w:div>
    <w:div w:id="1451314484">
      <w:bodyDiv w:val="1"/>
      <w:marLeft w:val="0"/>
      <w:marRight w:val="0"/>
      <w:marTop w:val="0"/>
      <w:marBottom w:val="0"/>
      <w:divBdr>
        <w:top w:val="none" w:sz="0" w:space="0" w:color="auto"/>
        <w:left w:val="none" w:sz="0" w:space="0" w:color="auto"/>
        <w:bottom w:val="none" w:sz="0" w:space="0" w:color="auto"/>
        <w:right w:val="none" w:sz="0" w:space="0" w:color="auto"/>
      </w:divBdr>
    </w:div>
    <w:div w:id="1533760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reedex.org/resources/joint-declarations/" TargetMode="External"/><Relationship Id="rId18" Type="http://schemas.openxmlformats.org/officeDocument/2006/relationships/hyperlink" Target="https://globalnetworkinitiative.org/principles/index.php" TargetMode="External"/><Relationship Id="rId26" Type="http://schemas.openxmlformats.org/officeDocument/2006/relationships/hyperlink" Target="http://www.itu.int/en/about/Pages/default.aspx" TargetMode="External"/><Relationship Id="rId39" Type="http://schemas.openxmlformats.org/officeDocument/2006/relationships/footer" Target="footer2.xml"/><Relationship Id="rId21" Type="http://schemas.openxmlformats.org/officeDocument/2006/relationships/hyperlink" Target="http://africaninternetrights.org/articles/" TargetMode="External"/><Relationship Id="rId34" Type="http://schemas.openxmlformats.org/officeDocument/2006/relationships/hyperlink" Target="http://www.ohchr.org/EN/HRBodies/HRC/RegularSessions/Session28/Documents/A_HRC_28_57_ENG.doc" TargetMode="External"/><Relationship Id="rId47"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ohchr.org/Documents/Issues/Business/A-HRC-17-31_AEV.pdf" TargetMode="External"/><Relationship Id="rId29" Type="http://schemas.openxmlformats.org/officeDocument/2006/relationships/hyperlink" Target="https://www.ietf.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ohchr.org/Documents/HRBodies/HRCouncil/RegularSession/Session23/A.HRC.23.40_EN.pdf" TargetMode="External"/><Relationship Id="rId24" Type="http://schemas.openxmlformats.org/officeDocument/2006/relationships/hyperlink" Target="http://www.vodafone.com/content/index/about/where.html" TargetMode="External"/><Relationship Id="rId32" Type="http://schemas.openxmlformats.org/officeDocument/2006/relationships/hyperlink" Target="https://www.telecomindustrydialogue.org/" TargetMode="External"/><Relationship Id="rId37" Type="http://schemas.openxmlformats.org/officeDocument/2006/relationships/header" Target="header2.xml"/><Relationship Id="rId40" Type="http://schemas.openxmlformats.org/officeDocument/2006/relationships/fontTable" Target="fontTable.xml"/><Relationship Id="rId45" Type="http://schemas.microsoft.com/office/2011/relationships/commentsExtended" Target="commentsExtended.xml"/><Relationship Id="rId5" Type="http://schemas.microsoft.com/office/2007/relationships/stylesWithEffects" Target="stylesWithEffects.xml"/><Relationship Id="rId15" Type="http://schemas.openxmlformats.org/officeDocument/2006/relationships/hyperlink" Target="http://business-humanrights.org/sites/default/files/media/documents/un-human-rights-council-resolution-re-human-rights-transnational-corps-eng-6-jul-2011.pdf" TargetMode="External"/><Relationship Id="rId23" Type="http://schemas.openxmlformats.org/officeDocument/2006/relationships/hyperlink" Target="http://www.apc.org/en/system/files/COGP_IG_Version_1.1_June2010_EN.pdf" TargetMode="External"/><Relationship Id="rId28" Type="http://schemas.openxmlformats.org/officeDocument/2006/relationships/hyperlink" Target="http://www.gsma.com/" TargetMode="External"/><Relationship Id="rId36" Type="http://schemas.openxmlformats.org/officeDocument/2006/relationships/header" Target="header1.xml"/><Relationship Id="rId49" Type="http://schemas.openxmlformats.org/officeDocument/2006/relationships/customXml" Target="../customXml/item5.xml"/><Relationship Id="rId10" Type="http://schemas.openxmlformats.org/officeDocument/2006/relationships/hyperlink" Target="http://www2.ohchr.org/english/bodies/hrcouncil/docs/17session/A.HRC.17.27_en.pdf" TargetMode="External"/><Relationship Id="rId19" Type="http://schemas.openxmlformats.org/officeDocument/2006/relationships/hyperlink" Target="https://ec.europa.eu/anti-trafficking/sites/antitrafficking/files/information_and_communication_technology_0.pdf" TargetMode="External"/><Relationship Id="rId31" Type="http://schemas.openxmlformats.org/officeDocument/2006/relationships/hyperlink" Target="https://www.iana.org/"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freedex.org/wp-content/blogs.dir/2015/files/2015/09/gc34.pdf" TargetMode="External"/><Relationship Id="rId22" Type="http://schemas.openxmlformats.org/officeDocument/2006/relationships/hyperlink" Target="https://rankingdigitalrights.org/index2015/" TargetMode="External"/><Relationship Id="rId27" Type="http://schemas.openxmlformats.org/officeDocument/2006/relationships/hyperlink" Target="https://www.ieee.org/index.html" TargetMode="External"/><Relationship Id="rId30" Type="http://schemas.openxmlformats.org/officeDocument/2006/relationships/hyperlink" Target="https://www.w3.org/" TargetMode="External"/><Relationship Id="rId35" Type="http://schemas.openxmlformats.org/officeDocument/2006/relationships/hyperlink" Target="http://www.ohchr.org/EN/NewsEvents/Pages/DisplayNews.aspx?NewsID=17193&amp;LangID=E" TargetMode="External"/><Relationship Id="rId48" Type="http://schemas.openxmlformats.org/officeDocument/2006/relationships/customXml" Target="../customXml/item4.xml"/><Relationship Id="rId8" Type="http://schemas.openxmlformats.org/officeDocument/2006/relationships/footnotes" Target="footnotes.xml"/><Relationship Id="rId3" Type="http://schemas.openxmlformats.org/officeDocument/2006/relationships/numbering" Target="numbering.xml"/><Relationship Id="rId12" Type="http://schemas.openxmlformats.org/officeDocument/2006/relationships/hyperlink" Target="http://www.ohchr.org/EN/HRBodies/HRC/RegularSessions/Session29/Documents/A.HRC.29.32_AEV.doc" TargetMode="External"/><Relationship Id="rId17" Type="http://schemas.openxmlformats.org/officeDocument/2006/relationships/hyperlink" Target="http://www.ohchr.org/EN/HRBodies/HRC/RegularSessions/Session27/Documents/A.HRC.27.37_en.pdf" TargetMode="External"/><Relationship Id="rId25" Type="http://schemas.openxmlformats.org/officeDocument/2006/relationships/hyperlink" Target="http://www.mtsgsm.com/about/markets/" TargetMode="External"/><Relationship Id="rId33" Type="http://schemas.openxmlformats.org/officeDocument/2006/relationships/hyperlink" Target="https://www.iwf.org.uk/about-iwf" TargetMode="External"/><Relationship Id="rId38" Type="http://schemas.openxmlformats.org/officeDocument/2006/relationships/footer" Target="footer1.xml"/><Relationship Id="rId46" Type="http://schemas.microsoft.com/office/2011/relationships/people" Target="people.xml"/><Relationship Id="rId20" Type="http://schemas.openxmlformats.org/officeDocument/2006/relationships/hyperlink" Target="https://www.manilaprinciples.org/" TargetMode="External"/><Relationship Id="rId41"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www.trai.gov.in/WriteReadData/WhatsNew/Documents/Regulation_Data_Service.pdf" TargetMode="External"/><Relationship Id="rId18" Type="http://schemas.openxmlformats.org/officeDocument/2006/relationships/hyperlink" Target="https://www.article19.org/resources.php/resource/37951/en/joint-declaration-on-freedom-of-expression-and-responses-to-conflict-situation" TargetMode="External"/><Relationship Id="rId26" Type="http://schemas.openxmlformats.org/officeDocument/2006/relationships/hyperlink" Target="http://www.npcc.police.uk/NPCCBusinessAreas/PREVENT/TheCounterTerrorismInternetReferralUnit.aspx" TargetMode="External"/><Relationship Id="rId3" Type="http://schemas.openxmlformats.org/officeDocument/2006/relationships/hyperlink" Target="http://www.bsr.org/reports/BSR_Protecting_Human_Rights_in_the_Digital_Age.pdf" TargetMode="External"/><Relationship Id="rId21" Type="http://schemas.openxmlformats.org/officeDocument/2006/relationships/hyperlink" Target="https://www.facebook.com/terms" TargetMode="External"/><Relationship Id="rId34" Type="http://schemas.openxmlformats.org/officeDocument/2006/relationships/hyperlink" Target="http://www.publications.parliament.uk/pa/bills/cbill/2015-2016/0143/cbill_2015-20160143_en_8.htm" TargetMode="External"/><Relationship Id="rId7" Type="http://schemas.openxmlformats.org/officeDocument/2006/relationships/hyperlink" Target="https://community.icann.org/display/gnsononcomstake/CCWP+on+ICANN's+Corporate+and+Social+Responsibility+to+Respect+Human+Rights" TargetMode="External"/><Relationship Id="rId12" Type="http://schemas.openxmlformats.org/officeDocument/2006/relationships/hyperlink" Target="http://business-humanrights.org/sites/default/files/media/documents/vodafone-statement-re-egypt-22-feb-2011.pdf" TargetMode="External"/><Relationship Id="rId17" Type="http://schemas.openxmlformats.org/officeDocument/2006/relationships/hyperlink" Target="https://citizenlab.org/2012/07/routing-gone-wild/" TargetMode="External"/><Relationship Id="rId25" Type="http://schemas.openxmlformats.org/officeDocument/2006/relationships/hyperlink" Target="https://onlinecensorship.org/" TargetMode="External"/><Relationship Id="rId33" Type="http://schemas.openxmlformats.org/officeDocument/2006/relationships/hyperlink" Target="https://www.microsoft.com/about/csr/transparencyhub/lerr/" TargetMode="External"/><Relationship Id="rId2" Type="http://schemas.openxmlformats.org/officeDocument/2006/relationships/hyperlink" Target="http://unesdoc.unesco.org/images/0023/002311/231162e.pdf" TargetMode="External"/><Relationship Id="rId16" Type="http://schemas.openxmlformats.org/officeDocument/2006/relationships/hyperlink" Target="https://www.oas.org/en/iachr/expression/docs/reports/2014_04_08_Internet_ENG%20_WEB.pdf" TargetMode="External"/><Relationship Id="rId20" Type="http://schemas.openxmlformats.org/officeDocument/2006/relationships/hyperlink" Target="http://www.trai.gov.in/WriteReadData/WhatsNew/Documents/Regulation_Data_Service.pdf" TargetMode="External"/><Relationship Id="rId29" Type="http://schemas.openxmlformats.org/officeDocument/2006/relationships/hyperlink" Target="https://www.google.com/transparencyreport/userdatarequests/?hl=e" TargetMode="External"/><Relationship Id="rId1" Type="http://schemas.openxmlformats.org/officeDocument/2006/relationships/hyperlink" Target="https://www.icann.org/en/system/files/files/report-23feb14-en.pdf" TargetMode="External"/><Relationship Id="rId6" Type="http://schemas.openxmlformats.org/officeDocument/2006/relationships/hyperlink" Target="https://www.icann.org/" TargetMode="External"/><Relationship Id="rId11" Type="http://schemas.openxmlformats.org/officeDocument/2006/relationships/hyperlink" Target="https://www.oecd.org/internet/ieconomy/44949023.pdf" TargetMode="External"/><Relationship Id="rId24" Type="http://schemas.openxmlformats.org/officeDocument/2006/relationships/hyperlink" Target="https://reddit.zendesk.com/hc/en-us/articles/205701155" TargetMode="External"/><Relationship Id="rId32" Type="http://schemas.openxmlformats.org/officeDocument/2006/relationships/hyperlink" Target="https://transparency.twitter.com/information-requests/2015/jul-dec" TargetMode="External"/><Relationship Id="rId5" Type="http://schemas.openxmlformats.org/officeDocument/2006/relationships/hyperlink" Target="http://unctad.org/meetings/en/SessionalDocuments/CSTD_2014_Mapping_Internet_en.pdf" TargetMode="External"/><Relationship Id="rId15" Type="http://schemas.openxmlformats.org/officeDocument/2006/relationships/hyperlink" Target="http://www.placng.org/new/upload/Frivolous%20Petitions%20Bill.pdf" TargetMode="External"/><Relationship Id="rId23" Type="http://schemas.openxmlformats.org/officeDocument/2006/relationships/hyperlink" Target="https://www.youtube.com/yt/policyandsafety/en-GB/communityguidelines.html" TargetMode="External"/><Relationship Id="rId28" Type="http://schemas.openxmlformats.org/officeDocument/2006/relationships/hyperlink" Target="http://data.parliament.uk/writtenevidence/committeeevidence.svc/evidencedocument/home-affairs-committee/countering-extremism/oral/28376.html" TargetMode="External"/><Relationship Id="rId10" Type="http://schemas.openxmlformats.org/officeDocument/2006/relationships/hyperlink" Target="https://www.oas.org/en/iachr/expression/docs/reports/2014_04_08_Internet_ENG%20_WEB.pdf" TargetMode="External"/><Relationship Id="rId19" Type="http://schemas.openxmlformats.org/officeDocument/2006/relationships/hyperlink" Target="http://www.ohchr.org/EN/NewsEvents/Pages/DisplayNews.aspx?NewsID=17193&amp;LangID=E" TargetMode="External"/><Relationship Id="rId31" Type="http://schemas.openxmlformats.org/officeDocument/2006/relationships/hyperlink" Target="https://www.dropbox.com/transparency" TargetMode="External"/><Relationship Id="rId4" Type="http://schemas.openxmlformats.org/officeDocument/2006/relationships/hyperlink" Target="file:///C:/Users/miranda/Downloads/www.antel.com.uy/antel/" TargetMode="External"/><Relationship Id="rId9" Type="http://schemas.openxmlformats.org/officeDocument/2006/relationships/hyperlink" Target="http://shiftproject.org/sites/default/files/ECHRSG.ICT_.pdf" TargetMode="External"/><Relationship Id="rId14" Type="http://schemas.openxmlformats.org/officeDocument/2006/relationships/hyperlink" Target="http://www.npc.gov.cn/npc/xinwen/lfgz/flca/2015-07/06/content_1940614.htm" TargetMode="External"/><Relationship Id="rId22" Type="http://schemas.openxmlformats.org/officeDocument/2006/relationships/hyperlink" Target="https://support.twitter.com/articles/18311" TargetMode="External"/><Relationship Id="rId27" Type="http://schemas.openxmlformats.org/officeDocument/2006/relationships/hyperlink" Target="https://ourinternet-files.s3.amazonaws.com/publications/no24_web_2.pdf" TargetMode="External"/><Relationship Id="rId30" Type="http://schemas.openxmlformats.org/officeDocument/2006/relationships/hyperlink" Target="https://govtrequests.facebook.com/about/" TargetMode="External"/><Relationship Id="rId35" Type="http://schemas.openxmlformats.org/officeDocument/2006/relationships/hyperlink" Target="http://www.publications.parliament.uk/pa/bills/cbill/2015-2016/0143/cbill_2015-20160143_en_8.htm" TargetMode="External"/><Relationship Id="rId8" Type="http://schemas.openxmlformats.org/officeDocument/2006/relationships/hyperlink" Target="https://datatracker.ietf.org/doc/draft-tenoever-hrpc-re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A4E9C6E568633448D1B78C8F03F24BD" ma:contentTypeVersion="2" ma:contentTypeDescription="Create a new document." ma:contentTypeScope="" ma:versionID="3465e2a3d8e381f710bdebfc44a6c24b">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EC9E38-6874-4ECB-BB4A-032E45B6E698}"/>
</file>

<file path=customXml/itemProps2.xml><?xml version="1.0" encoding="utf-8"?>
<ds:datastoreItem xmlns:ds="http://schemas.openxmlformats.org/officeDocument/2006/customXml" ds:itemID="{FD87D85C-44C6-477A-9F0B-CB538BA97337}"/>
</file>

<file path=customXml/itemProps3.xml><?xml version="1.0" encoding="utf-8"?>
<ds:datastoreItem xmlns:ds="http://schemas.openxmlformats.org/officeDocument/2006/customXml" ds:itemID="{ADF01D6B-3360-41DF-A465-69E03BC40395}"/>
</file>

<file path=customXml/itemProps4.xml><?xml version="1.0" encoding="utf-8"?>
<ds:datastoreItem xmlns:ds="http://schemas.openxmlformats.org/officeDocument/2006/customXml" ds:itemID="{2C5EC90E-5722-41BE-B251-2DA68D7FB647}"/>
</file>

<file path=customXml/itemProps5.xml><?xml version="1.0" encoding="utf-8"?>
<ds:datastoreItem xmlns:ds="http://schemas.openxmlformats.org/officeDocument/2006/customXml" ds:itemID="{653E64DA-A3E3-4FC7-B930-499216B8FADC}"/>
</file>

<file path=docProps/app.xml><?xml version="1.0" encoding="utf-8"?>
<Properties xmlns="http://schemas.openxmlformats.org/officeDocument/2006/extended-properties" xmlns:vt="http://schemas.openxmlformats.org/officeDocument/2006/docPropsVTypes">
  <Template>943E0A2D.dotm</Template>
  <TotalTime>0</TotalTime>
  <Pages>23</Pages>
  <Words>10619</Words>
  <Characters>60531</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
    </vt:vector>
  </TitlesOfParts>
  <Company>CSD</Company>
  <LinksUpToDate>false</LinksUpToDate>
  <CharactersWithSpaces>71008</CharactersWithSpaces>
  <SharedDoc>false</SharedDoc>
  <HLinks>
    <vt:vector size="18" baseType="variant">
      <vt:variant>
        <vt:i4>2883685</vt:i4>
      </vt:variant>
      <vt:variant>
        <vt:i4>6</vt:i4>
      </vt:variant>
      <vt:variant>
        <vt:i4>0</vt:i4>
      </vt:variant>
      <vt:variant>
        <vt:i4>5</vt:i4>
      </vt:variant>
      <vt:variant>
        <vt:lpwstr>http://reliefweb.int/sites/</vt:lpwstr>
      </vt:variant>
      <vt:variant>
        <vt:lpwstr/>
      </vt:variant>
      <vt:variant>
        <vt:i4>1704029</vt:i4>
      </vt:variant>
      <vt:variant>
        <vt:i4>3</vt:i4>
      </vt:variant>
      <vt:variant>
        <vt:i4>0</vt:i4>
      </vt:variant>
      <vt:variant>
        <vt:i4>5</vt:i4>
      </vt:variant>
      <vt:variant>
        <vt:lpwstr>https://sustainabledevelopment.un.org/content/documents/1190One UN in Cae</vt:lpwstr>
      </vt:variant>
      <vt:variant>
        <vt:lpwstr/>
      </vt:variant>
      <vt:variant>
        <vt:i4>524328</vt:i4>
      </vt:variant>
      <vt:variant>
        <vt:i4>0</vt:i4>
      </vt:variant>
      <vt:variant>
        <vt:i4>0</vt:i4>
      </vt:variant>
      <vt:variant>
        <vt:i4>5</vt:i4>
      </vt:variant>
      <vt:variant>
        <vt:lpwstr>http://www.governo.cv/documents/10Perg_ Resp Operacao.pdf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promotion and protection of the right to freedom of opinion and expression in English</dc:title>
  <dc:creator>Milijana Zaric</dc:creator>
  <cp:lastModifiedBy>Iuliia Somova</cp:lastModifiedBy>
  <cp:revision>2</cp:revision>
  <cp:lastPrinted>2016-04-22T11:57:00Z</cp:lastPrinted>
  <dcterms:created xsi:type="dcterms:W3CDTF">2016-05-11T12:34:00Z</dcterms:created>
  <dcterms:modified xsi:type="dcterms:W3CDTF">2016-05-11T12:34:00Z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0x0101005A4E9C6E568633448D1B78C8F03F24BD</vt:lpwstr>
  </property>
  <property fmtid="{D5CDD505-2E9C-101B-9397-08002B2CF9AE}" pid="3" name="Order">
    <vt:r8>1900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